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510593824" w:displacedByCustomXml="next"/>
    <w:bookmarkStart w:id="2" w:name="_Toc354341435"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15889" w:rsidRPr="00015889">
                <w:rPr>
                  <w:rStyle w:val="Otsikko1Char"/>
                </w:rPr>
                <w:t>Potilastiedon arkisto: rajapintakäyttötapaukset arkiston ja liittyvän järjestelmän välillä</w:t>
              </w:r>
            </w:sdtContent>
          </w:sdt>
        </w:p>
        <w:p w14:paraId="7728D720" w14:textId="6CD6AD84" w:rsidR="007126BB" w:rsidRDefault="00015889" w:rsidP="007959BE">
          <w:pPr>
            <w:tabs>
              <w:tab w:val="center" w:pos="4819"/>
            </w:tabs>
            <w:spacing w:line="360" w:lineRule="auto"/>
          </w:pPr>
          <w:r>
            <w:rPr>
              <w:rStyle w:val="LeiptekstiChar"/>
            </w:rPr>
            <w:t>v</w:t>
          </w:r>
          <w:r w:rsidR="004616CF">
            <w:rPr>
              <w:rStyle w:val="LeiptekstiChar"/>
            </w:rPr>
            <w:t>2.</w:t>
          </w:r>
          <w:r w:rsidR="00056B7D">
            <w:rPr>
              <w:rStyle w:val="LeiptekstiChar"/>
            </w:rPr>
            <w:t xml:space="preserve">3 </w:t>
          </w:r>
          <w:r w:rsidR="00592CC9">
            <w:rPr>
              <w:rStyle w:val="LeiptekstiChar"/>
            </w:rPr>
            <w:t>RC1</w:t>
          </w:r>
          <w:r w:rsidR="005C75CF">
            <w:rPr>
              <w:rStyle w:val="LeiptekstiChar"/>
            </w:rPr>
            <w:tab/>
          </w:r>
          <w:r w:rsidR="009A4BBC">
            <w:rPr>
              <w:rStyle w:val="Otsikko2Char"/>
            </w:rPr>
            <w:br/>
          </w:r>
        </w:p>
        <w:p w14:paraId="74D1EFBE" w14:textId="65A06276" w:rsidR="007126BB" w:rsidRDefault="003821A7" w:rsidP="003821A7">
          <w:pPr>
            <w:pStyle w:val="Kommentinteksti"/>
          </w:pPr>
          <w:r>
            <w:tab/>
          </w:r>
        </w:p>
        <w:p w14:paraId="4629B9BC" w14:textId="5FF25C55" w:rsidR="009A4BBC" w:rsidRDefault="00015889" w:rsidP="0016637F">
          <w:pPr>
            <w:spacing w:line="360" w:lineRule="auto"/>
          </w:pPr>
          <w:r>
            <w:br/>
            <w:t>Kela, Kanta-palvelut</w:t>
          </w:r>
        </w:p>
        <w:p w14:paraId="6EC980F6" w14:textId="35B219DA" w:rsidR="009A4BBC" w:rsidRDefault="001C0A14" w:rsidP="0016637F">
          <w:pPr>
            <w:spacing w:line="360" w:lineRule="auto"/>
          </w:pPr>
          <w:r>
            <w:t>2</w:t>
          </w:r>
          <w:r w:rsidR="00F15419">
            <w:t>.</w:t>
          </w:r>
          <w:r>
            <w:t>4</w:t>
          </w:r>
          <w:r w:rsidR="007166AB">
            <w:t>.2024</w:t>
          </w:r>
        </w:p>
        <w:p w14:paraId="535953ED" w14:textId="2881A0BA"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D67AEB">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p>
        <w:p w14:paraId="33F0B37C" w14:textId="47548574" w:rsidR="001C0A14"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62975757" w:history="1">
            <w:r w:rsidR="001C0A14" w:rsidRPr="006B2A1E">
              <w:rPr>
                <w:rStyle w:val="Hyperlinkki"/>
              </w:rPr>
              <w:t>1</w:t>
            </w:r>
            <w:r w:rsidR="001C0A14">
              <w:rPr>
                <w:rFonts w:asciiTheme="minorHAnsi" w:eastAsiaTheme="minorEastAsia" w:hAnsiTheme="minorHAnsi" w:cstheme="minorBidi"/>
                <w:sz w:val="22"/>
                <w:lang w:eastAsia="fi-FI"/>
              </w:rPr>
              <w:tab/>
            </w:r>
            <w:r w:rsidR="001C0A14" w:rsidRPr="006B2A1E">
              <w:rPr>
                <w:rStyle w:val="Hyperlinkki"/>
              </w:rPr>
              <w:t>Johdanto</w:t>
            </w:r>
            <w:r w:rsidR="001C0A14">
              <w:rPr>
                <w:webHidden/>
              </w:rPr>
              <w:tab/>
            </w:r>
            <w:r w:rsidR="001C0A14">
              <w:rPr>
                <w:webHidden/>
              </w:rPr>
              <w:fldChar w:fldCharType="begin"/>
            </w:r>
            <w:r w:rsidR="001C0A14">
              <w:rPr>
                <w:webHidden/>
              </w:rPr>
              <w:instrText xml:space="preserve"> PAGEREF _Toc162975757 \h </w:instrText>
            </w:r>
            <w:r w:rsidR="001C0A14">
              <w:rPr>
                <w:webHidden/>
              </w:rPr>
            </w:r>
            <w:r w:rsidR="001C0A14">
              <w:rPr>
                <w:webHidden/>
              </w:rPr>
              <w:fldChar w:fldCharType="separate"/>
            </w:r>
            <w:r w:rsidR="001C0A14">
              <w:rPr>
                <w:webHidden/>
              </w:rPr>
              <w:t>4</w:t>
            </w:r>
            <w:r w:rsidR="001C0A14">
              <w:rPr>
                <w:webHidden/>
              </w:rPr>
              <w:fldChar w:fldCharType="end"/>
            </w:r>
          </w:hyperlink>
        </w:p>
        <w:p w14:paraId="342275AA" w14:textId="0B3550EC" w:rsidR="001C0A14" w:rsidRDefault="001C0A14">
          <w:pPr>
            <w:pStyle w:val="Sisluet1"/>
            <w:rPr>
              <w:rFonts w:asciiTheme="minorHAnsi" w:eastAsiaTheme="minorEastAsia" w:hAnsiTheme="minorHAnsi" w:cstheme="minorBidi"/>
              <w:sz w:val="22"/>
              <w:lang w:eastAsia="fi-FI"/>
            </w:rPr>
          </w:pPr>
          <w:hyperlink w:anchor="_Toc162975758" w:history="1">
            <w:r w:rsidRPr="006B2A1E">
              <w:rPr>
                <w:rStyle w:val="Hyperlinkki"/>
              </w:rPr>
              <w:t>2</w:t>
            </w:r>
            <w:r>
              <w:rPr>
                <w:rFonts w:asciiTheme="minorHAnsi" w:eastAsiaTheme="minorEastAsia" w:hAnsiTheme="minorHAnsi" w:cstheme="minorBidi"/>
                <w:sz w:val="22"/>
                <w:lang w:eastAsia="fi-FI"/>
              </w:rPr>
              <w:tab/>
            </w:r>
            <w:r w:rsidRPr="006B2A1E">
              <w:rPr>
                <w:rStyle w:val="Hyperlinkki"/>
              </w:rPr>
              <w:t>Potilastiedon arkiston palvelupyynnöt</w:t>
            </w:r>
            <w:r>
              <w:rPr>
                <w:webHidden/>
              </w:rPr>
              <w:tab/>
            </w:r>
            <w:r>
              <w:rPr>
                <w:webHidden/>
              </w:rPr>
              <w:fldChar w:fldCharType="begin"/>
            </w:r>
            <w:r>
              <w:rPr>
                <w:webHidden/>
              </w:rPr>
              <w:instrText xml:space="preserve"> PAGEREF _Toc162975758 \h </w:instrText>
            </w:r>
            <w:r>
              <w:rPr>
                <w:webHidden/>
              </w:rPr>
            </w:r>
            <w:r>
              <w:rPr>
                <w:webHidden/>
              </w:rPr>
              <w:fldChar w:fldCharType="separate"/>
            </w:r>
            <w:r>
              <w:rPr>
                <w:webHidden/>
              </w:rPr>
              <w:t>5</w:t>
            </w:r>
            <w:r>
              <w:rPr>
                <w:webHidden/>
              </w:rPr>
              <w:fldChar w:fldCharType="end"/>
            </w:r>
          </w:hyperlink>
        </w:p>
        <w:p w14:paraId="2908B787" w14:textId="681F2617" w:rsidR="001C0A14" w:rsidRDefault="001C0A14">
          <w:pPr>
            <w:pStyle w:val="Sisluet1"/>
            <w:rPr>
              <w:rFonts w:asciiTheme="minorHAnsi" w:eastAsiaTheme="minorEastAsia" w:hAnsiTheme="minorHAnsi" w:cstheme="minorBidi"/>
              <w:sz w:val="22"/>
              <w:lang w:eastAsia="fi-FI"/>
            </w:rPr>
          </w:pPr>
          <w:hyperlink w:anchor="_Toc162975759" w:history="1">
            <w:r w:rsidRPr="006B2A1E">
              <w:rPr>
                <w:rStyle w:val="Hyperlinkki"/>
              </w:rPr>
              <w:t>3</w:t>
            </w:r>
            <w:r>
              <w:rPr>
                <w:rFonts w:asciiTheme="minorHAnsi" w:eastAsiaTheme="minorEastAsia" w:hAnsiTheme="minorHAnsi" w:cstheme="minorBidi"/>
                <w:sz w:val="22"/>
                <w:lang w:eastAsia="fi-FI"/>
              </w:rPr>
              <w:tab/>
            </w:r>
            <w:r w:rsidRPr="006B2A1E">
              <w:rPr>
                <w:rStyle w:val="Hyperlinkki"/>
              </w:rPr>
              <w:t>Potilastiedon arkiston asiakirjatyypit</w:t>
            </w:r>
            <w:r>
              <w:rPr>
                <w:webHidden/>
              </w:rPr>
              <w:tab/>
            </w:r>
            <w:r>
              <w:rPr>
                <w:webHidden/>
              </w:rPr>
              <w:fldChar w:fldCharType="begin"/>
            </w:r>
            <w:r>
              <w:rPr>
                <w:webHidden/>
              </w:rPr>
              <w:instrText xml:space="preserve"> PAGEREF _Toc162975759 \h </w:instrText>
            </w:r>
            <w:r>
              <w:rPr>
                <w:webHidden/>
              </w:rPr>
            </w:r>
            <w:r>
              <w:rPr>
                <w:webHidden/>
              </w:rPr>
              <w:fldChar w:fldCharType="separate"/>
            </w:r>
            <w:r>
              <w:rPr>
                <w:webHidden/>
              </w:rPr>
              <w:t>9</w:t>
            </w:r>
            <w:r>
              <w:rPr>
                <w:webHidden/>
              </w:rPr>
              <w:fldChar w:fldCharType="end"/>
            </w:r>
          </w:hyperlink>
        </w:p>
        <w:p w14:paraId="4E75756F" w14:textId="38DE218D" w:rsidR="001C0A14" w:rsidRDefault="001C0A14">
          <w:pPr>
            <w:pStyle w:val="Sisluet1"/>
            <w:rPr>
              <w:rFonts w:asciiTheme="minorHAnsi" w:eastAsiaTheme="minorEastAsia" w:hAnsiTheme="minorHAnsi" w:cstheme="minorBidi"/>
              <w:sz w:val="22"/>
              <w:lang w:eastAsia="fi-FI"/>
            </w:rPr>
          </w:pPr>
          <w:hyperlink w:anchor="_Toc162975760" w:history="1">
            <w:r w:rsidRPr="006B2A1E">
              <w:rPr>
                <w:rStyle w:val="Hyperlinkki"/>
              </w:rPr>
              <w:t>4</w:t>
            </w:r>
            <w:r>
              <w:rPr>
                <w:rFonts w:asciiTheme="minorHAnsi" w:eastAsiaTheme="minorEastAsia" w:hAnsiTheme="minorHAnsi" w:cstheme="minorBidi"/>
                <w:sz w:val="22"/>
                <w:lang w:eastAsia="fi-FI"/>
              </w:rPr>
              <w:tab/>
            </w:r>
            <w:r w:rsidRPr="006B2A1E">
              <w:rPr>
                <w:rStyle w:val="Hyperlinkki"/>
              </w:rPr>
              <w:t>Arkistoi palvelutapahtuma-asiakirja (PPA, PPA11)</w:t>
            </w:r>
            <w:r>
              <w:rPr>
                <w:webHidden/>
              </w:rPr>
              <w:tab/>
            </w:r>
            <w:r>
              <w:rPr>
                <w:webHidden/>
              </w:rPr>
              <w:fldChar w:fldCharType="begin"/>
            </w:r>
            <w:r>
              <w:rPr>
                <w:webHidden/>
              </w:rPr>
              <w:instrText xml:space="preserve"> PAGEREF _Toc162975760 \h </w:instrText>
            </w:r>
            <w:r>
              <w:rPr>
                <w:webHidden/>
              </w:rPr>
            </w:r>
            <w:r>
              <w:rPr>
                <w:webHidden/>
              </w:rPr>
              <w:fldChar w:fldCharType="separate"/>
            </w:r>
            <w:r>
              <w:rPr>
                <w:webHidden/>
              </w:rPr>
              <w:t>11</w:t>
            </w:r>
            <w:r>
              <w:rPr>
                <w:webHidden/>
              </w:rPr>
              <w:fldChar w:fldCharType="end"/>
            </w:r>
          </w:hyperlink>
        </w:p>
        <w:p w14:paraId="0B26F06E" w14:textId="2B08D5FC" w:rsidR="001C0A14" w:rsidRDefault="001C0A14">
          <w:pPr>
            <w:pStyle w:val="Sisluet1"/>
            <w:rPr>
              <w:rFonts w:asciiTheme="minorHAnsi" w:eastAsiaTheme="minorEastAsia" w:hAnsiTheme="minorHAnsi" w:cstheme="minorBidi"/>
              <w:sz w:val="22"/>
              <w:lang w:eastAsia="fi-FI"/>
            </w:rPr>
          </w:pPr>
          <w:hyperlink w:anchor="_Toc162975761" w:history="1">
            <w:r w:rsidRPr="006B2A1E">
              <w:rPr>
                <w:rStyle w:val="Hyperlinkki"/>
              </w:rPr>
              <w:t>5</w:t>
            </w:r>
            <w:r>
              <w:rPr>
                <w:rFonts w:asciiTheme="minorHAnsi" w:eastAsiaTheme="minorEastAsia" w:hAnsiTheme="minorHAnsi" w:cstheme="minorBidi"/>
                <w:sz w:val="22"/>
                <w:lang w:eastAsia="fi-FI"/>
              </w:rPr>
              <w:tab/>
            </w:r>
            <w:r w:rsidRPr="006B2A1E">
              <w:rPr>
                <w:rStyle w:val="Hyperlinkki"/>
              </w:rPr>
              <w:t>Arkistoi palvelutapahtuma-asiakirja</w:t>
            </w:r>
            <w:r>
              <w:rPr>
                <w:webHidden/>
              </w:rPr>
              <w:tab/>
            </w:r>
            <w:r>
              <w:rPr>
                <w:webHidden/>
              </w:rPr>
              <w:fldChar w:fldCharType="begin"/>
            </w:r>
            <w:r>
              <w:rPr>
                <w:webHidden/>
              </w:rPr>
              <w:instrText xml:space="preserve"> PAGEREF _Toc162975761 \h </w:instrText>
            </w:r>
            <w:r>
              <w:rPr>
                <w:webHidden/>
              </w:rPr>
            </w:r>
            <w:r>
              <w:rPr>
                <w:webHidden/>
              </w:rPr>
              <w:fldChar w:fldCharType="separate"/>
            </w:r>
            <w:r>
              <w:rPr>
                <w:webHidden/>
              </w:rPr>
              <w:t>16</w:t>
            </w:r>
            <w:r>
              <w:rPr>
                <w:webHidden/>
              </w:rPr>
              <w:fldChar w:fldCharType="end"/>
            </w:r>
          </w:hyperlink>
        </w:p>
        <w:p w14:paraId="6FE25BEA" w14:textId="055558A3" w:rsidR="001C0A14" w:rsidRDefault="001C0A14">
          <w:pPr>
            <w:pStyle w:val="Sisluet1"/>
            <w:rPr>
              <w:rFonts w:asciiTheme="minorHAnsi" w:eastAsiaTheme="minorEastAsia" w:hAnsiTheme="minorHAnsi" w:cstheme="minorBidi"/>
              <w:sz w:val="22"/>
              <w:lang w:eastAsia="fi-FI"/>
            </w:rPr>
          </w:pPr>
          <w:hyperlink w:anchor="_Toc162975762" w:history="1">
            <w:r w:rsidRPr="006B2A1E">
              <w:rPr>
                <w:rStyle w:val="Hyperlinkki"/>
              </w:rPr>
              <w:t>6</w:t>
            </w:r>
            <w:r>
              <w:rPr>
                <w:rFonts w:asciiTheme="minorHAnsi" w:eastAsiaTheme="minorEastAsia" w:hAnsiTheme="minorHAnsi" w:cstheme="minorBidi"/>
                <w:sz w:val="22"/>
                <w:lang w:eastAsia="fi-FI"/>
              </w:rPr>
              <w:tab/>
            </w:r>
            <w:r w:rsidRPr="006B2A1E">
              <w:rPr>
                <w:rStyle w:val="Hyperlinkki"/>
              </w:rPr>
              <w:t>Arkistoi hoitoasiakirja (PPA, PPA11)</w:t>
            </w:r>
            <w:r>
              <w:rPr>
                <w:webHidden/>
              </w:rPr>
              <w:tab/>
            </w:r>
            <w:r>
              <w:rPr>
                <w:webHidden/>
              </w:rPr>
              <w:fldChar w:fldCharType="begin"/>
            </w:r>
            <w:r>
              <w:rPr>
                <w:webHidden/>
              </w:rPr>
              <w:instrText xml:space="preserve"> PAGEREF _Toc162975762 \h </w:instrText>
            </w:r>
            <w:r>
              <w:rPr>
                <w:webHidden/>
              </w:rPr>
            </w:r>
            <w:r>
              <w:rPr>
                <w:webHidden/>
              </w:rPr>
              <w:fldChar w:fldCharType="separate"/>
            </w:r>
            <w:r>
              <w:rPr>
                <w:webHidden/>
              </w:rPr>
              <w:t>21</w:t>
            </w:r>
            <w:r>
              <w:rPr>
                <w:webHidden/>
              </w:rPr>
              <w:fldChar w:fldCharType="end"/>
            </w:r>
          </w:hyperlink>
        </w:p>
        <w:p w14:paraId="59ED0370" w14:textId="3B0CFECD" w:rsidR="001C0A14" w:rsidRDefault="001C0A14">
          <w:pPr>
            <w:pStyle w:val="Sisluet1"/>
            <w:rPr>
              <w:rFonts w:asciiTheme="minorHAnsi" w:eastAsiaTheme="minorEastAsia" w:hAnsiTheme="minorHAnsi" w:cstheme="minorBidi"/>
              <w:sz w:val="22"/>
              <w:lang w:eastAsia="fi-FI"/>
            </w:rPr>
          </w:pPr>
          <w:hyperlink w:anchor="_Toc162975763" w:history="1">
            <w:r w:rsidRPr="006B2A1E">
              <w:rPr>
                <w:rStyle w:val="Hyperlinkki"/>
              </w:rPr>
              <w:t>7</w:t>
            </w:r>
            <w:r>
              <w:rPr>
                <w:rFonts w:asciiTheme="minorHAnsi" w:eastAsiaTheme="minorEastAsia" w:hAnsiTheme="minorHAnsi" w:cstheme="minorBidi"/>
                <w:sz w:val="22"/>
                <w:lang w:eastAsia="fi-FI"/>
              </w:rPr>
              <w:tab/>
            </w:r>
            <w:r w:rsidRPr="006B2A1E">
              <w:rPr>
                <w:rStyle w:val="Hyperlinkki"/>
              </w:rPr>
              <w:t>Arkistoi hoitoasiakirja</w:t>
            </w:r>
            <w:r>
              <w:rPr>
                <w:webHidden/>
              </w:rPr>
              <w:tab/>
            </w:r>
            <w:r>
              <w:rPr>
                <w:webHidden/>
              </w:rPr>
              <w:fldChar w:fldCharType="begin"/>
            </w:r>
            <w:r>
              <w:rPr>
                <w:webHidden/>
              </w:rPr>
              <w:instrText xml:space="preserve"> PAGEREF _Toc162975763 \h </w:instrText>
            </w:r>
            <w:r>
              <w:rPr>
                <w:webHidden/>
              </w:rPr>
            </w:r>
            <w:r>
              <w:rPr>
                <w:webHidden/>
              </w:rPr>
              <w:fldChar w:fldCharType="separate"/>
            </w:r>
            <w:r>
              <w:rPr>
                <w:webHidden/>
              </w:rPr>
              <w:t>26</w:t>
            </w:r>
            <w:r>
              <w:rPr>
                <w:webHidden/>
              </w:rPr>
              <w:fldChar w:fldCharType="end"/>
            </w:r>
          </w:hyperlink>
        </w:p>
        <w:p w14:paraId="74A9BB06" w14:textId="383B9919" w:rsidR="001C0A14" w:rsidRDefault="001C0A14">
          <w:pPr>
            <w:pStyle w:val="Sisluet1"/>
            <w:rPr>
              <w:rFonts w:asciiTheme="minorHAnsi" w:eastAsiaTheme="minorEastAsia" w:hAnsiTheme="minorHAnsi" w:cstheme="minorBidi"/>
              <w:sz w:val="22"/>
              <w:lang w:eastAsia="fi-FI"/>
            </w:rPr>
          </w:pPr>
          <w:hyperlink w:anchor="_Toc162975764" w:history="1">
            <w:r w:rsidRPr="006B2A1E">
              <w:rPr>
                <w:rStyle w:val="Hyperlinkki"/>
              </w:rPr>
              <w:t>8</w:t>
            </w:r>
            <w:r>
              <w:rPr>
                <w:rFonts w:asciiTheme="minorHAnsi" w:eastAsiaTheme="minorEastAsia" w:hAnsiTheme="minorHAnsi" w:cstheme="minorBidi"/>
                <w:sz w:val="22"/>
                <w:lang w:eastAsia="fi-FI"/>
              </w:rPr>
              <w:tab/>
            </w:r>
            <w:r w:rsidRPr="006B2A1E">
              <w:rPr>
                <w:rStyle w:val="Hyperlinkki"/>
              </w:rPr>
              <w:t>Arkistoi asiakirja Tahdonilmaisupalveluun</w:t>
            </w:r>
            <w:r>
              <w:rPr>
                <w:webHidden/>
              </w:rPr>
              <w:tab/>
            </w:r>
            <w:r>
              <w:rPr>
                <w:webHidden/>
              </w:rPr>
              <w:fldChar w:fldCharType="begin"/>
            </w:r>
            <w:r>
              <w:rPr>
                <w:webHidden/>
              </w:rPr>
              <w:instrText xml:space="preserve"> PAGEREF _Toc162975764 \h </w:instrText>
            </w:r>
            <w:r>
              <w:rPr>
                <w:webHidden/>
              </w:rPr>
            </w:r>
            <w:r>
              <w:rPr>
                <w:webHidden/>
              </w:rPr>
              <w:fldChar w:fldCharType="separate"/>
            </w:r>
            <w:r>
              <w:rPr>
                <w:webHidden/>
              </w:rPr>
              <w:t>32</w:t>
            </w:r>
            <w:r>
              <w:rPr>
                <w:webHidden/>
              </w:rPr>
              <w:fldChar w:fldCharType="end"/>
            </w:r>
          </w:hyperlink>
        </w:p>
        <w:p w14:paraId="2E78BF21" w14:textId="5E0B1C9C" w:rsidR="001C0A14" w:rsidRDefault="001C0A14">
          <w:pPr>
            <w:pStyle w:val="Sisluet1"/>
            <w:rPr>
              <w:rFonts w:asciiTheme="minorHAnsi" w:eastAsiaTheme="minorEastAsia" w:hAnsiTheme="minorHAnsi" w:cstheme="minorBidi"/>
              <w:sz w:val="22"/>
              <w:lang w:eastAsia="fi-FI"/>
            </w:rPr>
          </w:pPr>
          <w:hyperlink w:anchor="_Toc162975765" w:history="1">
            <w:r w:rsidRPr="006B2A1E">
              <w:rPr>
                <w:rStyle w:val="Hyperlinkki"/>
              </w:rPr>
              <w:t>9</w:t>
            </w:r>
            <w:r>
              <w:rPr>
                <w:rFonts w:asciiTheme="minorHAnsi" w:eastAsiaTheme="minorEastAsia" w:hAnsiTheme="minorHAnsi" w:cstheme="minorBidi"/>
                <w:sz w:val="22"/>
                <w:lang w:eastAsia="fi-FI"/>
              </w:rPr>
              <w:tab/>
            </w:r>
            <w:r w:rsidRPr="006B2A1E">
              <w:rPr>
                <w:rStyle w:val="Hyperlinkki"/>
              </w:rPr>
              <w:t>Arkistoi arkistoasiakirja</w:t>
            </w:r>
            <w:r>
              <w:rPr>
                <w:webHidden/>
              </w:rPr>
              <w:tab/>
            </w:r>
            <w:r>
              <w:rPr>
                <w:webHidden/>
              </w:rPr>
              <w:fldChar w:fldCharType="begin"/>
            </w:r>
            <w:r>
              <w:rPr>
                <w:webHidden/>
              </w:rPr>
              <w:instrText xml:space="preserve"> PAGEREF _Toc162975765 \h </w:instrText>
            </w:r>
            <w:r>
              <w:rPr>
                <w:webHidden/>
              </w:rPr>
            </w:r>
            <w:r>
              <w:rPr>
                <w:webHidden/>
              </w:rPr>
              <w:fldChar w:fldCharType="separate"/>
            </w:r>
            <w:r>
              <w:rPr>
                <w:webHidden/>
              </w:rPr>
              <w:t>38</w:t>
            </w:r>
            <w:r>
              <w:rPr>
                <w:webHidden/>
              </w:rPr>
              <w:fldChar w:fldCharType="end"/>
            </w:r>
          </w:hyperlink>
        </w:p>
        <w:p w14:paraId="694928D5" w14:textId="565D4CD6" w:rsidR="001C0A14" w:rsidRDefault="001C0A14">
          <w:pPr>
            <w:pStyle w:val="Sisluet1"/>
            <w:rPr>
              <w:rFonts w:asciiTheme="minorHAnsi" w:eastAsiaTheme="minorEastAsia" w:hAnsiTheme="minorHAnsi" w:cstheme="minorBidi"/>
              <w:sz w:val="22"/>
              <w:lang w:eastAsia="fi-FI"/>
            </w:rPr>
          </w:pPr>
          <w:hyperlink w:anchor="_Toc162975766" w:history="1">
            <w:r w:rsidRPr="006B2A1E">
              <w:rPr>
                <w:rStyle w:val="Hyperlinkki"/>
              </w:rPr>
              <w:t>10</w:t>
            </w:r>
            <w:r>
              <w:rPr>
                <w:rFonts w:asciiTheme="minorHAnsi" w:eastAsiaTheme="minorEastAsia" w:hAnsiTheme="minorHAnsi" w:cstheme="minorBidi"/>
                <w:sz w:val="22"/>
                <w:lang w:eastAsia="fi-FI"/>
              </w:rPr>
              <w:tab/>
            </w:r>
            <w:r w:rsidRPr="006B2A1E">
              <w:rPr>
                <w:rStyle w:val="Hyperlinkki"/>
              </w:rPr>
              <w:t>Arkistoi luovutusilmoitus</w:t>
            </w:r>
            <w:r>
              <w:rPr>
                <w:webHidden/>
              </w:rPr>
              <w:tab/>
            </w:r>
            <w:r>
              <w:rPr>
                <w:webHidden/>
              </w:rPr>
              <w:fldChar w:fldCharType="begin"/>
            </w:r>
            <w:r>
              <w:rPr>
                <w:webHidden/>
              </w:rPr>
              <w:instrText xml:space="preserve"> PAGEREF _Toc162975766 \h </w:instrText>
            </w:r>
            <w:r>
              <w:rPr>
                <w:webHidden/>
              </w:rPr>
            </w:r>
            <w:r>
              <w:rPr>
                <w:webHidden/>
              </w:rPr>
              <w:fldChar w:fldCharType="separate"/>
            </w:r>
            <w:r>
              <w:rPr>
                <w:webHidden/>
              </w:rPr>
              <w:t>41</w:t>
            </w:r>
            <w:r>
              <w:rPr>
                <w:webHidden/>
              </w:rPr>
              <w:fldChar w:fldCharType="end"/>
            </w:r>
          </w:hyperlink>
        </w:p>
        <w:p w14:paraId="36B05709" w14:textId="157979EF" w:rsidR="001C0A14" w:rsidRDefault="001C0A14">
          <w:pPr>
            <w:pStyle w:val="Sisluet1"/>
            <w:rPr>
              <w:rFonts w:asciiTheme="minorHAnsi" w:eastAsiaTheme="minorEastAsia" w:hAnsiTheme="minorHAnsi" w:cstheme="minorBidi"/>
              <w:sz w:val="22"/>
              <w:lang w:eastAsia="fi-FI"/>
            </w:rPr>
          </w:pPr>
          <w:hyperlink w:anchor="_Toc162975767" w:history="1">
            <w:r w:rsidRPr="006B2A1E">
              <w:rPr>
                <w:rStyle w:val="Hyperlinkki"/>
              </w:rPr>
              <w:t>11</w:t>
            </w:r>
            <w:r>
              <w:rPr>
                <w:rFonts w:asciiTheme="minorHAnsi" w:eastAsiaTheme="minorEastAsia" w:hAnsiTheme="minorHAnsi" w:cstheme="minorBidi"/>
                <w:sz w:val="22"/>
                <w:lang w:eastAsia="fi-FI"/>
              </w:rPr>
              <w:tab/>
            </w:r>
            <w:r w:rsidRPr="006B2A1E">
              <w:rPr>
                <w:rStyle w:val="Hyperlinkki"/>
              </w:rPr>
              <w:t>Korvaa palvelutapahtuma-asiakirja (PPA, PPA11)</w:t>
            </w:r>
            <w:r>
              <w:rPr>
                <w:webHidden/>
              </w:rPr>
              <w:tab/>
            </w:r>
            <w:r>
              <w:rPr>
                <w:webHidden/>
              </w:rPr>
              <w:fldChar w:fldCharType="begin"/>
            </w:r>
            <w:r>
              <w:rPr>
                <w:webHidden/>
              </w:rPr>
              <w:instrText xml:space="preserve"> PAGEREF _Toc162975767 \h </w:instrText>
            </w:r>
            <w:r>
              <w:rPr>
                <w:webHidden/>
              </w:rPr>
            </w:r>
            <w:r>
              <w:rPr>
                <w:webHidden/>
              </w:rPr>
              <w:fldChar w:fldCharType="separate"/>
            </w:r>
            <w:r>
              <w:rPr>
                <w:webHidden/>
              </w:rPr>
              <w:t>44</w:t>
            </w:r>
            <w:r>
              <w:rPr>
                <w:webHidden/>
              </w:rPr>
              <w:fldChar w:fldCharType="end"/>
            </w:r>
          </w:hyperlink>
        </w:p>
        <w:p w14:paraId="2607BE13" w14:textId="712930CE" w:rsidR="001C0A14" w:rsidRDefault="001C0A14">
          <w:pPr>
            <w:pStyle w:val="Sisluet1"/>
            <w:rPr>
              <w:rFonts w:asciiTheme="minorHAnsi" w:eastAsiaTheme="minorEastAsia" w:hAnsiTheme="minorHAnsi" w:cstheme="minorBidi"/>
              <w:sz w:val="22"/>
              <w:lang w:eastAsia="fi-FI"/>
            </w:rPr>
          </w:pPr>
          <w:hyperlink w:anchor="_Toc162975768" w:history="1">
            <w:r w:rsidRPr="006B2A1E">
              <w:rPr>
                <w:rStyle w:val="Hyperlinkki"/>
              </w:rPr>
              <w:t>12</w:t>
            </w:r>
            <w:r>
              <w:rPr>
                <w:rFonts w:asciiTheme="minorHAnsi" w:eastAsiaTheme="minorEastAsia" w:hAnsiTheme="minorHAnsi" w:cstheme="minorBidi"/>
                <w:sz w:val="22"/>
                <w:lang w:eastAsia="fi-FI"/>
              </w:rPr>
              <w:tab/>
            </w:r>
            <w:r w:rsidRPr="006B2A1E">
              <w:rPr>
                <w:rStyle w:val="Hyperlinkki"/>
              </w:rPr>
              <w:t>Korvaa palvelutapahtuma-asiakirja</w:t>
            </w:r>
            <w:r>
              <w:rPr>
                <w:webHidden/>
              </w:rPr>
              <w:tab/>
            </w:r>
            <w:r>
              <w:rPr>
                <w:webHidden/>
              </w:rPr>
              <w:fldChar w:fldCharType="begin"/>
            </w:r>
            <w:r>
              <w:rPr>
                <w:webHidden/>
              </w:rPr>
              <w:instrText xml:space="preserve"> PAGEREF _Toc162975768 \h </w:instrText>
            </w:r>
            <w:r>
              <w:rPr>
                <w:webHidden/>
              </w:rPr>
            </w:r>
            <w:r>
              <w:rPr>
                <w:webHidden/>
              </w:rPr>
              <w:fldChar w:fldCharType="separate"/>
            </w:r>
            <w:r>
              <w:rPr>
                <w:webHidden/>
              </w:rPr>
              <w:t>47</w:t>
            </w:r>
            <w:r>
              <w:rPr>
                <w:webHidden/>
              </w:rPr>
              <w:fldChar w:fldCharType="end"/>
            </w:r>
          </w:hyperlink>
        </w:p>
        <w:p w14:paraId="1213B586" w14:textId="31E49CD2" w:rsidR="001C0A14" w:rsidRDefault="001C0A14">
          <w:pPr>
            <w:pStyle w:val="Sisluet1"/>
            <w:rPr>
              <w:rFonts w:asciiTheme="minorHAnsi" w:eastAsiaTheme="minorEastAsia" w:hAnsiTheme="minorHAnsi" w:cstheme="minorBidi"/>
              <w:sz w:val="22"/>
              <w:lang w:eastAsia="fi-FI"/>
            </w:rPr>
          </w:pPr>
          <w:hyperlink w:anchor="_Toc162975769" w:history="1">
            <w:r w:rsidRPr="006B2A1E">
              <w:rPr>
                <w:rStyle w:val="Hyperlinkki"/>
              </w:rPr>
              <w:t>13</w:t>
            </w:r>
            <w:r>
              <w:rPr>
                <w:rFonts w:asciiTheme="minorHAnsi" w:eastAsiaTheme="minorEastAsia" w:hAnsiTheme="minorHAnsi" w:cstheme="minorBidi"/>
                <w:sz w:val="22"/>
                <w:lang w:eastAsia="fi-FI"/>
              </w:rPr>
              <w:tab/>
            </w:r>
            <w:r w:rsidRPr="006B2A1E">
              <w:rPr>
                <w:rStyle w:val="Hyperlinkki"/>
              </w:rPr>
              <w:t>Korvaa hoitoasiakirja (PPA, PPA11)</w:t>
            </w:r>
            <w:r>
              <w:rPr>
                <w:webHidden/>
              </w:rPr>
              <w:tab/>
            </w:r>
            <w:r>
              <w:rPr>
                <w:webHidden/>
              </w:rPr>
              <w:fldChar w:fldCharType="begin"/>
            </w:r>
            <w:r>
              <w:rPr>
                <w:webHidden/>
              </w:rPr>
              <w:instrText xml:space="preserve"> PAGEREF _Toc162975769 \h </w:instrText>
            </w:r>
            <w:r>
              <w:rPr>
                <w:webHidden/>
              </w:rPr>
            </w:r>
            <w:r>
              <w:rPr>
                <w:webHidden/>
              </w:rPr>
              <w:fldChar w:fldCharType="separate"/>
            </w:r>
            <w:r>
              <w:rPr>
                <w:webHidden/>
              </w:rPr>
              <w:t>52</w:t>
            </w:r>
            <w:r>
              <w:rPr>
                <w:webHidden/>
              </w:rPr>
              <w:fldChar w:fldCharType="end"/>
            </w:r>
          </w:hyperlink>
        </w:p>
        <w:p w14:paraId="19278842" w14:textId="40B66026" w:rsidR="001C0A14" w:rsidRDefault="001C0A14">
          <w:pPr>
            <w:pStyle w:val="Sisluet1"/>
            <w:rPr>
              <w:rFonts w:asciiTheme="minorHAnsi" w:eastAsiaTheme="minorEastAsia" w:hAnsiTheme="minorHAnsi" w:cstheme="minorBidi"/>
              <w:sz w:val="22"/>
              <w:lang w:eastAsia="fi-FI"/>
            </w:rPr>
          </w:pPr>
          <w:hyperlink w:anchor="_Toc162975770" w:history="1">
            <w:r w:rsidRPr="006B2A1E">
              <w:rPr>
                <w:rStyle w:val="Hyperlinkki"/>
              </w:rPr>
              <w:t>14</w:t>
            </w:r>
            <w:r>
              <w:rPr>
                <w:rFonts w:asciiTheme="minorHAnsi" w:eastAsiaTheme="minorEastAsia" w:hAnsiTheme="minorHAnsi" w:cstheme="minorBidi"/>
                <w:sz w:val="22"/>
                <w:lang w:eastAsia="fi-FI"/>
              </w:rPr>
              <w:tab/>
            </w:r>
            <w:r w:rsidRPr="006B2A1E">
              <w:rPr>
                <w:rStyle w:val="Hyperlinkki"/>
              </w:rPr>
              <w:t>Korvaa hoitoasiakirja</w:t>
            </w:r>
            <w:r>
              <w:rPr>
                <w:webHidden/>
              </w:rPr>
              <w:tab/>
            </w:r>
            <w:r>
              <w:rPr>
                <w:webHidden/>
              </w:rPr>
              <w:fldChar w:fldCharType="begin"/>
            </w:r>
            <w:r>
              <w:rPr>
                <w:webHidden/>
              </w:rPr>
              <w:instrText xml:space="preserve"> PAGEREF _Toc162975770 \h </w:instrText>
            </w:r>
            <w:r>
              <w:rPr>
                <w:webHidden/>
              </w:rPr>
            </w:r>
            <w:r>
              <w:rPr>
                <w:webHidden/>
              </w:rPr>
              <w:fldChar w:fldCharType="separate"/>
            </w:r>
            <w:r>
              <w:rPr>
                <w:webHidden/>
              </w:rPr>
              <w:t>58</w:t>
            </w:r>
            <w:r>
              <w:rPr>
                <w:webHidden/>
              </w:rPr>
              <w:fldChar w:fldCharType="end"/>
            </w:r>
          </w:hyperlink>
        </w:p>
        <w:p w14:paraId="1CA316C2" w14:textId="5EE8BBCA" w:rsidR="001C0A14" w:rsidRDefault="001C0A14">
          <w:pPr>
            <w:pStyle w:val="Sisluet1"/>
            <w:rPr>
              <w:rFonts w:asciiTheme="minorHAnsi" w:eastAsiaTheme="minorEastAsia" w:hAnsiTheme="minorHAnsi" w:cstheme="minorBidi"/>
              <w:sz w:val="22"/>
              <w:lang w:eastAsia="fi-FI"/>
            </w:rPr>
          </w:pPr>
          <w:hyperlink w:anchor="_Toc162975771" w:history="1">
            <w:r w:rsidRPr="006B2A1E">
              <w:rPr>
                <w:rStyle w:val="Hyperlinkki"/>
              </w:rPr>
              <w:t>15</w:t>
            </w:r>
            <w:r>
              <w:rPr>
                <w:rFonts w:asciiTheme="minorHAnsi" w:eastAsiaTheme="minorEastAsia" w:hAnsiTheme="minorHAnsi" w:cstheme="minorBidi"/>
                <w:sz w:val="22"/>
                <w:lang w:eastAsia="fi-FI"/>
              </w:rPr>
              <w:tab/>
            </w:r>
            <w:r w:rsidRPr="006B2A1E">
              <w:rPr>
                <w:rStyle w:val="Hyperlinkki"/>
              </w:rPr>
              <w:t>Korvaa Tahdonilmaisupalvelun asiakirja</w:t>
            </w:r>
            <w:r>
              <w:rPr>
                <w:webHidden/>
              </w:rPr>
              <w:tab/>
            </w:r>
            <w:r>
              <w:rPr>
                <w:webHidden/>
              </w:rPr>
              <w:fldChar w:fldCharType="begin"/>
            </w:r>
            <w:r>
              <w:rPr>
                <w:webHidden/>
              </w:rPr>
              <w:instrText xml:space="preserve"> PAGEREF _Toc162975771 \h </w:instrText>
            </w:r>
            <w:r>
              <w:rPr>
                <w:webHidden/>
              </w:rPr>
            </w:r>
            <w:r>
              <w:rPr>
                <w:webHidden/>
              </w:rPr>
              <w:fldChar w:fldCharType="separate"/>
            </w:r>
            <w:r>
              <w:rPr>
                <w:webHidden/>
              </w:rPr>
              <w:t>65</w:t>
            </w:r>
            <w:r>
              <w:rPr>
                <w:webHidden/>
              </w:rPr>
              <w:fldChar w:fldCharType="end"/>
            </w:r>
          </w:hyperlink>
        </w:p>
        <w:p w14:paraId="37ACCE98" w14:textId="12E7BDD2" w:rsidR="001C0A14" w:rsidRDefault="001C0A14">
          <w:pPr>
            <w:pStyle w:val="Sisluet1"/>
            <w:rPr>
              <w:rFonts w:asciiTheme="minorHAnsi" w:eastAsiaTheme="minorEastAsia" w:hAnsiTheme="minorHAnsi" w:cstheme="minorBidi"/>
              <w:sz w:val="22"/>
              <w:lang w:eastAsia="fi-FI"/>
            </w:rPr>
          </w:pPr>
          <w:hyperlink w:anchor="_Toc162975772" w:history="1">
            <w:r w:rsidRPr="006B2A1E">
              <w:rPr>
                <w:rStyle w:val="Hyperlinkki"/>
              </w:rPr>
              <w:t>16</w:t>
            </w:r>
            <w:r>
              <w:rPr>
                <w:rFonts w:asciiTheme="minorHAnsi" w:eastAsiaTheme="minorEastAsia" w:hAnsiTheme="minorHAnsi" w:cstheme="minorBidi"/>
                <w:sz w:val="22"/>
                <w:lang w:eastAsia="fi-FI"/>
              </w:rPr>
              <w:tab/>
            </w:r>
            <w:r w:rsidRPr="006B2A1E">
              <w:rPr>
                <w:rStyle w:val="Hyperlinkki"/>
              </w:rPr>
              <w:t>Korvaa arkistoasiakirja</w:t>
            </w:r>
            <w:r>
              <w:rPr>
                <w:webHidden/>
              </w:rPr>
              <w:tab/>
            </w:r>
            <w:r>
              <w:rPr>
                <w:webHidden/>
              </w:rPr>
              <w:fldChar w:fldCharType="begin"/>
            </w:r>
            <w:r>
              <w:rPr>
                <w:webHidden/>
              </w:rPr>
              <w:instrText xml:space="preserve"> PAGEREF _Toc162975772 \h </w:instrText>
            </w:r>
            <w:r>
              <w:rPr>
                <w:webHidden/>
              </w:rPr>
            </w:r>
            <w:r>
              <w:rPr>
                <w:webHidden/>
              </w:rPr>
              <w:fldChar w:fldCharType="separate"/>
            </w:r>
            <w:r>
              <w:rPr>
                <w:webHidden/>
              </w:rPr>
              <w:t>70</w:t>
            </w:r>
            <w:r>
              <w:rPr>
                <w:webHidden/>
              </w:rPr>
              <w:fldChar w:fldCharType="end"/>
            </w:r>
          </w:hyperlink>
        </w:p>
        <w:p w14:paraId="7B7E66F2" w14:textId="59E495B5" w:rsidR="001C0A14" w:rsidRDefault="001C0A14">
          <w:pPr>
            <w:pStyle w:val="Sisluet1"/>
            <w:rPr>
              <w:rFonts w:asciiTheme="minorHAnsi" w:eastAsiaTheme="minorEastAsia" w:hAnsiTheme="minorHAnsi" w:cstheme="minorBidi"/>
              <w:sz w:val="22"/>
              <w:lang w:eastAsia="fi-FI"/>
            </w:rPr>
          </w:pPr>
          <w:hyperlink w:anchor="_Toc162975773" w:history="1">
            <w:r w:rsidRPr="006B2A1E">
              <w:rPr>
                <w:rStyle w:val="Hyperlinkki"/>
              </w:rPr>
              <w:t>17</w:t>
            </w:r>
            <w:r>
              <w:rPr>
                <w:rFonts w:asciiTheme="minorHAnsi" w:eastAsiaTheme="minorEastAsia" w:hAnsiTheme="minorHAnsi" w:cstheme="minorBidi"/>
                <w:sz w:val="22"/>
                <w:lang w:eastAsia="fi-FI"/>
              </w:rPr>
              <w:tab/>
            </w:r>
            <w:r w:rsidRPr="006B2A1E">
              <w:rPr>
                <w:rStyle w:val="Hyperlinkki"/>
              </w:rPr>
              <w:t>Hae potilasasiakirjoja (PPB, PPB11)</w:t>
            </w:r>
            <w:r>
              <w:rPr>
                <w:webHidden/>
              </w:rPr>
              <w:tab/>
            </w:r>
            <w:r>
              <w:rPr>
                <w:webHidden/>
              </w:rPr>
              <w:fldChar w:fldCharType="begin"/>
            </w:r>
            <w:r>
              <w:rPr>
                <w:webHidden/>
              </w:rPr>
              <w:instrText xml:space="preserve"> PAGEREF _Toc162975773 \h </w:instrText>
            </w:r>
            <w:r>
              <w:rPr>
                <w:webHidden/>
              </w:rPr>
            </w:r>
            <w:r>
              <w:rPr>
                <w:webHidden/>
              </w:rPr>
              <w:fldChar w:fldCharType="separate"/>
            </w:r>
            <w:r>
              <w:rPr>
                <w:webHidden/>
              </w:rPr>
              <w:t>73</w:t>
            </w:r>
            <w:r>
              <w:rPr>
                <w:webHidden/>
              </w:rPr>
              <w:fldChar w:fldCharType="end"/>
            </w:r>
          </w:hyperlink>
        </w:p>
        <w:p w14:paraId="3B4047ED" w14:textId="4264D335" w:rsidR="001C0A14" w:rsidRDefault="001C0A14">
          <w:pPr>
            <w:pStyle w:val="Sisluet1"/>
            <w:rPr>
              <w:rFonts w:asciiTheme="minorHAnsi" w:eastAsiaTheme="minorEastAsia" w:hAnsiTheme="minorHAnsi" w:cstheme="minorBidi"/>
              <w:sz w:val="22"/>
              <w:lang w:eastAsia="fi-FI"/>
            </w:rPr>
          </w:pPr>
          <w:hyperlink w:anchor="_Toc162975774" w:history="1">
            <w:r w:rsidRPr="006B2A1E">
              <w:rPr>
                <w:rStyle w:val="Hyperlinkki"/>
              </w:rPr>
              <w:t>18</w:t>
            </w:r>
            <w:r>
              <w:rPr>
                <w:rFonts w:asciiTheme="minorHAnsi" w:eastAsiaTheme="minorEastAsia" w:hAnsiTheme="minorHAnsi" w:cstheme="minorBidi"/>
                <w:sz w:val="22"/>
                <w:lang w:eastAsia="fi-FI"/>
              </w:rPr>
              <w:tab/>
            </w:r>
            <w:r w:rsidRPr="006B2A1E">
              <w:rPr>
                <w:rStyle w:val="Hyperlinkki"/>
              </w:rPr>
              <w:t>Hae oman rekisterin asiakirjoja</w:t>
            </w:r>
            <w:r>
              <w:rPr>
                <w:webHidden/>
              </w:rPr>
              <w:tab/>
            </w:r>
            <w:r>
              <w:rPr>
                <w:webHidden/>
              </w:rPr>
              <w:fldChar w:fldCharType="begin"/>
            </w:r>
            <w:r>
              <w:rPr>
                <w:webHidden/>
              </w:rPr>
              <w:instrText xml:space="preserve"> PAGEREF _Toc162975774 \h </w:instrText>
            </w:r>
            <w:r>
              <w:rPr>
                <w:webHidden/>
              </w:rPr>
            </w:r>
            <w:r>
              <w:rPr>
                <w:webHidden/>
              </w:rPr>
              <w:fldChar w:fldCharType="separate"/>
            </w:r>
            <w:r>
              <w:rPr>
                <w:webHidden/>
              </w:rPr>
              <w:t>81</w:t>
            </w:r>
            <w:r>
              <w:rPr>
                <w:webHidden/>
              </w:rPr>
              <w:fldChar w:fldCharType="end"/>
            </w:r>
          </w:hyperlink>
        </w:p>
        <w:p w14:paraId="2C142C3C" w14:textId="458365D2" w:rsidR="001C0A14" w:rsidRDefault="001C0A14">
          <w:pPr>
            <w:pStyle w:val="Sisluet1"/>
            <w:rPr>
              <w:rFonts w:asciiTheme="minorHAnsi" w:eastAsiaTheme="minorEastAsia" w:hAnsiTheme="minorHAnsi" w:cstheme="minorBidi"/>
              <w:sz w:val="22"/>
              <w:lang w:eastAsia="fi-FI"/>
            </w:rPr>
          </w:pPr>
          <w:hyperlink w:anchor="_Toc162975775" w:history="1">
            <w:r w:rsidRPr="006B2A1E">
              <w:rPr>
                <w:rStyle w:val="Hyperlinkki"/>
              </w:rPr>
              <w:t>19</w:t>
            </w:r>
            <w:r>
              <w:rPr>
                <w:rFonts w:asciiTheme="minorHAnsi" w:eastAsiaTheme="minorEastAsia" w:hAnsiTheme="minorHAnsi" w:cstheme="minorBidi"/>
                <w:sz w:val="22"/>
                <w:lang w:eastAsia="fi-FI"/>
              </w:rPr>
              <w:tab/>
            </w:r>
            <w:r w:rsidRPr="006B2A1E">
              <w:rPr>
                <w:rStyle w:val="Hyperlinkki"/>
              </w:rPr>
              <w:t>Hae asiakirjoja luovutuksena</w:t>
            </w:r>
            <w:r>
              <w:rPr>
                <w:webHidden/>
              </w:rPr>
              <w:tab/>
            </w:r>
            <w:r>
              <w:rPr>
                <w:webHidden/>
              </w:rPr>
              <w:fldChar w:fldCharType="begin"/>
            </w:r>
            <w:r>
              <w:rPr>
                <w:webHidden/>
              </w:rPr>
              <w:instrText xml:space="preserve"> PAGEREF _Toc162975775 \h </w:instrText>
            </w:r>
            <w:r>
              <w:rPr>
                <w:webHidden/>
              </w:rPr>
            </w:r>
            <w:r>
              <w:rPr>
                <w:webHidden/>
              </w:rPr>
              <w:fldChar w:fldCharType="separate"/>
            </w:r>
            <w:r>
              <w:rPr>
                <w:webHidden/>
              </w:rPr>
              <w:t>85</w:t>
            </w:r>
            <w:r>
              <w:rPr>
                <w:webHidden/>
              </w:rPr>
              <w:fldChar w:fldCharType="end"/>
            </w:r>
          </w:hyperlink>
        </w:p>
        <w:p w14:paraId="1CF1CB2C" w14:textId="39877477" w:rsidR="001C0A14" w:rsidRDefault="001C0A14">
          <w:pPr>
            <w:pStyle w:val="Sisluet1"/>
            <w:rPr>
              <w:rFonts w:asciiTheme="minorHAnsi" w:eastAsiaTheme="minorEastAsia" w:hAnsiTheme="minorHAnsi" w:cstheme="minorBidi"/>
              <w:sz w:val="22"/>
              <w:lang w:eastAsia="fi-FI"/>
            </w:rPr>
          </w:pPr>
          <w:hyperlink w:anchor="_Toc162975776" w:history="1">
            <w:r w:rsidRPr="006B2A1E">
              <w:rPr>
                <w:rStyle w:val="Hyperlinkki"/>
              </w:rPr>
              <w:t>20</w:t>
            </w:r>
            <w:r>
              <w:rPr>
                <w:rFonts w:asciiTheme="minorHAnsi" w:eastAsiaTheme="minorEastAsia" w:hAnsiTheme="minorHAnsi" w:cstheme="minorBidi"/>
                <w:sz w:val="22"/>
                <w:lang w:eastAsia="fi-FI"/>
              </w:rPr>
              <w:tab/>
            </w:r>
            <w:r w:rsidRPr="006B2A1E">
              <w:rPr>
                <w:rStyle w:val="Hyperlinkki"/>
              </w:rPr>
              <w:t>Hae asiakirjoja ostopalvelutilanteessa</w:t>
            </w:r>
            <w:r>
              <w:rPr>
                <w:webHidden/>
              </w:rPr>
              <w:tab/>
            </w:r>
            <w:r>
              <w:rPr>
                <w:webHidden/>
              </w:rPr>
              <w:fldChar w:fldCharType="begin"/>
            </w:r>
            <w:r>
              <w:rPr>
                <w:webHidden/>
              </w:rPr>
              <w:instrText xml:space="preserve"> PAGEREF _Toc162975776 \h </w:instrText>
            </w:r>
            <w:r>
              <w:rPr>
                <w:webHidden/>
              </w:rPr>
            </w:r>
            <w:r>
              <w:rPr>
                <w:webHidden/>
              </w:rPr>
              <w:fldChar w:fldCharType="separate"/>
            </w:r>
            <w:r>
              <w:rPr>
                <w:webHidden/>
              </w:rPr>
              <w:t>89</w:t>
            </w:r>
            <w:r>
              <w:rPr>
                <w:webHidden/>
              </w:rPr>
              <w:fldChar w:fldCharType="end"/>
            </w:r>
          </w:hyperlink>
        </w:p>
        <w:p w14:paraId="030C1481" w14:textId="196EC937" w:rsidR="001C0A14" w:rsidRDefault="001C0A14">
          <w:pPr>
            <w:pStyle w:val="Sisluet1"/>
            <w:rPr>
              <w:rFonts w:asciiTheme="minorHAnsi" w:eastAsiaTheme="minorEastAsia" w:hAnsiTheme="minorHAnsi" w:cstheme="minorBidi"/>
              <w:sz w:val="22"/>
              <w:lang w:eastAsia="fi-FI"/>
            </w:rPr>
          </w:pPr>
          <w:hyperlink w:anchor="_Toc162975777" w:history="1">
            <w:r w:rsidRPr="006B2A1E">
              <w:rPr>
                <w:rStyle w:val="Hyperlinkki"/>
              </w:rPr>
              <w:t>21</w:t>
            </w:r>
            <w:r>
              <w:rPr>
                <w:rFonts w:asciiTheme="minorHAnsi" w:eastAsiaTheme="minorEastAsia" w:hAnsiTheme="minorHAnsi" w:cstheme="minorBidi"/>
                <w:sz w:val="22"/>
                <w:lang w:eastAsia="fi-FI"/>
              </w:rPr>
              <w:tab/>
            </w:r>
            <w:r w:rsidRPr="006B2A1E">
              <w:rPr>
                <w:rStyle w:val="Hyperlinkki"/>
              </w:rPr>
              <w:t>Hae Tahdonilmaisupalvelun asiakirjoja</w:t>
            </w:r>
            <w:r>
              <w:rPr>
                <w:webHidden/>
              </w:rPr>
              <w:tab/>
            </w:r>
            <w:r>
              <w:rPr>
                <w:webHidden/>
              </w:rPr>
              <w:fldChar w:fldCharType="begin"/>
            </w:r>
            <w:r>
              <w:rPr>
                <w:webHidden/>
              </w:rPr>
              <w:instrText xml:space="preserve"> PAGEREF _Toc162975777 \h </w:instrText>
            </w:r>
            <w:r>
              <w:rPr>
                <w:webHidden/>
              </w:rPr>
            </w:r>
            <w:r>
              <w:rPr>
                <w:webHidden/>
              </w:rPr>
              <w:fldChar w:fldCharType="separate"/>
            </w:r>
            <w:r>
              <w:rPr>
                <w:webHidden/>
              </w:rPr>
              <w:t>93</w:t>
            </w:r>
            <w:r>
              <w:rPr>
                <w:webHidden/>
              </w:rPr>
              <w:fldChar w:fldCharType="end"/>
            </w:r>
          </w:hyperlink>
        </w:p>
        <w:p w14:paraId="017B5137" w14:textId="34195BE0" w:rsidR="001C0A14" w:rsidRDefault="001C0A14">
          <w:pPr>
            <w:pStyle w:val="Sisluet1"/>
            <w:rPr>
              <w:rFonts w:asciiTheme="minorHAnsi" w:eastAsiaTheme="minorEastAsia" w:hAnsiTheme="minorHAnsi" w:cstheme="minorBidi"/>
              <w:sz w:val="22"/>
              <w:lang w:eastAsia="fi-FI"/>
            </w:rPr>
          </w:pPr>
          <w:hyperlink w:anchor="_Toc162975778" w:history="1">
            <w:r w:rsidRPr="006B2A1E">
              <w:rPr>
                <w:rStyle w:val="Hyperlinkki"/>
              </w:rPr>
              <w:t>22</w:t>
            </w:r>
            <w:r>
              <w:rPr>
                <w:rFonts w:asciiTheme="minorHAnsi" w:eastAsiaTheme="minorEastAsia" w:hAnsiTheme="minorHAnsi" w:cstheme="minorBidi"/>
                <w:sz w:val="22"/>
                <w:lang w:eastAsia="fi-FI"/>
              </w:rPr>
              <w:tab/>
            </w:r>
            <w:r w:rsidRPr="006B2A1E">
              <w:rPr>
                <w:rStyle w:val="Hyperlinkki"/>
              </w:rPr>
              <w:t>Hae arkistoasiakirjoja</w:t>
            </w:r>
            <w:r>
              <w:rPr>
                <w:webHidden/>
              </w:rPr>
              <w:tab/>
            </w:r>
            <w:r>
              <w:rPr>
                <w:webHidden/>
              </w:rPr>
              <w:fldChar w:fldCharType="begin"/>
            </w:r>
            <w:r>
              <w:rPr>
                <w:webHidden/>
              </w:rPr>
              <w:instrText xml:space="preserve"> PAGEREF _Toc162975778 \h </w:instrText>
            </w:r>
            <w:r>
              <w:rPr>
                <w:webHidden/>
              </w:rPr>
            </w:r>
            <w:r>
              <w:rPr>
                <w:webHidden/>
              </w:rPr>
              <w:fldChar w:fldCharType="separate"/>
            </w:r>
            <w:r>
              <w:rPr>
                <w:webHidden/>
              </w:rPr>
              <w:t>98</w:t>
            </w:r>
            <w:r>
              <w:rPr>
                <w:webHidden/>
              </w:rPr>
              <w:fldChar w:fldCharType="end"/>
            </w:r>
          </w:hyperlink>
        </w:p>
        <w:p w14:paraId="72E74EDF" w14:textId="69DB19EF" w:rsidR="001C0A14" w:rsidRDefault="001C0A14">
          <w:pPr>
            <w:pStyle w:val="Sisluet1"/>
            <w:rPr>
              <w:rFonts w:asciiTheme="minorHAnsi" w:eastAsiaTheme="minorEastAsia" w:hAnsiTheme="minorHAnsi" w:cstheme="minorBidi"/>
              <w:sz w:val="22"/>
              <w:lang w:eastAsia="fi-FI"/>
            </w:rPr>
          </w:pPr>
          <w:hyperlink w:anchor="_Toc162975779" w:history="1">
            <w:r w:rsidRPr="006B2A1E">
              <w:rPr>
                <w:rStyle w:val="Hyperlinkki"/>
              </w:rPr>
              <w:t>23</w:t>
            </w:r>
            <w:r>
              <w:rPr>
                <w:rFonts w:asciiTheme="minorHAnsi" w:eastAsiaTheme="minorEastAsia" w:hAnsiTheme="minorHAnsi" w:cstheme="minorBidi"/>
                <w:sz w:val="22"/>
                <w:lang w:eastAsia="fi-FI"/>
              </w:rPr>
              <w:tab/>
            </w:r>
            <w:r w:rsidRPr="006B2A1E">
              <w:rPr>
                <w:rStyle w:val="Hyperlinkki"/>
              </w:rPr>
              <w:t>Hae keskeisiä tietoja (PPC)</w:t>
            </w:r>
            <w:r>
              <w:rPr>
                <w:webHidden/>
              </w:rPr>
              <w:tab/>
            </w:r>
            <w:r>
              <w:rPr>
                <w:webHidden/>
              </w:rPr>
              <w:fldChar w:fldCharType="begin"/>
            </w:r>
            <w:r>
              <w:rPr>
                <w:webHidden/>
              </w:rPr>
              <w:instrText xml:space="preserve"> PAGEREF _Toc162975779 \h </w:instrText>
            </w:r>
            <w:r>
              <w:rPr>
                <w:webHidden/>
              </w:rPr>
            </w:r>
            <w:r>
              <w:rPr>
                <w:webHidden/>
              </w:rPr>
              <w:fldChar w:fldCharType="separate"/>
            </w:r>
            <w:r>
              <w:rPr>
                <w:webHidden/>
              </w:rPr>
              <w:t>108</w:t>
            </w:r>
            <w:r>
              <w:rPr>
                <w:webHidden/>
              </w:rPr>
              <w:fldChar w:fldCharType="end"/>
            </w:r>
          </w:hyperlink>
        </w:p>
        <w:p w14:paraId="2EC9B213" w14:textId="6D61C646" w:rsidR="001C0A14" w:rsidRDefault="001C0A14">
          <w:pPr>
            <w:pStyle w:val="Sisluet1"/>
            <w:rPr>
              <w:rFonts w:asciiTheme="minorHAnsi" w:eastAsiaTheme="minorEastAsia" w:hAnsiTheme="minorHAnsi" w:cstheme="minorBidi"/>
              <w:sz w:val="22"/>
              <w:lang w:eastAsia="fi-FI"/>
            </w:rPr>
          </w:pPr>
          <w:hyperlink w:anchor="_Toc162975780" w:history="1">
            <w:r w:rsidRPr="006B2A1E">
              <w:rPr>
                <w:rStyle w:val="Hyperlinkki"/>
              </w:rPr>
              <w:t>24</w:t>
            </w:r>
            <w:r>
              <w:rPr>
                <w:rFonts w:asciiTheme="minorHAnsi" w:eastAsiaTheme="minorEastAsia" w:hAnsiTheme="minorHAnsi" w:cstheme="minorBidi"/>
                <w:sz w:val="22"/>
                <w:lang w:eastAsia="fi-FI"/>
              </w:rPr>
              <w:tab/>
            </w:r>
            <w:r w:rsidRPr="006B2A1E">
              <w:rPr>
                <w:rStyle w:val="Hyperlinkki"/>
              </w:rPr>
              <w:t>Hae keskeisiä terveystietoja</w:t>
            </w:r>
            <w:r>
              <w:rPr>
                <w:webHidden/>
              </w:rPr>
              <w:tab/>
            </w:r>
            <w:r>
              <w:rPr>
                <w:webHidden/>
              </w:rPr>
              <w:fldChar w:fldCharType="begin"/>
            </w:r>
            <w:r>
              <w:rPr>
                <w:webHidden/>
              </w:rPr>
              <w:instrText xml:space="preserve"> PAGEREF _Toc162975780 \h </w:instrText>
            </w:r>
            <w:r>
              <w:rPr>
                <w:webHidden/>
              </w:rPr>
            </w:r>
            <w:r>
              <w:rPr>
                <w:webHidden/>
              </w:rPr>
              <w:fldChar w:fldCharType="separate"/>
            </w:r>
            <w:r>
              <w:rPr>
                <w:webHidden/>
              </w:rPr>
              <w:t>112</w:t>
            </w:r>
            <w:r>
              <w:rPr>
                <w:webHidden/>
              </w:rPr>
              <w:fldChar w:fldCharType="end"/>
            </w:r>
          </w:hyperlink>
        </w:p>
        <w:p w14:paraId="0AC14D4F" w14:textId="5A7FF135" w:rsidR="001C0A14" w:rsidRDefault="001C0A14">
          <w:pPr>
            <w:pStyle w:val="Sisluet1"/>
            <w:rPr>
              <w:rFonts w:asciiTheme="minorHAnsi" w:eastAsiaTheme="minorEastAsia" w:hAnsiTheme="minorHAnsi" w:cstheme="minorBidi"/>
              <w:sz w:val="22"/>
              <w:lang w:eastAsia="fi-FI"/>
            </w:rPr>
          </w:pPr>
          <w:hyperlink w:anchor="_Toc162975781" w:history="1">
            <w:r w:rsidRPr="006B2A1E">
              <w:rPr>
                <w:rStyle w:val="Hyperlinkki"/>
              </w:rPr>
              <w:t>25</w:t>
            </w:r>
            <w:r>
              <w:rPr>
                <w:rFonts w:asciiTheme="minorHAnsi" w:eastAsiaTheme="minorEastAsia" w:hAnsiTheme="minorHAnsi" w:cstheme="minorBidi"/>
                <w:sz w:val="22"/>
                <w:lang w:eastAsia="fi-FI"/>
              </w:rPr>
              <w:tab/>
            </w:r>
            <w:r w:rsidRPr="006B2A1E">
              <w:rPr>
                <w:rStyle w:val="Hyperlinkki"/>
              </w:rPr>
              <w:t>Hae koronatodistus</w:t>
            </w:r>
            <w:r>
              <w:rPr>
                <w:webHidden/>
              </w:rPr>
              <w:tab/>
            </w:r>
            <w:r>
              <w:rPr>
                <w:webHidden/>
              </w:rPr>
              <w:fldChar w:fldCharType="begin"/>
            </w:r>
            <w:r>
              <w:rPr>
                <w:webHidden/>
              </w:rPr>
              <w:instrText xml:space="preserve"> PAGEREF _Toc162975781 \h </w:instrText>
            </w:r>
            <w:r>
              <w:rPr>
                <w:webHidden/>
              </w:rPr>
            </w:r>
            <w:r>
              <w:rPr>
                <w:webHidden/>
              </w:rPr>
              <w:fldChar w:fldCharType="separate"/>
            </w:r>
            <w:r>
              <w:rPr>
                <w:webHidden/>
              </w:rPr>
              <w:t>116</w:t>
            </w:r>
            <w:r>
              <w:rPr>
                <w:webHidden/>
              </w:rPr>
              <w:fldChar w:fldCharType="end"/>
            </w:r>
          </w:hyperlink>
        </w:p>
        <w:p w14:paraId="34BF9156" w14:textId="1EBC688E" w:rsidR="001C0A14" w:rsidRDefault="001C0A14">
          <w:pPr>
            <w:pStyle w:val="Sisluet1"/>
            <w:rPr>
              <w:rFonts w:asciiTheme="minorHAnsi" w:eastAsiaTheme="minorEastAsia" w:hAnsiTheme="minorHAnsi" w:cstheme="minorBidi"/>
              <w:sz w:val="22"/>
              <w:lang w:eastAsia="fi-FI"/>
            </w:rPr>
          </w:pPr>
          <w:hyperlink w:anchor="_Toc162975782" w:history="1">
            <w:r w:rsidRPr="006B2A1E">
              <w:rPr>
                <w:rStyle w:val="Hyperlinkki"/>
              </w:rPr>
              <w:t>26</w:t>
            </w:r>
            <w:r>
              <w:rPr>
                <w:rFonts w:asciiTheme="minorHAnsi" w:eastAsiaTheme="minorEastAsia" w:hAnsiTheme="minorHAnsi" w:cstheme="minorBidi"/>
                <w:sz w:val="22"/>
                <w:lang w:eastAsia="fi-FI"/>
              </w:rPr>
              <w:tab/>
            </w:r>
            <w:r w:rsidRPr="006B2A1E">
              <w:rPr>
                <w:rStyle w:val="Hyperlinkki"/>
              </w:rPr>
              <w:t>Edelleenvälitä asiakirja</w:t>
            </w:r>
            <w:r>
              <w:rPr>
                <w:webHidden/>
              </w:rPr>
              <w:tab/>
            </w:r>
            <w:r>
              <w:rPr>
                <w:webHidden/>
              </w:rPr>
              <w:fldChar w:fldCharType="begin"/>
            </w:r>
            <w:r>
              <w:rPr>
                <w:webHidden/>
              </w:rPr>
              <w:instrText xml:space="preserve"> PAGEREF _Toc162975782 \h </w:instrText>
            </w:r>
            <w:r>
              <w:rPr>
                <w:webHidden/>
              </w:rPr>
            </w:r>
            <w:r>
              <w:rPr>
                <w:webHidden/>
              </w:rPr>
              <w:fldChar w:fldCharType="separate"/>
            </w:r>
            <w:r>
              <w:rPr>
                <w:webHidden/>
              </w:rPr>
              <w:t>121</w:t>
            </w:r>
            <w:r>
              <w:rPr>
                <w:webHidden/>
              </w:rPr>
              <w:fldChar w:fldCharType="end"/>
            </w:r>
          </w:hyperlink>
        </w:p>
        <w:p w14:paraId="34376E94" w14:textId="2D900C36" w:rsidR="001C0A14" w:rsidRDefault="001C0A14">
          <w:pPr>
            <w:pStyle w:val="Sisluet1"/>
            <w:rPr>
              <w:rFonts w:asciiTheme="minorHAnsi" w:eastAsiaTheme="minorEastAsia" w:hAnsiTheme="minorHAnsi" w:cstheme="minorBidi"/>
              <w:sz w:val="22"/>
              <w:lang w:eastAsia="fi-FI"/>
            </w:rPr>
          </w:pPr>
          <w:hyperlink w:anchor="_Toc162975783" w:history="1">
            <w:r w:rsidRPr="006B2A1E">
              <w:rPr>
                <w:rStyle w:val="Hyperlinkki"/>
              </w:rPr>
              <w:t>27</w:t>
            </w:r>
            <w:r>
              <w:rPr>
                <w:rFonts w:asciiTheme="minorHAnsi" w:eastAsiaTheme="minorEastAsia" w:hAnsiTheme="minorHAnsi" w:cstheme="minorBidi"/>
                <w:sz w:val="22"/>
                <w:lang w:eastAsia="fi-FI"/>
              </w:rPr>
              <w:tab/>
            </w:r>
            <w:r w:rsidRPr="006B2A1E">
              <w:rPr>
                <w:rStyle w:val="Hyperlinkki"/>
              </w:rPr>
              <w:t>Alikäyttötapaus: Arkistoi asiakirja</w:t>
            </w:r>
            <w:r>
              <w:rPr>
                <w:webHidden/>
              </w:rPr>
              <w:tab/>
            </w:r>
            <w:r>
              <w:rPr>
                <w:webHidden/>
              </w:rPr>
              <w:fldChar w:fldCharType="begin"/>
            </w:r>
            <w:r>
              <w:rPr>
                <w:webHidden/>
              </w:rPr>
              <w:instrText xml:space="preserve"> PAGEREF _Toc162975783 \h </w:instrText>
            </w:r>
            <w:r>
              <w:rPr>
                <w:webHidden/>
              </w:rPr>
            </w:r>
            <w:r>
              <w:rPr>
                <w:webHidden/>
              </w:rPr>
              <w:fldChar w:fldCharType="separate"/>
            </w:r>
            <w:r>
              <w:rPr>
                <w:webHidden/>
              </w:rPr>
              <w:t>123</w:t>
            </w:r>
            <w:r>
              <w:rPr>
                <w:webHidden/>
              </w:rPr>
              <w:fldChar w:fldCharType="end"/>
            </w:r>
          </w:hyperlink>
        </w:p>
        <w:p w14:paraId="4D99F18A" w14:textId="69117818" w:rsidR="001C0A14" w:rsidRDefault="001C0A14">
          <w:pPr>
            <w:pStyle w:val="Sisluet1"/>
            <w:rPr>
              <w:rFonts w:asciiTheme="minorHAnsi" w:eastAsiaTheme="minorEastAsia" w:hAnsiTheme="minorHAnsi" w:cstheme="minorBidi"/>
              <w:sz w:val="22"/>
              <w:lang w:eastAsia="fi-FI"/>
            </w:rPr>
          </w:pPr>
          <w:hyperlink w:anchor="_Toc162975784" w:history="1">
            <w:r w:rsidRPr="006B2A1E">
              <w:rPr>
                <w:rStyle w:val="Hyperlinkki"/>
              </w:rPr>
              <w:t>28</w:t>
            </w:r>
            <w:r>
              <w:rPr>
                <w:rFonts w:asciiTheme="minorHAnsi" w:eastAsiaTheme="minorEastAsia" w:hAnsiTheme="minorHAnsi" w:cstheme="minorBidi"/>
                <w:sz w:val="22"/>
                <w:lang w:eastAsia="fi-FI"/>
              </w:rPr>
              <w:tab/>
            </w:r>
            <w:r w:rsidRPr="006B2A1E">
              <w:rPr>
                <w:rStyle w:val="Hyperlinkki"/>
              </w:rPr>
              <w:t>Alikäyttötapaus: Hae tiedot</w:t>
            </w:r>
            <w:r>
              <w:rPr>
                <w:webHidden/>
              </w:rPr>
              <w:tab/>
            </w:r>
            <w:r>
              <w:rPr>
                <w:webHidden/>
              </w:rPr>
              <w:fldChar w:fldCharType="begin"/>
            </w:r>
            <w:r>
              <w:rPr>
                <w:webHidden/>
              </w:rPr>
              <w:instrText xml:space="preserve"> PAGEREF _Toc162975784 \h </w:instrText>
            </w:r>
            <w:r>
              <w:rPr>
                <w:webHidden/>
              </w:rPr>
            </w:r>
            <w:r>
              <w:rPr>
                <w:webHidden/>
              </w:rPr>
              <w:fldChar w:fldCharType="separate"/>
            </w:r>
            <w:r>
              <w:rPr>
                <w:webHidden/>
              </w:rPr>
              <w:t>126</w:t>
            </w:r>
            <w:r>
              <w:rPr>
                <w:webHidden/>
              </w:rPr>
              <w:fldChar w:fldCharType="end"/>
            </w:r>
          </w:hyperlink>
        </w:p>
        <w:p w14:paraId="25D429CE" w14:textId="6EF5528A" w:rsidR="001C0A14" w:rsidRDefault="001C0A14">
          <w:pPr>
            <w:pStyle w:val="Sisluet1"/>
            <w:rPr>
              <w:rFonts w:asciiTheme="minorHAnsi" w:eastAsiaTheme="minorEastAsia" w:hAnsiTheme="minorHAnsi" w:cstheme="minorBidi"/>
              <w:sz w:val="22"/>
              <w:lang w:eastAsia="fi-FI"/>
            </w:rPr>
          </w:pPr>
          <w:hyperlink w:anchor="_Toc162975785" w:history="1">
            <w:r w:rsidRPr="006B2A1E">
              <w:rPr>
                <w:rStyle w:val="Hyperlinkki"/>
              </w:rPr>
              <w:t>29</w:t>
            </w:r>
            <w:r>
              <w:rPr>
                <w:rFonts w:asciiTheme="minorHAnsi" w:eastAsiaTheme="minorEastAsia" w:hAnsiTheme="minorHAnsi" w:cstheme="minorBidi"/>
                <w:sz w:val="22"/>
                <w:lang w:eastAsia="fi-FI"/>
              </w:rPr>
              <w:tab/>
            </w:r>
            <w:r w:rsidRPr="006B2A1E">
              <w:rPr>
                <w:rStyle w:val="Hyperlinkki"/>
              </w:rPr>
              <w:t>Liiteluettelo</w:t>
            </w:r>
            <w:r>
              <w:rPr>
                <w:webHidden/>
              </w:rPr>
              <w:tab/>
            </w:r>
            <w:r>
              <w:rPr>
                <w:webHidden/>
              </w:rPr>
              <w:fldChar w:fldCharType="begin"/>
            </w:r>
            <w:r>
              <w:rPr>
                <w:webHidden/>
              </w:rPr>
              <w:instrText xml:space="preserve"> PAGEREF _Toc162975785 \h </w:instrText>
            </w:r>
            <w:r>
              <w:rPr>
                <w:webHidden/>
              </w:rPr>
            </w:r>
            <w:r>
              <w:rPr>
                <w:webHidden/>
              </w:rPr>
              <w:fldChar w:fldCharType="separate"/>
            </w:r>
            <w:r>
              <w:rPr>
                <w:webHidden/>
              </w:rPr>
              <w:t>130</w:t>
            </w:r>
            <w:r>
              <w:rPr>
                <w:webHidden/>
              </w:rPr>
              <w:fldChar w:fldCharType="end"/>
            </w:r>
          </w:hyperlink>
        </w:p>
        <w:p w14:paraId="5754822D" w14:textId="3BC04A00" w:rsidR="001C0A14" w:rsidRDefault="001C0A14">
          <w:pPr>
            <w:pStyle w:val="Sisluet1"/>
            <w:rPr>
              <w:rFonts w:asciiTheme="minorHAnsi" w:eastAsiaTheme="minorEastAsia" w:hAnsiTheme="minorHAnsi" w:cstheme="minorBidi"/>
              <w:sz w:val="22"/>
              <w:lang w:eastAsia="fi-FI"/>
            </w:rPr>
          </w:pPr>
          <w:hyperlink w:anchor="_Toc162975787" w:history="1">
            <w:r w:rsidRPr="006B2A1E">
              <w:rPr>
                <w:rStyle w:val="Hyperlinkki"/>
              </w:rPr>
              <w:t>30</w:t>
            </w:r>
            <w:r>
              <w:rPr>
                <w:rFonts w:asciiTheme="minorHAnsi" w:eastAsiaTheme="minorEastAsia" w:hAnsiTheme="minorHAnsi" w:cstheme="minorBidi"/>
                <w:sz w:val="22"/>
                <w:lang w:eastAsia="fi-FI"/>
              </w:rPr>
              <w:tab/>
            </w:r>
            <w:r w:rsidRPr="006B2A1E">
              <w:rPr>
                <w:rStyle w:val="Hyperlinkki"/>
              </w:rPr>
              <w:t>Muutoshistoria</w:t>
            </w:r>
            <w:r>
              <w:rPr>
                <w:webHidden/>
              </w:rPr>
              <w:tab/>
            </w:r>
            <w:r>
              <w:rPr>
                <w:webHidden/>
              </w:rPr>
              <w:fldChar w:fldCharType="begin"/>
            </w:r>
            <w:r>
              <w:rPr>
                <w:webHidden/>
              </w:rPr>
              <w:instrText xml:space="preserve"> PAGEREF _Toc162975787 \h </w:instrText>
            </w:r>
            <w:r>
              <w:rPr>
                <w:webHidden/>
              </w:rPr>
            </w:r>
            <w:r>
              <w:rPr>
                <w:webHidden/>
              </w:rPr>
              <w:fldChar w:fldCharType="separate"/>
            </w:r>
            <w:r>
              <w:rPr>
                <w:webHidden/>
              </w:rPr>
              <w:t>133</w:t>
            </w:r>
            <w:r>
              <w:rPr>
                <w:webHidden/>
              </w:rPr>
              <w:fldChar w:fldCharType="end"/>
            </w:r>
          </w:hyperlink>
        </w:p>
        <w:p w14:paraId="464B165A" w14:textId="6012D6FB"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3" w:name="_Toc162975757"/>
      <w:r>
        <w:lastRenderedPageBreak/>
        <w:t>Johdanto</w:t>
      </w:r>
      <w:bookmarkEnd w:id="3"/>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9F11CC4" w14:textId="19BDC4AB" w:rsidR="00BC106E" w:rsidRDefault="008E3D3D" w:rsidP="005062D1">
      <w:pPr>
        <w:pStyle w:val="Leipteksti"/>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05D00F8C" w:rsidR="00BD4279" w:rsidRDefault="00BD4279" w:rsidP="00BD4279">
      <w:pPr>
        <w:pStyle w:val="Otsikko1"/>
      </w:pPr>
      <w:bookmarkStart w:id="4" w:name="_Toc162975758"/>
      <w:r w:rsidRPr="00BD4279">
        <w:lastRenderedPageBreak/>
        <w:t>Potilastiedon arkiston palvelupyynnöt</w:t>
      </w:r>
      <w:bookmarkEnd w:id="4"/>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t>Potilastiedon arkiston palvelupyynnöt</w:t>
      </w:r>
    </w:p>
    <w:p w14:paraId="552E58CA" w14:textId="19A8486A" w:rsidR="00BD4279" w:rsidRDefault="00BD4279" w:rsidP="00BD4279">
      <w:pPr>
        <w:pStyle w:val="Leipteksti"/>
      </w:pPr>
      <w:r w:rsidRPr="00BD4279">
        <w:t>Seuraavassa kuvassa on esitetty Potilastiedon arkiston palvelupyynnöt yleisellä tasolla</w:t>
      </w:r>
      <w:r>
        <w:t>.</w:t>
      </w:r>
      <w:r w:rsidR="00273F46" w:rsidRPr="00273F46">
        <w:rPr>
          <w:lang w:eastAsia="fi-FI"/>
        </w:rPr>
        <w:t xml:space="preserve"> </w:t>
      </w:r>
    </w:p>
    <w:p w14:paraId="7A09CD66" w14:textId="10988BC5" w:rsidR="009E38EA" w:rsidRDefault="00697349" w:rsidP="00697349">
      <w:pPr>
        <w:pStyle w:val="Leipteksti"/>
        <w:ind w:left="709"/>
      </w:pPr>
      <w:r w:rsidRPr="00697349">
        <w:drawing>
          <wp:inline distT="0" distB="0" distL="0" distR="0" wp14:anchorId="76DE3437" wp14:editId="5082C031">
            <wp:extent cx="6120130" cy="3415030"/>
            <wp:effectExtent l="0" t="0" r="0" b="0"/>
            <wp:docPr id="1" name="Kuva 1" descr="Potilastiedon arkiston palvelupyyntöjen taulukko&#10;&#10;Taulukko kuvaa Potilastiedon arkistossa käytössä olevat palvelupyynnö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Potilastiedon arkiston palvelupyyntöjen taulukko&#10;&#10;Taulukko kuvaa Potilastiedon arkistossa käytössä olevat palvelupyynnöt"/>
                    <pic:cNvPicPr/>
                  </pic:nvPicPr>
                  <pic:blipFill>
                    <a:blip r:embed="rId13"/>
                    <a:stretch>
                      <a:fillRect/>
                    </a:stretch>
                  </pic:blipFill>
                  <pic:spPr>
                    <a:xfrm>
                      <a:off x="0" y="0"/>
                      <a:ext cx="6120130" cy="3415030"/>
                    </a:xfrm>
                    <a:prstGeom prst="rect">
                      <a:avLst/>
                    </a:prstGeom>
                  </pic:spPr>
                </pic:pic>
              </a:graphicData>
            </a:graphic>
          </wp:inline>
        </w:drawing>
      </w:r>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44B77DC1" w:rsidR="00BD4279" w:rsidRDefault="00BD4279" w:rsidP="00BD4279">
      <w:pPr>
        <w:pStyle w:val="Leipteksti"/>
      </w:pPr>
      <w:r>
        <w:t xml:space="preserve">Taulukossa ovat mukana myös palvelupyyntöuudistuksessa käyttöön </w:t>
      </w:r>
      <w:r w:rsidR="00081E50">
        <w:t xml:space="preserve">tulleet </w:t>
      </w:r>
      <w:r>
        <w:t xml:space="preserve">palvelupyynnöt Potilasasiakirjojen arkistointi PPA, Potilasasiakirjojen haku PPB ja Keskeisten tietojen haku PPC. Niiden palvelupyyntöjen kohdalle, joiden toiminnallisuus sisältyy </w:t>
      </w:r>
      <w:r w:rsidR="00081E50">
        <w:t xml:space="preserve">myös palvelupyyntöuudistuksen </w:t>
      </w:r>
      <w:r>
        <w:t>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36"/>
        <w:gridCol w:w="5684"/>
        <w:gridCol w:w="1258"/>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569EF47A" w:rsidR="001A210C" w:rsidRPr="00B55E82" w:rsidRDefault="001A210C" w:rsidP="00B611E6">
            <w:pPr>
              <w:rPr>
                <w:szCs w:val="20"/>
              </w:rPr>
            </w:pPr>
            <w:r w:rsidRPr="00B55E82">
              <w:rPr>
                <w:szCs w:val="20"/>
              </w:rPr>
              <w:t>Arkistoi palvelutapahtuma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7DE750D2" w14:textId="77777777" w:rsidR="007239BD" w:rsidRDefault="001A210C" w:rsidP="008706EC">
            <w:pPr>
              <w:rPr>
                <w:szCs w:val="20"/>
              </w:rPr>
            </w:pPr>
            <w:r w:rsidRPr="00B55E82">
              <w:rPr>
                <w:szCs w:val="20"/>
              </w:rPr>
              <w:t>Potilasasiakirjojen arkistointi, PPA</w:t>
            </w:r>
          </w:p>
          <w:p w14:paraId="69C926B8" w14:textId="60E97CA9" w:rsidR="00A624FF" w:rsidRPr="00B55E82" w:rsidRDefault="00A624FF" w:rsidP="008706EC">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7239BD"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7239BD" w:rsidRPr="00B55E82" w:rsidRDefault="007239BD" w:rsidP="007239BD">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7239BD" w:rsidRPr="00B55E82" w:rsidRDefault="007239BD" w:rsidP="007239BD">
            <w:pPr>
              <w:rPr>
                <w:szCs w:val="20"/>
              </w:rPr>
            </w:pPr>
            <w:r w:rsidRPr="00B55E82">
              <w:rPr>
                <w:szCs w:val="20"/>
              </w:rPr>
              <w:t>Palvelunantajan omien asiakirjojen arkistointi, PP1</w:t>
            </w:r>
            <w:r>
              <w:rPr>
                <w:szCs w:val="20"/>
              </w:rPr>
              <w:t xml:space="preserve"> </w:t>
            </w:r>
          </w:p>
          <w:p w14:paraId="61952C64" w14:textId="77777777" w:rsidR="007239BD" w:rsidRPr="00B55E82" w:rsidRDefault="007239BD" w:rsidP="007239BD">
            <w:pPr>
              <w:rPr>
                <w:szCs w:val="20"/>
              </w:rPr>
            </w:pPr>
            <w:r w:rsidRPr="00B55E82">
              <w:rPr>
                <w:szCs w:val="20"/>
              </w:rPr>
              <w:t>Vanhojen tietojen arkistointi, PP37</w:t>
            </w:r>
            <w:r>
              <w:rPr>
                <w:szCs w:val="20"/>
              </w:rPr>
              <w:t xml:space="preserve"> </w:t>
            </w:r>
          </w:p>
          <w:p w14:paraId="32D4E041"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7239BD" w:rsidRDefault="007239BD" w:rsidP="007239BD">
            <w:pPr>
              <w:rPr>
                <w:szCs w:val="20"/>
              </w:rPr>
            </w:pPr>
            <w:r>
              <w:rPr>
                <w:szCs w:val="20"/>
              </w:rPr>
              <w:t>PPA</w:t>
            </w:r>
          </w:p>
          <w:p w14:paraId="4202D48F" w14:textId="77777777" w:rsidR="007239BD" w:rsidRDefault="007239BD" w:rsidP="007239BD">
            <w:pPr>
              <w:rPr>
                <w:szCs w:val="20"/>
              </w:rPr>
            </w:pPr>
            <w:r>
              <w:rPr>
                <w:szCs w:val="20"/>
              </w:rPr>
              <w:t>-</w:t>
            </w:r>
          </w:p>
          <w:p w14:paraId="01A15A2E" w14:textId="77777777" w:rsidR="007239BD" w:rsidRDefault="007239BD" w:rsidP="007239BD">
            <w:pPr>
              <w:rPr>
                <w:szCs w:val="20"/>
              </w:rPr>
            </w:pPr>
            <w:r>
              <w:rPr>
                <w:szCs w:val="20"/>
              </w:rPr>
              <w:t>PPA</w:t>
            </w:r>
            <w:r>
              <w:rPr>
                <w:szCs w:val="20"/>
              </w:rPr>
              <w:br/>
            </w:r>
            <w:r>
              <w:rPr>
                <w:szCs w:val="20"/>
              </w:rPr>
              <w:br/>
            </w:r>
          </w:p>
          <w:p w14:paraId="260D3D3A" w14:textId="77777777" w:rsidR="007239BD" w:rsidRPr="00B55E82" w:rsidRDefault="007239BD" w:rsidP="007239BD">
            <w:pPr>
              <w:rPr>
                <w:szCs w:val="20"/>
              </w:rPr>
            </w:pPr>
            <w:r>
              <w:rPr>
                <w:szCs w:val="20"/>
              </w:rPr>
              <w:t>PPA</w:t>
            </w:r>
          </w:p>
        </w:tc>
      </w:tr>
      <w:tr w:rsidR="007239BD"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AEB22F3" w:rsidR="007239BD" w:rsidRPr="00B55E82" w:rsidRDefault="007239BD" w:rsidP="007239BD">
            <w:pPr>
              <w:rPr>
                <w:szCs w:val="20"/>
              </w:rPr>
            </w:pPr>
            <w:r w:rsidRPr="00B55E82">
              <w:rPr>
                <w:szCs w:val="20"/>
              </w:rPr>
              <w:t>Arkistoi hoitoasiakirja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31C3792" w14:textId="20944C8C" w:rsidR="007239BD" w:rsidRPr="00B55E82" w:rsidRDefault="007239BD" w:rsidP="008706EC">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7239BD" w:rsidRPr="00B55E82" w:rsidRDefault="007239BD" w:rsidP="007239BD">
            <w:pPr>
              <w:rPr>
                <w:szCs w:val="20"/>
              </w:rPr>
            </w:pPr>
          </w:p>
        </w:tc>
      </w:tr>
      <w:tr w:rsidR="007239BD"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7239BD" w:rsidRPr="00B55E82" w:rsidRDefault="007239BD" w:rsidP="007239BD">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7239BD" w:rsidRPr="00B55E82" w:rsidRDefault="007239BD" w:rsidP="007239BD">
            <w:pPr>
              <w:rPr>
                <w:szCs w:val="20"/>
              </w:rPr>
            </w:pPr>
            <w:r w:rsidRPr="00B55E82">
              <w:rPr>
                <w:szCs w:val="20"/>
              </w:rPr>
              <w:t>Palvelunantajan omien asiakirjojen arkistointi, PP1</w:t>
            </w:r>
          </w:p>
          <w:p w14:paraId="5FA5B7D7" w14:textId="77777777" w:rsidR="007239BD" w:rsidRPr="00B55E82" w:rsidRDefault="007239BD" w:rsidP="007239BD">
            <w:pPr>
              <w:rPr>
                <w:szCs w:val="20"/>
              </w:rPr>
            </w:pPr>
            <w:r w:rsidRPr="00B55E82">
              <w:rPr>
                <w:szCs w:val="20"/>
              </w:rPr>
              <w:t>Vanhojen tietojen arkistointi, PP37</w:t>
            </w:r>
          </w:p>
          <w:p w14:paraId="738AAF7C"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p>
          <w:p w14:paraId="2A7B15F8" w14:textId="5647148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7239BD" w:rsidRDefault="007239BD" w:rsidP="007239BD">
            <w:pPr>
              <w:rPr>
                <w:szCs w:val="20"/>
              </w:rPr>
            </w:pPr>
            <w:r>
              <w:rPr>
                <w:szCs w:val="20"/>
              </w:rPr>
              <w:t>PPA</w:t>
            </w:r>
          </w:p>
          <w:p w14:paraId="49E459AC" w14:textId="77777777" w:rsidR="007239BD" w:rsidRDefault="007239BD" w:rsidP="007239BD">
            <w:pPr>
              <w:rPr>
                <w:szCs w:val="20"/>
              </w:rPr>
            </w:pPr>
            <w:r>
              <w:rPr>
                <w:szCs w:val="20"/>
              </w:rPr>
              <w:t>-</w:t>
            </w:r>
          </w:p>
          <w:p w14:paraId="5850FD44" w14:textId="77777777" w:rsidR="007239BD" w:rsidRDefault="007239BD" w:rsidP="007239BD">
            <w:pPr>
              <w:rPr>
                <w:szCs w:val="20"/>
              </w:rPr>
            </w:pPr>
            <w:r>
              <w:rPr>
                <w:szCs w:val="20"/>
              </w:rPr>
              <w:t>PPA</w:t>
            </w:r>
            <w:r>
              <w:rPr>
                <w:szCs w:val="20"/>
              </w:rPr>
              <w:br/>
            </w:r>
            <w:r>
              <w:rPr>
                <w:szCs w:val="20"/>
              </w:rPr>
              <w:br/>
            </w:r>
          </w:p>
          <w:p w14:paraId="3610F51E" w14:textId="77777777" w:rsidR="007239BD" w:rsidRPr="00B55E82" w:rsidRDefault="007239BD" w:rsidP="007239BD">
            <w:pPr>
              <w:rPr>
                <w:szCs w:val="20"/>
              </w:rPr>
            </w:pPr>
            <w:r>
              <w:rPr>
                <w:szCs w:val="20"/>
              </w:rPr>
              <w:t>PPA</w:t>
            </w:r>
            <w:r>
              <w:rPr>
                <w:szCs w:val="20"/>
              </w:rPr>
              <w:br/>
            </w:r>
          </w:p>
        </w:tc>
      </w:tr>
      <w:tr w:rsidR="007239BD"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7239BD" w:rsidRPr="00B55E82" w:rsidRDefault="007239BD" w:rsidP="007239BD">
            <w:pPr>
              <w:rPr>
                <w:szCs w:val="20"/>
              </w:rPr>
            </w:pPr>
            <w:r w:rsidRPr="00B55E82">
              <w:rPr>
                <w:szCs w:val="20"/>
              </w:rPr>
              <w:t xml:space="preserve">Arkistoi asiakirja </w:t>
            </w:r>
            <w:r>
              <w:rPr>
                <w:szCs w:val="20"/>
              </w:rPr>
              <w:t>Tahdonilmaisupalveluun</w:t>
            </w:r>
          </w:p>
          <w:p w14:paraId="279A2993" w14:textId="00E71F16" w:rsidR="007239BD" w:rsidRPr="00B55E82" w:rsidRDefault="007239BD" w:rsidP="007239BD">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7239BD" w:rsidRPr="00B55E82" w:rsidRDefault="007239BD" w:rsidP="007239BD">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7239BD" w:rsidRPr="00B55E82" w:rsidRDefault="007239BD" w:rsidP="007239BD">
            <w:pPr>
              <w:rPr>
                <w:szCs w:val="20"/>
              </w:rPr>
            </w:pPr>
            <w:r>
              <w:rPr>
                <w:szCs w:val="20"/>
              </w:rPr>
              <w:t>-</w:t>
            </w:r>
          </w:p>
        </w:tc>
      </w:tr>
      <w:tr w:rsidR="007239BD"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7239BD" w:rsidRPr="00B55E82" w:rsidRDefault="007239BD" w:rsidP="007239BD">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7239BD" w:rsidRPr="00B55E82" w:rsidRDefault="007239BD" w:rsidP="007239BD">
            <w:pPr>
              <w:rPr>
                <w:szCs w:val="20"/>
              </w:rPr>
            </w:pPr>
            <w:r>
              <w:rPr>
                <w:szCs w:val="20"/>
              </w:rPr>
              <w:t>-</w:t>
            </w:r>
          </w:p>
        </w:tc>
      </w:tr>
      <w:tr w:rsidR="007239BD"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7239BD" w:rsidRPr="00B55E82" w:rsidRDefault="007239BD" w:rsidP="007239BD">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7239BD" w:rsidRPr="00B55E82" w:rsidRDefault="007239BD" w:rsidP="007239BD">
            <w:pPr>
              <w:rPr>
                <w:szCs w:val="20"/>
              </w:rPr>
            </w:pPr>
            <w:r>
              <w:rPr>
                <w:szCs w:val="20"/>
              </w:rPr>
              <w:t>-</w:t>
            </w:r>
          </w:p>
        </w:tc>
      </w:tr>
      <w:tr w:rsidR="007239BD"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7239BD" w:rsidRPr="00B55E82" w:rsidRDefault="007239BD" w:rsidP="007239BD">
            <w:pPr>
              <w:rPr>
                <w:szCs w:val="20"/>
              </w:rPr>
            </w:pPr>
            <w:r w:rsidRPr="00B55E82">
              <w:rPr>
                <w:szCs w:val="20"/>
              </w:rPr>
              <w:t> </w:t>
            </w:r>
          </w:p>
          <w:p w14:paraId="63E1C36A" w14:textId="77777777" w:rsidR="007239BD" w:rsidRPr="00B55E82" w:rsidRDefault="007239BD" w:rsidP="007239BD">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7239BD" w:rsidRPr="00B55E82" w:rsidRDefault="007239BD" w:rsidP="007239BD">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7239BD" w:rsidRPr="00B55E82" w:rsidRDefault="007239BD" w:rsidP="007239BD">
            <w:pPr>
              <w:rPr>
                <w:szCs w:val="20"/>
              </w:rPr>
            </w:pPr>
          </w:p>
        </w:tc>
      </w:tr>
      <w:tr w:rsidR="007239BD"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7239BD" w:rsidRPr="00B55E82" w:rsidRDefault="007239BD" w:rsidP="007239BD">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7239BD" w:rsidRPr="00B55E82" w:rsidRDefault="007239BD" w:rsidP="007239BD">
            <w:pPr>
              <w:rPr>
                <w:b/>
                <w:szCs w:val="20"/>
              </w:rPr>
            </w:pPr>
          </w:p>
        </w:tc>
      </w:tr>
      <w:tr w:rsidR="007239BD"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62FFE71E" w:rsidR="007239BD" w:rsidRPr="00B55E82" w:rsidRDefault="007239BD" w:rsidP="007239BD">
            <w:pPr>
              <w:rPr>
                <w:szCs w:val="20"/>
              </w:rPr>
            </w:pPr>
            <w:r w:rsidRPr="00B55E82">
              <w:rPr>
                <w:szCs w:val="20"/>
              </w:rPr>
              <w:t>Korvaa palvelutapahtuma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6E8DE03" w14:textId="77777777" w:rsidR="007239BD" w:rsidRDefault="007239BD" w:rsidP="007239BD">
            <w:pPr>
              <w:rPr>
                <w:szCs w:val="20"/>
              </w:rPr>
            </w:pPr>
            <w:r w:rsidRPr="00B55E82">
              <w:rPr>
                <w:szCs w:val="20"/>
              </w:rPr>
              <w:t>Potilasasiakirjojen arkistointi, PPA</w:t>
            </w:r>
          </w:p>
          <w:p w14:paraId="7126EBD8" w14:textId="3B620F28" w:rsidR="00A624FF" w:rsidRPr="00B55E82" w:rsidRDefault="00A624FF" w:rsidP="007239BD">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7239BD" w:rsidRPr="00B55E82" w:rsidRDefault="007239BD" w:rsidP="007239BD">
            <w:pPr>
              <w:rPr>
                <w:szCs w:val="20"/>
              </w:rPr>
            </w:pPr>
          </w:p>
        </w:tc>
      </w:tr>
      <w:tr w:rsidR="008706E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8706EC" w:rsidRPr="00B55E82" w:rsidRDefault="008706EC" w:rsidP="008706EC">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051DA19E" w14:textId="77777777" w:rsidR="008706EC" w:rsidRPr="00B55E82" w:rsidRDefault="008706EC" w:rsidP="008706EC">
            <w:pPr>
              <w:rPr>
                <w:szCs w:val="20"/>
              </w:rPr>
            </w:pPr>
            <w:r w:rsidRPr="00B55E82">
              <w:rPr>
                <w:szCs w:val="20"/>
              </w:rPr>
              <w:t>Vanhojen tietojen arkistointi, PP37</w:t>
            </w:r>
          </w:p>
          <w:p w14:paraId="5CCDF03B"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8706EC" w:rsidRDefault="008706EC" w:rsidP="008706EC">
            <w:pPr>
              <w:rPr>
                <w:szCs w:val="20"/>
              </w:rPr>
            </w:pPr>
            <w:r>
              <w:rPr>
                <w:szCs w:val="20"/>
              </w:rPr>
              <w:t>PPA</w:t>
            </w:r>
          </w:p>
          <w:p w14:paraId="033252A8" w14:textId="77777777" w:rsidR="008706EC" w:rsidRDefault="008706EC" w:rsidP="008706EC">
            <w:pPr>
              <w:rPr>
                <w:szCs w:val="20"/>
              </w:rPr>
            </w:pPr>
            <w:r>
              <w:rPr>
                <w:szCs w:val="20"/>
              </w:rPr>
              <w:t>-</w:t>
            </w:r>
          </w:p>
          <w:p w14:paraId="3C99AFFA" w14:textId="77777777" w:rsidR="008706EC" w:rsidRDefault="008706EC" w:rsidP="008706EC">
            <w:pPr>
              <w:rPr>
                <w:szCs w:val="20"/>
              </w:rPr>
            </w:pPr>
            <w:r>
              <w:rPr>
                <w:szCs w:val="20"/>
              </w:rPr>
              <w:t>PPA</w:t>
            </w:r>
            <w:r>
              <w:rPr>
                <w:szCs w:val="20"/>
              </w:rPr>
              <w:br/>
            </w:r>
            <w:r>
              <w:rPr>
                <w:szCs w:val="20"/>
              </w:rPr>
              <w:br/>
            </w:r>
          </w:p>
          <w:p w14:paraId="6F00E575" w14:textId="77777777" w:rsidR="008706EC" w:rsidRPr="00B55E82" w:rsidRDefault="008706EC" w:rsidP="008706EC">
            <w:pPr>
              <w:rPr>
                <w:szCs w:val="20"/>
              </w:rPr>
            </w:pPr>
            <w:r>
              <w:rPr>
                <w:szCs w:val="20"/>
              </w:rPr>
              <w:t>PPA</w:t>
            </w:r>
          </w:p>
        </w:tc>
      </w:tr>
      <w:tr w:rsidR="008706E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23B36683" w:rsidR="008706EC" w:rsidRPr="00B55E82" w:rsidRDefault="008706EC" w:rsidP="008706EC">
            <w:pPr>
              <w:rPr>
                <w:szCs w:val="20"/>
              </w:rPr>
            </w:pPr>
            <w:r w:rsidRPr="00B55E82">
              <w:rPr>
                <w:szCs w:val="20"/>
              </w:rPr>
              <w:t>Korvaa hoitoasiakirja (PPA</w:t>
            </w:r>
            <w:r w:rsidR="003504FB">
              <w:rPr>
                <w:szCs w:val="20"/>
              </w:rPr>
              <w:t>, PPA11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50F41712" w14:textId="4E603313" w:rsidR="008706EC" w:rsidRPr="00B55E82" w:rsidRDefault="008706EC" w:rsidP="00056B7D">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8706EC" w:rsidRPr="00B55E82" w:rsidRDefault="008706EC" w:rsidP="008706EC">
            <w:pPr>
              <w:rPr>
                <w:szCs w:val="20"/>
              </w:rPr>
            </w:pPr>
          </w:p>
        </w:tc>
      </w:tr>
      <w:tr w:rsidR="008706E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8706EC" w:rsidRPr="00B55E82" w:rsidRDefault="008706EC" w:rsidP="008706EC">
            <w:pPr>
              <w:rPr>
                <w:szCs w:val="20"/>
              </w:rPr>
            </w:pPr>
            <w:r w:rsidRPr="00B55E82">
              <w:rPr>
                <w:szCs w:val="20"/>
              </w:rPr>
              <w:lastRenderedPageBreak/>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62083467" w14:textId="77777777" w:rsidR="008706EC" w:rsidRPr="00B55E82" w:rsidRDefault="008706EC" w:rsidP="008706EC">
            <w:pPr>
              <w:rPr>
                <w:szCs w:val="20"/>
              </w:rPr>
            </w:pPr>
            <w:r w:rsidRPr="00B55E82">
              <w:rPr>
                <w:szCs w:val="20"/>
              </w:rPr>
              <w:t>Vanhojen tietojen arkistointi, PP37</w:t>
            </w:r>
          </w:p>
          <w:p w14:paraId="6FCF4276"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8706EC" w:rsidRDefault="008706EC" w:rsidP="008706EC">
            <w:pPr>
              <w:rPr>
                <w:szCs w:val="20"/>
              </w:rPr>
            </w:pPr>
            <w:r>
              <w:rPr>
                <w:szCs w:val="20"/>
              </w:rPr>
              <w:t>PPA</w:t>
            </w:r>
          </w:p>
          <w:p w14:paraId="6B5A3737" w14:textId="77777777" w:rsidR="008706EC" w:rsidRDefault="008706EC" w:rsidP="008706EC">
            <w:pPr>
              <w:rPr>
                <w:szCs w:val="20"/>
              </w:rPr>
            </w:pPr>
            <w:r>
              <w:rPr>
                <w:szCs w:val="20"/>
              </w:rPr>
              <w:t>-</w:t>
            </w:r>
          </w:p>
          <w:p w14:paraId="7F052EC4" w14:textId="77777777" w:rsidR="008706EC" w:rsidRDefault="008706EC" w:rsidP="008706EC">
            <w:pPr>
              <w:rPr>
                <w:szCs w:val="20"/>
              </w:rPr>
            </w:pPr>
            <w:r>
              <w:rPr>
                <w:szCs w:val="20"/>
              </w:rPr>
              <w:t>PPA</w:t>
            </w:r>
            <w:r>
              <w:rPr>
                <w:szCs w:val="20"/>
              </w:rPr>
              <w:br/>
            </w:r>
            <w:r>
              <w:rPr>
                <w:szCs w:val="20"/>
              </w:rPr>
              <w:br/>
            </w:r>
          </w:p>
          <w:p w14:paraId="04E003BA" w14:textId="77777777" w:rsidR="008706EC" w:rsidRPr="00B55E82" w:rsidRDefault="008706EC" w:rsidP="008706EC">
            <w:pPr>
              <w:rPr>
                <w:szCs w:val="20"/>
              </w:rPr>
            </w:pPr>
            <w:r>
              <w:rPr>
                <w:szCs w:val="20"/>
              </w:rPr>
              <w:t>PPA</w:t>
            </w:r>
          </w:p>
        </w:tc>
      </w:tr>
      <w:tr w:rsidR="008706E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8706EC" w:rsidRPr="00B55E82" w:rsidRDefault="008706EC" w:rsidP="008706EC">
            <w:pPr>
              <w:rPr>
                <w:szCs w:val="20"/>
              </w:rPr>
            </w:pPr>
            <w:r w:rsidRPr="00B55E82">
              <w:rPr>
                <w:szCs w:val="20"/>
              </w:rPr>
              <w:t xml:space="preserve">Korvaa </w:t>
            </w:r>
            <w:r>
              <w:rPr>
                <w:szCs w:val="20"/>
              </w:rPr>
              <w:t>Tahdonilmaisupalvelun</w:t>
            </w:r>
            <w:r w:rsidRPr="00B55E82">
              <w:rPr>
                <w:szCs w:val="20"/>
              </w:rPr>
              <w:t xml:space="preserve"> asiakirja </w:t>
            </w:r>
          </w:p>
          <w:p w14:paraId="67EB60AB" w14:textId="3DA03821" w:rsidR="008706EC" w:rsidRPr="00B55E82" w:rsidRDefault="008706EC" w:rsidP="008706EC">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8706EC" w:rsidRPr="00B55E82" w:rsidRDefault="008706EC" w:rsidP="008706EC">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8706EC" w:rsidRPr="00B55E82" w:rsidRDefault="008706EC" w:rsidP="008706EC">
            <w:pPr>
              <w:rPr>
                <w:szCs w:val="20"/>
              </w:rPr>
            </w:pPr>
            <w:r>
              <w:rPr>
                <w:szCs w:val="20"/>
              </w:rPr>
              <w:t>-</w:t>
            </w:r>
          </w:p>
        </w:tc>
      </w:tr>
      <w:tr w:rsidR="008706E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8706EC" w:rsidRPr="00B55E82" w:rsidRDefault="008706EC" w:rsidP="008706EC">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8706EC" w:rsidRPr="00B55E82" w:rsidRDefault="008706EC" w:rsidP="008706EC">
            <w:pPr>
              <w:rPr>
                <w:szCs w:val="20"/>
              </w:rPr>
            </w:pPr>
            <w:r w:rsidRPr="00B55E82">
              <w:rPr>
                <w:szCs w:val="20"/>
              </w:rPr>
              <w:t>Arkistoasiakirjojen arkistointi, PP</w:t>
            </w:r>
            <w:r>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8706EC" w:rsidRPr="00B55E82" w:rsidRDefault="008706EC" w:rsidP="008706EC">
            <w:pPr>
              <w:rPr>
                <w:szCs w:val="20"/>
              </w:rPr>
            </w:pPr>
            <w:r>
              <w:rPr>
                <w:szCs w:val="20"/>
              </w:rPr>
              <w:t>-</w:t>
            </w:r>
          </w:p>
        </w:tc>
      </w:tr>
      <w:tr w:rsidR="008706E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8706EC" w:rsidRPr="00B55E82" w:rsidRDefault="008706EC" w:rsidP="008706EC">
            <w:pPr>
              <w:rPr>
                <w:szCs w:val="20"/>
              </w:rPr>
            </w:pPr>
            <w:r w:rsidRPr="00B55E82">
              <w:rPr>
                <w:szCs w:val="20"/>
              </w:rPr>
              <w:t> </w:t>
            </w:r>
          </w:p>
          <w:p w14:paraId="3ABD3EDD" w14:textId="77777777" w:rsidR="008706EC" w:rsidRPr="00B55E82" w:rsidRDefault="008706EC" w:rsidP="008706EC">
            <w:pPr>
              <w:rPr>
                <w:szCs w:val="20"/>
              </w:rPr>
            </w:pPr>
          </w:p>
          <w:p w14:paraId="09216AE0" w14:textId="77777777" w:rsidR="008706EC" w:rsidRPr="00B55E82" w:rsidRDefault="008706EC" w:rsidP="008706EC">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8706EC" w:rsidRPr="00B55E82" w:rsidRDefault="008706EC" w:rsidP="008706EC">
            <w:pPr>
              <w:rPr>
                <w:szCs w:val="20"/>
              </w:rPr>
            </w:pPr>
          </w:p>
        </w:tc>
      </w:tr>
      <w:tr w:rsidR="008706E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8706EC" w:rsidRPr="00B55E82" w:rsidRDefault="008706EC" w:rsidP="008706EC">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8706EC" w:rsidRPr="00B55E82" w:rsidRDefault="008706EC" w:rsidP="008706EC">
            <w:pPr>
              <w:rPr>
                <w:b/>
                <w:szCs w:val="20"/>
              </w:rPr>
            </w:pPr>
          </w:p>
        </w:tc>
      </w:tr>
      <w:tr w:rsidR="008706E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06C6626A" w:rsidR="008706EC" w:rsidRPr="00B55E82" w:rsidRDefault="008706EC" w:rsidP="008706EC">
            <w:pPr>
              <w:rPr>
                <w:szCs w:val="20"/>
              </w:rPr>
            </w:pPr>
            <w:r w:rsidRPr="00B55E82">
              <w:rPr>
                <w:szCs w:val="20"/>
              </w:rPr>
              <w:t>Hae potilasasiakirjoja (PPB</w:t>
            </w:r>
            <w:r w:rsidR="003504FB">
              <w:rPr>
                <w:szCs w:val="20"/>
              </w:rPr>
              <w:t>, PPB11</w:t>
            </w:r>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3F5B31EF" w14:textId="77777777" w:rsidR="008706EC" w:rsidRDefault="008706EC" w:rsidP="008706EC">
            <w:pPr>
              <w:rPr>
                <w:szCs w:val="20"/>
              </w:rPr>
            </w:pPr>
            <w:r w:rsidRPr="00B55E82">
              <w:rPr>
                <w:szCs w:val="20"/>
              </w:rPr>
              <w:t>Potilasasiakirjojen haku, PPB</w:t>
            </w:r>
          </w:p>
          <w:p w14:paraId="362FC3E7" w14:textId="61B607C2" w:rsidR="002F247D" w:rsidRPr="00B55E82" w:rsidRDefault="002F247D" w:rsidP="008706EC">
            <w:pPr>
              <w:rPr>
                <w:szCs w:val="20"/>
              </w:rPr>
            </w:pPr>
            <w:r w:rsidRPr="007239BD">
              <w:rPr>
                <w:szCs w:val="20"/>
              </w:rPr>
              <w:t>Potilasasiakirjojen haku toimintansa päättäneen rekisterinpitäjän rekisteristä</w:t>
            </w:r>
            <w:r>
              <w:rPr>
                <w:szCs w:val="20"/>
              </w:rPr>
              <w:t xml:space="preserve"> (järjestämisvastuun perusteella), PPB11</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8706EC" w:rsidRPr="00B55E82" w:rsidRDefault="008706EC" w:rsidP="008706EC">
            <w:pPr>
              <w:rPr>
                <w:szCs w:val="20"/>
              </w:rPr>
            </w:pPr>
          </w:p>
        </w:tc>
      </w:tr>
      <w:tr w:rsidR="008706E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8706EC" w:rsidRPr="00B55E82" w:rsidRDefault="008706EC" w:rsidP="008706EC">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8706EC" w:rsidRPr="00B55E82" w:rsidRDefault="008706EC" w:rsidP="008706EC">
            <w:pPr>
              <w:rPr>
                <w:szCs w:val="20"/>
              </w:rPr>
            </w:pPr>
            <w:r w:rsidRPr="00B55E82">
              <w:rPr>
                <w:szCs w:val="20"/>
              </w:rPr>
              <w:t>Palvelunantajan omien tietojen haku Potilastiedon arkistosta, PP2</w:t>
            </w:r>
          </w:p>
          <w:p w14:paraId="6390C059" w14:textId="77777777" w:rsidR="008706EC" w:rsidRPr="00B55E82" w:rsidRDefault="008706EC" w:rsidP="008706EC">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8706EC" w:rsidRDefault="008706EC" w:rsidP="008706EC">
            <w:pPr>
              <w:rPr>
                <w:szCs w:val="20"/>
              </w:rPr>
            </w:pPr>
            <w:r>
              <w:rPr>
                <w:szCs w:val="20"/>
              </w:rPr>
              <w:t>PPB</w:t>
            </w:r>
            <w:r>
              <w:rPr>
                <w:szCs w:val="20"/>
              </w:rPr>
              <w:br/>
            </w:r>
          </w:p>
          <w:p w14:paraId="245C5448" w14:textId="77777777" w:rsidR="008706EC" w:rsidRPr="00B55E82" w:rsidRDefault="008706EC" w:rsidP="008706EC">
            <w:pPr>
              <w:rPr>
                <w:szCs w:val="20"/>
              </w:rPr>
            </w:pPr>
            <w:r>
              <w:rPr>
                <w:szCs w:val="20"/>
              </w:rPr>
              <w:t>-</w:t>
            </w:r>
          </w:p>
        </w:tc>
      </w:tr>
      <w:tr w:rsidR="008706E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8706EC" w:rsidRPr="00B55E82" w:rsidRDefault="008706EC" w:rsidP="008706EC">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8706EC" w:rsidRPr="00B55E82" w:rsidRDefault="008706EC" w:rsidP="008706EC">
            <w:pPr>
              <w:rPr>
                <w:szCs w:val="20"/>
              </w:rPr>
            </w:pPr>
            <w:r w:rsidRPr="00B55E82">
              <w:rPr>
                <w:szCs w:val="20"/>
              </w:rPr>
              <w:t>Luovutushaku, PP21</w:t>
            </w:r>
          </w:p>
          <w:p w14:paraId="6A7725B3" w14:textId="2121C7EF" w:rsidR="008706EC" w:rsidRPr="00B55E82" w:rsidRDefault="008706EC" w:rsidP="008706EC">
            <w:pPr>
              <w:rPr>
                <w:szCs w:val="20"/>
              </w:rPr>
            </w:pPr>
            <w:r w:rsidRPr="00306B07">
              <w:rPr>
                <w:szCs w:val="20"/>
              </w:rPr>
              <w:t>Haku Uudenmaan väliaikaisen tiedonsaantioikeuden perusteella</w:t>
            </w:r>
            <w:r w:rsidRPr="00B55E82">
              <w:rPr>
                <w:szCs w:val="20"/>
              </w:rPr>
              <w:t>, PP22</w:t>
            </w:r>
          </w:p>
          <w:p w14:paraId="77EE2941" w14:textId="77777777" w:rsidR="008706EC" w:rsidRPr="00B55E82" w:rsidRDefault="008706EC" w:rsidP="008706EC">
            <w:pPr>
              <w:rPr>
                <w:szCs w:val="20"/>
              </w:rPr>
            </w:pPr>
            <w:r w:rsidRPr="00B55E82">
              <w:rPr>
                <w:szCs w:val="20"/>
              </w:rPr>
              <w:t>Ennakkohaku, PP30</w:t>
            </w:r>
          </w:p>
          <w:p w14:paraId="06B18BAB" w14:textId="4696191D" w:rsidR="008706EC" w:rsidRPr="00B55E82" w:rsidRDefault="008706EC" w:rsidP="008706EC">
            <w:pPr>
              <w:rPr>
                <w:szCs w:val="20"/>
              </w:rPr>
            </w:pPr>
            <w:r>
              <w:rPr>
                <w:szCs w:val="20"/>
              </w:rPr>
              <w:t>Luovutushaku</w:t>
            </w:r>
            <w:r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8706EC" w:rsidRDefault="008706EC" w:rsidP="008706EC">
            <w:pPr>
              <w:rPr>
                <w:szCs w:val="20"/>
              </w:rPr>
            </w:pPr>
            <w:r>
              <w:rPr>
                <w:szCs w:val="20"/>
              </w:rPr>
              <w:t>PPB</w:t>
            </w:r>
          </w:p>
          <w:p w14:paraId="30789F80" w14:textId="77777777" w:rsidR="008706EC" w:rsidRDefault="008706EC" w:rsidP="008706EC">
            <w:pPr>
              <w:rPr>
                <w:szCs w:val="20"/>
              </w:rPr>
            </w:pPr>
            <w:r>
              <w:rPr>
                <w:szCs w:val="20"/>
              </w:rPr>
              <w:t>-</w:t>
            </w:r>
          </w:p>
          <w:p w14:paraId="7851EDBD" w14:textId="77777777" w:rsidR="008706EC" w:rsidRDefault="008706EC" w:rsidP="008706EC">
            <w:pPr>
              <w:rPr>
                <w:szCs w:val="20"/>
              </w:rPr>
            </w:pPr>
          </w:p>
          <w:p w14:paraId="1E8BB6D0" w14:textId="039EA5F9" w:rsidR="008706EC" w:rsidRDefault="008706EC" w:rsidP="008706EC">
            <w:pPr>
              <w:rPr>
                <w:szCs w:val="20"/>
              </w:rPr>
            </w:pPr>
            <w:r>
              <w:rPr>
                <w:szCs w:val="20"/>
              </w:rPr>
              <w:t>PPB</w:t>
            </w:r>
          </w:p>
          <w:p w14:paraId="70F0FDB6" w14:textId="77777777" w:rsidR="008706EC" w:rsidRPr="00B55E82" w:rsidRDefault="008706EC" w:rsidP="008706EC">
            <w:pPr>
              <w:rPr>
                <w:szCs w:val="20"/>
              </w:rPr>
            </w:pPr>
            <w:r>
              <w:rPr>
                <w:szCs w:val="20"/>
              </w:rPr>
              <w:t>PPB</w:t>
            </w:r>
          </w:p>
        </w:tc>
      </w:tr>
      <w:tr w:rsidR="008706E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8706EC" w:rsidRPr="00B55E82" w:rsidRDefault="008706EC" w:rsidP="008706EC">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8706EC" w:rsidRPr="00B55E82" w:rsidRDefault="008706EC" w:rsidP="008706EC">
            <w:pPr>
              <w:rPr>
                <w:szCs w:val="20"/>
              </w:rPr>
            </w:pPr>
            <w:r w:rsidRPr="00B55E82">
              <w:rPr>
                <w:szCs w:val="20"/>
              </w:rPr>
              <w:t>Tuottajan tekemä haku järjestäjän rekisteristä Potilastiedon arkistosta potilaskohtaisessa ostopalvelussa, PP12</w:t>
            </w:r>
          </w:p>
          <w:p w14:paraId="0B0FE614" w14:textId="341C43BE" w:rsidR="008706EC" w:rsidRPr="00B55E82" w:rsidRDefault="008706EC" w:rsidP="008706EC">
            <w:pPr>
              <w:rPr>
                <w:szCs w:val="20"/>
              </w:rPr>
            </w:pPr>
            <w:r w:rsidRPr="00B55E82">
              <w:rPr>
                <w:szCs w:val="20"/>
              </w:rPr>
              <w:t>Tuottajan tekemä haku järjestäjän rekisteristä Potilastiedon arkistosta</w:t>
            </w:r>
            <w:r>
              <w:rPr>
                <w:szCs w:val="20"/>
              </w:rPr>
              <w:t xml:space="preserve"> rekisteri</w:t>
            </w:r>
            <w:r w:rsidRPr="00B55E82">
              <w:rPr>
                <w:szCs w:val="20"/>
              </w:rPr>
              <w:t>tasoisessa ostopalvelussa, PP15</w:t>
            </w:r>
          </w:p>
          <w:p w14:paraId="7BFA39B2" w14:textId="77777777" w:rsidR="008706EC" w:rsidRPr="00B55E82" w:rsidRDefault="008706EC" w:rsidP="008706EC">
            <w:pPr>
              <w:rPr>
                <w:szCs w:val="20"/>
              </w:rPr>
            </w:pPr>
            <w:r w:rsidRPr="00B55E82">
              <w:rPr>
                <w:szCs w:val="20"/>
              </w:rPr>
              <w:t>Luovutushaku potilaskohtaisessa ostopalvelutilanteessa, PP40</w:t>
            </w:r>
            <w:r>
              <w:rPr>
                <w:szCs w:val="20"/>
              </w:rPr>
              <w:t xml:space="preserve"> </w:t>
            </w:r>
          </w:p>
          <w:p w14:paraId="498456DA" w14:textId="074E4BA6" w:rsidR="008706EC" w:rsidRPr="00B55E82" w:rsidRDefault="008706EC" w:rsidP="008706EC">
            <w:pPr>
              <w:rPr>
                <w:szCs w:val="20"/>
              </w:rPr>
            </w:pPr>
            <w:r>
              <w:rPr>
                <w:szCs w:val="20"/>
              </w:rPr>
              <w:t>Luovutushaku</w:t>
            </w:r>
            <w:r w:rsidRPr="00B55E82">
              <w:rPr>
                <w:szCs w:val="20"/>
              </w:rPr>
              <w:t xml:space="preserve"> Potilastiedon arkistosta potilaskohtaisessa ostopalvelussa hätätilanteessa, PP42</w:t>
            </w:r>
          </w:p>
          <w:p w14:paraId="7504C654" w14:textId="3B5FAB96" w:rsidR="008706EC" w:rsidRPr="00B55E82" w:rsidRDefault="008706EC" w:rsidP="008706EC">
            <w:pPr>
              <w:rPr>
                <w:szCs w:val="20"/>
              </w:rPr>
            </w:pPr>
            <w:r w:rsidRPr="00B55E82">
              <w:rPr>
                <w:szCs w:val="20"/>
              </w:rPr>
              <w:t>Luovutushaku</w:t>
            </w:r>
            <w:r>
              <w:rPr>
                <w:szCs w:val="20"/>
              </w:rPr>
              <w:t xml:space="preserve"> rekisteri</w:t>
            </w:r>
            <w:r w:rsidRPr="00B55E82">
              <w:rPr>
                <w:szCs w:val="20"/>
              </w:rPr>
              <w:t>tasoisessa ostopalvelutilanteessa, PP44</w:t>
            </w:r>
            <w:r>
              <w:rPr>
                <w:szCs w:val="20"/>
              </w:rPr>
              <w:t xml:space="preserve"> </w:t>
            </w:r>
          </w:p>
          <w:p w14:paraId="53397C40" w14:textId="604671FB" w:rsidR="008706EC" w:rsidRPr="00B55E82" w:rsidRDefault="008706EC" w:rsidP="008706EC">
            <w:pPr>
              <w:rPr>
                <w:szCs w:val="20"/>
              </w:rPr>
            </w:pPr>
            <w:r>
              <w:rPr>
                <w:szCs w:val="20"/>
              </w:rPr>
              <w:t>Luovutushaku</w:t>
            </w:r>
            <w:r w:rsidRPr="00B55E82">
              <w:rPr>
                <w:szCs w:val="20"/>
              </w:rPr>
              <w:t xml:space="preserve"> Potilastiedon arkistosta</w:t>
            </w:r>
            <w:r>
              <w:rPr>
                <w:szCs w:val="20"/>
              </w:rPr>
              <w:t xml:space="preserve"> rekisteri</w:t>
            </w:r>
            <w:r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8706EC" w:rsidRDefault="008706EC" w:rsidP="008706EC">
            <w:pPr>
              <w:rPr>
                <w:szCs w:val="20"/>
              </w:rPr>
            </w:pPr>
            <w:r>
              <w:rPr>
                <w:szCs w:val="20"/>
              </w:rPr>
              <w:t>PPB</w:t>
            </w:r>
            <w:r>
              <w:rPr>
                <w:szCs w:val="20"/>
              </w:rPr>
              <w:br/>
            </w:r>
          </w:p>
          <w:p w14:paraId="15329B71" w14:textId="77777777" w:rsidR="008706EC" w:rsidRDefault="008706EC" w:rsidP="008706EC">
            <w:pPr>
              <w:rPr>
                <w:szCs w:val="20"/>
              </w:rPr>
            </w:pPr>
            <w:r>
              <w:rPr>
                <w:szCs w:val="20"/>
              </w:rPr>
              <w:t>PPB</w:t>
            </w:r>
            <w:r>
              <w:rPr>
                <w:szCs w:val="20"/>
              </w:rPr>
              <w:br/>
            </w:r>
          </w:p>
          <w:p w14:paraId="51820010" w14:textId="77777777" w:rsidR="008706EC" w:rsidRDefault="008706EC" w:rsidP="008706EC">
            <w:pPr>
              <w:rPr>
                <w:szCs w:val="20"/>
              </w:rPr>
            </w:pPr>
            <w:r>
              <w:rPr>
                <w:szCs w:val="20"/>
              </w:rPr>
              <w:t>PPB</w:t>
            </w:r>
          </w:p>
          <w:p w14:paraId="034940A1" w14:textId="77777777" w:rsidR="008706EC" w:rsidRDefault="008706EC" w:rsidP="008706EC">
            <w:pPr>
              <w:rPr>
                <w:szCs w:val="20"/>
              </w:rPr>
            </w:pPr>
            <w:r>
              <w:rPr>
                <w:szCs w:val="20"/>
              </w:rPr>
              <w:t>PPB</w:t>
            </w:r>
            <w:r>
              <w:rPr>
                <w:szCs w:val="20"/>
              </w:rPr>
              <w:br/>
            </w:r>
          </w:p>
          <w:p w14:paraId="2C4119A9" w14:textId="77777777" w:rsidR="008706EC" w:rsidRDefault="008706EC" w:rsidP="008706EC">
            <w:pPr>
              <w:rPr>
                <w:szCs w:val="20"/>
              </w:rPr>
            </w:pPr>
            <w:r>
              <w:rPr>
                <w:szCs w:val="20"/>
              </w:rPr>
              <w:t>PPB</w:t>
            </w:r>
          </w:p>
          <w:p w14:paraId="58823293" w14:textId="77777777" w:rsidR="008706EC" w:rsidRDefault="008706EC" w:rsidP="008706EC">
            <w:pPr>
              <w:rPr>
                <w:szCs w:val="20"/>
              </w:rPr>
            </w:pPr>
            <w:r>
              <w:rPr>
                <w:szCs w:val="20"/>
              </w:rPr>
              <w:t>PPB</w:t>
            </w:r>
          </w:p>
          <w:p w14:paraId="15DB1B81" w14:textId="77777777" w:rsidR="008706EC" w:rsidRPr="00B55E82" w:rsidRDefault="008706EC" w:rsidP="008706EC">
            <w:pPr>
              <w:rPr>
                <w:szCs w:val="20"/>
              </w:rPr>
            </w:pPr>
          </w:p>
        </w:tc>
      </w:tr>
      <w:tr w:rsidR="008706E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PP24</w:t>
            </w:r>
          </w:p>
          <w:p w14:paraId="0EC4FD64" w14:textId="3B1B4015"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xml:space="preserve"> (järjestelmä), PP25</w:t>
            </w:r>
          </w:p>
          <w:p w14:paraId="36399C1A" w14:textId="1F763F65"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8706EC" w:rsidRPr="00B55E82" w:rsidRDefault="008706EC" w:rsidP="008706EC">
            <w:pPr>
              <w:rPr>
                <w:szCs w:val="20"/>
              </w:rPr>
            </w:pPr>
            <w:r>
              <w:rPr>
                <w:szCs w:val="20"/>
              </w:rPr>
              <w:t>-</w:t>
            </w:r>
          </w:p>
        </w:tc>
      </w:tr>
      <w:tr w:rsidR="008706E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potilaskohtaisessa ostopalvelutilanteessa, PP48</w:t>
            </w:r>
          </w:p>
          <w:p w14:paraId="787D3399" w14:textId="098F97E2"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w:t>
            </w:r>
            <w:r>
              <w:rPr>
                <w:szCs w:val="20"/>
              </w:rPr>
              <w:t>rekisteri</w:t>
            </w:r>
            <w:r w:rsidRPr="00B55E82">
              <w:rPr>
                <w:szCs w:val="20"/>
              </w:rPr>
              <w:t>tasoisessa</w:t>
            </w:r>
            <w:r>
              <w:rPr>
                <w:szCs w:val="20"/>
              </w:rPr>
              <w:t xml:space="preserve"> </w:t>
            </w:r>
            <w:r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8706EC" w:rsidRPr="00B55E82" w:rsidRDefault="008706EC" w:rsidP="008706EC">
            <w:pPr>
              <w:rPr>
                <w:szCs w:val="20"/>
              </w:rPr>
            </w:pPr>
            <w:r>
              <w:rPr>
                <w:szCs w:val="20"/>
              </w:rPr>
              <w:t>-</w:t>
            </w:r>
          </w:p>
        </w:tc>
      </w:tr>
      <w:tr w:rsidR="008706E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8706EC" w:rsidRPr="00B55E82" w:rsidRDefault="008706EC" w:rsidP="008706EC">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8706EC" w:rsidRDefault="008706EC" w:rsidP="008706EC">
            <w:pPr>
              <w:rPr>
                <w:szCs w:val="20"/>
              </w:rPr>
            </w:pPr>
            <w:r>
              <w:rPr>
                <w:szCs w:val="20"/>
              </w:rPr>
              <w:t>Keskeisten tietojen haku, PPC</w:t>
            </w:r>
          </w:p>
          <w:p w14:paraId="710487B1" w14:textId="47C6904C" w:rsidR="008706EC" w:rsidRPr="00B55E82" w:rsidRDefault="008706EC" w:rsidP="008706EC">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8706EC" w:rsidRDefault="008706EC" w:rsidP="008706EC">
            <w:pPr>
              <w:rPr>
                <w:szCs w:val="20"/>
              </w:rPr>
            </w:pPr>
          </w:p>
        </w:tc>
      </w:tr>
      <w:tr w:rsidR="008706E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8706EC" w:rsidRPr="00B55E82" w:rsidRDefault="008706EC" w:rsidP="008706EC">
            <w:pPr>
              <w:rPr>
                <w:szCs w:val="20"/>
              </w:rPr>
            </w:pPr>
            <w:r w:rsidRPr="00B55E82">
              <w:rPr>
                <w:szCs w:val="20"/>
              </w:rPr>
              <w:lastRenderedPageBreak/>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8706EC" w:rsidRPr="00B55E82" w:rsidRDefault="008706EC" w:rsidP="008706EC">
            <w:pPr>
              <w:rPr>
                <w:szCs w:val="20"/>
              </w:rPr>
            </w:pPr>
            <w:r w:rsidRPr="00B55E82">
              <w:rPr>
                <w:szCs w:val="20"/>
              </w:rPr>
              <w:t>Keskeisten tietojen haku, PP27</w:t>
            </w:r>
          </w:p>
          <w:p w14:paraId="23B54286" w14:textId="77777777" w:rsidR="008706EC" w:rsidRPr="00B55E82" w:rsidRDefault="008706EC" w:rsidP="008706EC">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8706EC" w:rsidRDefault="008706EC" w:rsidP="008706EC">
            <w:pPr>
              <w:rPr>
                <w:szCs w:val="20"/>
              </w:rPr>
            </w:pPr>
            <w:r>
              <w:rPr>
                <w:szCs w:val="20"/>
              </w:rPr>
              <w:t>PPC</w:t>
            </w:r>
          </w:p>
          <w:p w14:paraId="714B156F" w14:textId="77777777" w:rsidR="008706EC" w:rsidRPr="00B55E82" w:rsidRDefault="008706EC" w:rsidP="008706EC">
            <w:pPr>
              <w:rPr>
                <w:szCs w:val="20"/>
              </w:rPr>
            </w:pPr>
            <w:r>
              <w:rPr>
                <w:szCs w:val="20"/>
              </w:rPr>
              <w:t>PPC</w:t>
            </w:r>
          </w:p>
        </w:tc>
      </w:tr>
      <w:tr w:rsidR="008706E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8706EC" w:rsidRPr="00B55E82" w:rsidRDefault="008706EC" w:rsidP="008706EC">
            <w:pPr>
              <w:rPr>
                <w:szCs w:val="20"/>
              </w:rPr>
            </w:pPr>
            <w:r w:rsidRPr="00B55E82">
              <w:rPr>
                <w:szCs w:val="20"/>
              </w:rPr>
              <w:t>Keskeisten tietojen haku potilaskohtaisessa ostopalvelutilanteessa, PP41</w:t>
            </w:r>
          </w:p>
          <w:p w14:paraId="250FC029" w14:textId="77777777" w:rsidR="008706EC" w:rsidRPr="00B55E82" w:rsidRDefault="008706EC" w:rsidP="008706EC">
            <w:pPr>
              <w:rPr>
                <w:szCs w:val="20"/>
              </w:rPr>
            </w:pPr>
            <w:r w:rsidRPr="00B55E82">
              <w:rPr>
                <w:szCs w:val="20"/>
              </w:rPr>
              <w:t>Keskeisten tietojen haku potilaskohtaisessa ostopalvelussa hätätilanteessa, PP43</w:t>
            </w:r>
          </w:p>
          <w:p w14:paraId="684BBC1C" w14:textId="64C26994"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ostopalvelutilanteessa, PP45</w:t>
            </w:r>
          </w:p>
          <w:p w14:paraId="3C7C687F" w14:textId="1159409D"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8706EC" w:rsidRDefault="008706EC" w:rsidP="008706EC">
            <w:pPr>
              <w:rPr>
                <w:szCs w:val="20"/>
              </w:rPr>
            </w:pPr>
            <w:r>
              <w:rPr>
                <w:szCs w:val="20"/>
              </w:rPr>
              <w:t>PPC</w:t>
            </w:r>
            <w:r>
              <w:rPr>
                <w:szCs w:val="20"/>
              </w:rPr>
              <w:br/>
            </w:r>
          </w:p>
          <w:p w14:paraId="1E2FDE2D" w14:textId="77777777" w:rsidR="008706EC" w:rsidRDefault="008706EC" w:rsidP="008706EC">
            <w:pPr>
              <w:rPr>
                <w:szCs w:val="20"/>
              </w:rPr>
            </w:pPr>
            <w:r>
              <w:rPr>
                <w:szCs w:val="20"/>
              </w:rPr>
              <w:t>PPC</w:t>
            </w:r>
            <w:r>
              <w:rPr>
                <w:szCs w:val="20"/>
              </w:rPr>
              <w:br/>
            </w:r>
          </w:p>
          <w:p w14:paraId="2D6B3845" w14:textId="77777777" w:rsidR="008706EC" w:rsidRDefault="008706EC" w:rsidP="008706EC">
            <w:pPr>
              <w:rPr>
                <w:szCs w:val="20"/>
              </w:rPr>
            </w:pPr>
            <w:r>
              <w:rPr>
                <w:szCs w:val="20"/>
              </w:rPr>
              <w:t>PPC</w:t>
            </w:r>
            <w:r>
              <w:rPr>
                <w:szCs w:val="20"/>
              </w:rPr>
              <w:br/>
            </w:r>
          </w:p>
          <w:p w14:paraId="055A7354" w14:textId="77777777" w:rsidR="008706EC" w:rsidRPr="00B55E82" w:rsidRDefault="008706EC" w:rsidP="008706EC">
            <w:pPr>
              <w:rPr>
                <w:szCs w:val="20"/>
              </w:rPr>
            </w:pPr>
            <w:r>
              <w:rPr>
                <w:szCs w:val="20"/>
              </w:rPr>
              <w:t>PPC</w:t>
            </w:r>
          </w:p>
        </w:tc>
      </w:tr>
      <w:tr w:rsidR="008706E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8706EC" w:rsidRPr="00B55E82" w:rsidRDefault="008706EC" w:rsidP="008706EC">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8706EC" w:rsidRPr="00B55E82" w:rsidRDefault="008706EC" w:rsidP="008706EC">
            <w:pPr>
              <w:rPr>
                <w:szCs w:val="20"/>
              </w:rPr>
            </w:pPr>
            <w:r w:rsidRPr="00B55E82">
              <w:rPr>
                <w:szCs w:val="20"/>
              </w:rPr>
              <w:t>Järjestäjän ostopalvelun valtuutuksen haku omasta rekisteristä Potilastiedon arkistosta, PP38</w:t>
            </w:r>
          </w:p>
          <w:p w14:paraId="486401C7" w14:textId="77777777" w:rsidR="008706EC" w:rsidRPr="00B55E82" w:rsidRDefault="008706EC" w:rsidP="008706EC">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8706EC" w:rsidRPr="00B55E82" w:rsidRDefault="008706EC" w:rsidP="008706EC">
            <w:pPr>
              <w:rPr>
                <w:szCs w:val="20"/>
              </w:rPr>
            </w:pPr>
            <w:r>
              <w:rPr>
                <w:szCs w:val="20"/>
              </w:rPr>
              <w:t>-</w:t>
            </w:r>
          </w:p>
        </w:tc>
      </w:tr>
      <w:tr w:rsidR="008706E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8706EC" w:rsidRPr="00B55E82" w:rsidRDefault="008706EC" w:rsidP="008706EC">
            <w:pPr>
              <w:rPr>
                <w:szCs w:val="20"/>
              </w:rPr>
            </w:pPr>
          </w:p>
        </w:tc>
      </w:tr>
      <w:tr w:rsidR="008706E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8706EC" w:rsidRPr="00B55E82" w:rsidRDefault="008706EC" w:rsidP="008706EC">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8706EC" w:rsidRPr="00B55E82" w:rsidRDefault="008706EC" w:rsidP="008706EC">
            <w:pPr>
              <w:rPr>
                <w:szCs w:val="20"/>
              </w:rPr>
            </w:pPr>
          </w:p>
        </w:tc>
      </w:tr>
      <w:tr w:rsidR="008706E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8706EC" w:rsidRPr="00B55E82" w:rsidRDefault="008706EC" w:rsidP="008706EC">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8706EC" w:rsidRPr="00B55E82" w:rsidRDefault="008706EC" w:rsidP="008706EC">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8706EC" w:rsidRPr="00B55E82" w:rsidRDefault="008706EC" w:rsidP="008706EC">
            <w:pPr>
              <w:rPr>
                <w:szCs w:val="20"/>
              </w:rPr>
            </w:pPr>
            <w:r>
              <w:rPr>
                <w:szCs w:val="20"/>
              </w:rPr>
              <w:t>-</w:t>
            </w:r>
          </w:p>
        </w:tc>
      </w:tr>
      <w:tr w:rsidR="008706E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8706EC" w:rsidRPr="00B55E82" w:rsidRDefault="008706EC" w:rsidP="008706EC">
            <w:pPr>
              <w:rPr>
                <w:szCs w:val="20"/>
              </w:rPr>
            </w:pPr>
          </w:p>
        </w:tc>
      </w:tr>
      <w:tr w:rsidR="008706E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8706EC" w:rsidRPr="00B55E82" w:rsidRDefault="008706EC" w:rsidP="008706EC">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8706EC" w:rsidRPr="00B55E82" w:rsidRDefault="008706EC" w:rsidP="008706EC">
            <w:pPr>
              <w:rPr>
                <w:szCs w:val="20"/>
              </w:rPr>
            </w:pPr>
            <w:r>
              <w:rPr>
                <w:szCs w:val="20"/>
              </w:rPr>
              <w:t>-</w:t>
            </w:r>
          </w:p>
        </w:tc>
      </w:tr>
      <w:tr w:rsidR="008706E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28108574" w:rsidR="008706EC" w:rsidRPr="00B55E82" w:rsidRDefault="008706EC" w:rsidP="008706EC">
            <w:pPr>
              <w:rPr>
                <w:szCs w:val="20"/>
              </w:rPr>
            </w:pPr>
            <w:r w:rsidRPr="00B55E82">
              <w:rPr>
                <w:szCs w:val="20"/>
                <w:highlight w:val="white"/>
              </w:rPr>
              <w:t>Kuvattu</w:t>
            </w:r>
            <w:r>
              <w:rPr>
                <w:szCs w:val="20"/>
                <w:highlight w:val="white"/>
              </w:rPr>
              <w:t xml:space="preserve"> </w:t>
            </w:r>
            <w:r w:rsidRPr="00B55E82">
              <w:rPr>
                <w:szCs w:val="20"/>
                <w:highlight w:val="white"/>
              </w:rPr>
              <w:t>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8706EC" w:rsidRPr="00B55E82" w:rsidRDefault="008706EC" w:rsidP="008706EC">
            <w:pPr>
              <w:rPr>
                <w:szCs w:val="20"/>
              </w:rPr>
            </w:pPr>
            <w:r w:rsidRPr="00B55E82">
              <w:rPr>
                <w:szCs w:val="20"/>
              </w:rPr>
              <w:t>PP51-PP5</w:t>
            </w:r>
            <w:r>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8706EC" w:rsidRPr="00B55E82" w:rsidRDefault="008706EC" w:rsidP="008706EC">
            <w:pPr>
              <w:rPr>
                <w:szCs w:val="20"/>
              </w:rPr>
            </w:pPr>
          </w:p>
        </w:tc>
      </w:tr>
    </w:tbl>
    <w:p w14:paraId="66C15556" w14:textId="13631F38" w:rsidR="00076B9B" w:rsidRPr="001A210C" w:rsidRDefault="00076B9B" w:rsidP="00076B9B">
      <w:r>
        <w:br w:type="page"/>
      </w:r>
    </w:p>
    <w:p w14:paraId="10FC27BA" w14:textId="76AF5334" w:rsidR="00BD4279" w:rsidRDefault="00BD4279" w:rsidP="00BD4279">
      <w:pPr>
        <w:pStyle w:val="Otsikko1"/>
        <w:spacing w:before="220"/>
      </w:pPr>
      <w:bookmarkStart w:id="5" w:name="_Toc256000012"/>
      <w:bookmarkStart w:id="6" w:name="_Toc37061957"/>
      <w:bookmarkStart w:id="7" w:name="_Toc162975759"/>
      <w:r>
        <w:lastRenderedPageBreak/>
        <w:t>Potilastiedon arkiston asiakirjatyypit</w:t>
      </w:r>
      <w:bookmarkEnd w:id="5"/>
      <w:bookmarkEnd w:id="6"/>
      <w:bookmarkEnd w:id="7"/>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12"/>
        <w:gridCol w:w="976"/>
        <w:gridCol w:w="1174"/>
        <w:gridCol w:w="1535"/>
        <w:gridCol w:w="1261"/>
        <w:gridCol w:w="1203"/>
        <w:gridCol w:w="1459"/>
        <w:gridCol w:w="1096"/>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5A18940F"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Tähän kuuluvat asiakirjat Potilastiedon arkiston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0"/>
        <w:gridCol w:w="1370"/>
        <w:gridCol w:w="1401"/>
        <w:gridCol w:w="2110"/>
        <w:gridCol w:w="2477"/>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42834C9D"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60F1BCB2" w:rsidR="00B611E6" w:rsidRDefault="00B611E6" w:rsidP="005E1B38">
            <w:pPr>
              <w:rPr>
                <w:sz w:val="22"/>
              </w:rPr>
            </w:pPr>
            <w:r>
              <w:rPr>
                <w:rFonts w:ascii="Arial" w:eastAsia="Arial" w:hAnsi="Arial" w:cs="Arial"/>
                <w:sz w:val="16"/>
              </w:rPr>
              <w:t>** Tähän kuuluvat asiakirjat Potilastiedon arkiston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F0646F"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94A06EA" w:rsidR="00BD4279" w:rsidRPr="00BD4279" w:rsidRDefault="00076B9B" w:rsidP="00076B9B">
      <w:r>
        <w:br w:type="page"/>
      </w:r>
    </w:p>
    <w:p w14:paraId="4496AF80" w14:textId="114A9632" w:rsidR="00AB58C9" w:rsidRDefault="00AB58C9" w:rsidP="00AB58C9">
      <w:pPr>
        <w:pStyle w:val="Otsikko1"/>
      </w:pPr>
      <w:bookmarkStart w:id="8" w:name="_Toc162975760"/>
      <w:r w:rsidRPr="00AB58C9">
        <w:lastRenderedPageBreak/>
        <w:t>Arkistoi palvelutapahtuma-asiakirja (PPA</w:t>
      </w:r>
      <w:r w:rsidR="003504FB">
        <w:t>, PPA11</w:t>
      </w:r>
      <w:r w:rsidRPr="00AB58C9">
        <w:t>)</w:t>
      </w:r>
      <w:bookmarkEnd w:id="8"/>
    </w:p>
    <w:p w14:paraId="5DDCB089" w14:textId="0BAACC95" w:rsidR="00AB58C9" w:rsidRDefault="00AB58C9" w:rsidP="00AB58C9">
      <w:pPr>
        <w:pStyle w:val="Otsikko2"/>
      </w:pPr>
      <w:r w:rsidRPr="00AB58C9">
        <w:t>Käyttötapauksen yleiskuvaus ja lopputulos</w:t>
      </w:r>
    </w:p>
    <w:p w14:paraId="3FEB5450" w14:textId="72960F20"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2D560355" w:rsidR="009F703C" w:rsidRDefault="009F703C" w:rsidP="00D54165">
      <w:pPr>
        <w:pStyle w:val="Leipteksti"/>
        <w:numPr>
          <w:ilvl w:val="0"/>
          <w:numId w:val="6"/>
        </w:numPr>
        <w:spacing w:after="0"/>
      </w:pPr>
      <w:r>
        <w:t>Palvelutapahtuman arkistointi rekisterinpitäjän omaan rekisteriin</w:t>
      </w:r>
      <w:r w:rsidR="00927F07">
        <w:t>.</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2B39BE02" w:rsidR="009F703C" w:rsidRDefault="009F703C" w:rsidP="009F703C">
      <w:pPr>
        <w:pStyle w:val="Leipteksti"/>
      </w:pPr>
      <w:r>
        <w:t>Huom. Vanhojen asiakirjojen palvelutapahtuman arkistointi ei ole mahdollinen tällä palvelupyynnöllä.</w:t>
      </w:r>
    </w:p>
    <w:p w14:paraId="34B998E7" w14:textId="436888F2" w:rsidR="00AA55DF" w:rsidRDefault="00AA55DF" w:rsidP="00AA55DF">
      <w:pPr>
        <w:pStyle w:val="Leipteksti"/>
      </w:pPr>
      <w:r>
        <w:t>Käyttötapaus kuvaa myös uuden palvelutapahtuman arkistoinnin toimintansa päättäneen terveydenhuollon yksityisen rekisterinpitäjän rekisteriin</w:t>
      </w:r>
      <w:r w:rsidR="00631841">
        <w:t xml:space="preserve">  [LT2]</w:t>
      </w:r>
      <w:r>
        <w:t xml:space="preserve">. </w:t>
      </w:r>
    </w:p>
    <w:p w14:paraId="613B22F9" w14:textId="5E421678" w:rsidR="00AA55DF" w:rsidRDefault="00C4103A" w:rsidP="00056B7D">
      <w:pPr>
        <w:pStyle w:val="Leipteksti"/>
        <w:numPr>
          <w:ilvl w:val="0"/>
          <w:numId w:val="6"/>
        </w:numPr>
      </w:pPr>
      <w:r>
        <w:t>Palvelutapahtuman arkistointi toimintansa päättäneen rekisterinpitäjän rekisteriin</w:t>
      </w:r>
      <w:r w:rsidR="00B545D2">
        <w:t xml:space="preserve"> järjestämisvastuun perusteella</w:t>
      </w:r>
      <w:r>
        <w:t>. Arkistointisanoman lähettävä organisaatio on järjestämisvastuullinen toimija eli hyvinvointialue tai Helsingin kaupunki. Asiakirja arkistoidaan toimintansa päättäneen rekisterinpitäjän rekisteriin.</w:t>
      </w:r>
      <w:r w:rsidR="00B545D2">
        <w:t xml:space="preserve"> Käytettävä palvelupyyntö on PPA11.</w:t>
      </w:r>
    </w:p>
    <w:p w14:paraId="52AFB834" w14:textId="5E23A61B" w:rsidR="00B545D2" w:rsidRDefault="00B545D2" w:rsidP="00B545D2">
      <w:pPr>
        <w:pStyle w:val="Leipteksti"/>
        <w:numPr>
          <w:ilvl w:val="0"/>
          <w:numId w:val="6"/>
        </w:numPr>
      </w:pPr>
      <w:r>
        <w:t>Palvelutapahtuman a</w:t>
      </w:r>
      <w:r w:rsidR="002215D7">
        <w:t>r</w:t>
      </w:r>
      <w:r>
        <w:t>kistointi toimintansa päättäneen rekisterinpitäjän rekisteriin yhteisliitttymismallissa, jos palvelunantajat ovat sopineet yhteisrekisterinpitäjyydestä</w:t>
      </w:r>
      <w:r w:rsidR="002215D7">
        <w:t>.</w:t>
      </w:r>
      <w:r>
        <w:t xml:space="preserve"> Arkistointisanoman lähettävä organisaatio on yhteisliittymän isäntäorganisaatio. Asiakirja arkistoidaan toimintansa päättäneen rekisterinpitäjän rekisteriin. Käytettävä palvelupyyntö on PP</w:t>
      </w:r>
      <w:r w:rsidR="0076514E">
        <w:t>A</w:t>
      </w:r>
      <w:r>
        <w:t>.</w:t>
      </w:r>
    </w:p>
    <w:p w14:paraId="3277287A" w14:textId="13B99C59" w:rsidR="009F703C" w:rsidRPr="009F703C" w:rsidRDefault="009F703C" w:rsidP="009F703C">
      <w:pPr>
        <w:pStyle w:val="Leipteksti"/>
      </w:pPr>
      <w:r>
        <w:lastRenderedPageBreak/>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6C2E6283" w:rsidR="00180CFE" w:rsidRDefault="00180CFE" w:rsidP="00180CFE">
      <w:pPr>
        <w:pStyle w:val="Numeroituluettelo"/>
      </w:pPr>
      <w:r>
        <w:t>Potilastiedon arkisto, Kanta-viestinvälitys, jatkossa Arkisto</w:t>
      </w:r>
      <w:r w:rsidR="002C6018">
        <w:t>.</w:t>
      </w:r>
    </w:p>
    <w:p w14:paraId="464B08FC" w14:textId="7EF1CB93" w:rsidR="00180CFE" w:rsidRDefault="00180CFE" w:rsidP="00180CFE">
      <w:pPr>
        <w:pStyle w:val="Otsikko2"/>
      </w:pPr>
      <w:r>
        <w:t>Esiehdot</w:t>
      </w:r>
    </w:p>
    <w:p w14:paraId="34520664" w14:textId="251BE4CD" w:rsidR="00180CFE" w:rsidRDefault="00180CFE" w:rsidP="00F5078D">
      <w:pPr>
        <w:pStyle w:val="Numeroituluettelo"/>
      </w:pPr>
      <w:r>
        <w:t>Potilas, jolle on tarpeen tehdä palvelutapahtuma, on yksilöity järjestelmässä henkilötunnuksella tai tilapäisellä yksilöintitunnuksella [LM11]</w:t>
      </w:r>
      <w:r w:rsidR="00927F07">
        <w:t>.</w:t>
      </w:r>
    </w:p>
    <w:p w14:paraId="49CC07B0" w14:textId="669F9BEA" w:rsidR="00180CFE" w:rsidRDefault="00180CFE" w:rsidP="00180CFE">
      <w:pPr>
        <w:pStyle w:val="Numeroituluettelo"/>
        <w:spacing w:after="0"/>
      </w:pPr>
      <w:r>
        <w:t>Lisäksi tilanteessa B (ostopalvelun järjestäjä):</w:t>
      </w:r>
    </w:p>
    <w:p w14:paraId="334FD137" w14:textId="7B1FBD28" w:rsidR="00180CFE" w:rsidRDefault="00180CFE" w:rsidP="00D67AEB">
      <w:pPr>
        <w:pStyle w:val="Luettelokappale"/>
        <w:numPr>
          <w:ilvl w:val="0"/>
          <w:numId w:val="31"/>
        </w:numPr>
        <w:spacing w:before="0"/>
      </w:pPr>
      <w:r>
        <w:t>Ostopalvelutilanteessa potilas on yksilöitävä virallisella henkilötunnuksella</w:t>
      </w:r>
      <w:r w:rsidR="00927F07">
        <w:t>.</w:t>
      </w:r>
    </w:p>
    <w:p w14:paraId="181A0280" w14:textId="57CAA10E" w:rsidR="00180CFE" w:rsidRDefault="00180CFE" w:rsidP="00D67AEB">
      <w:pPr>
        <w:pStyle w:val="Luettelokappale"/>
        <w:numPr>
          <w:ilvl w:val="0"/>
          <w:numId w:val="31"/>
        </w:numPr>
        <w:spacing w:before="0" w:after="0"/>
      </w:pPr>
      <w:r>
        <w:t>Ostopalvelun järjestäjän arkistoasiakirjat-rekisterissä on ostopalvelutilanteen mukainen ostopalvelun valtuutus</w:t>
      </w:r>
      <w:r w:rsidR="00927F07">
        <w:t>.</w:t>
      </w:r>
    </w:p>
    <w:p w14:paraId="38DEA1F9" w14:textId="142D490F" w:rsidR="00180CFE" w:rsidRDefault="00180CFE" w:rsidP="00056B7D">
      <w:pPr>
        <w:pStyle w:val="Numeroituluettelo"/>
        <w:spacing w:before="240" w:after="0"/>
      </w:pPr>
      <w:r>
        <w:t>Lisäksi tilanteessa C (ostopalvelun tuottaja):</w:t>
      </w:r>
    </w:p>
    <w:p w14:paraId="4FF88D25" w14:textId="13917360" w:rsidR="00180CFE" w:rsidRDefault="00180CFE" w:rsidP="00D67AEB">
      <w:pPr>
        <w:pStyle w:val="Luettelokappale"/>
        <w:numPr>
          <w:ilvl w:val="0"/>
          <w:numId w:val="32"/>
        </w:numPr>
        <w:spacing w:before="0"/>
      </w:pPr>
      <w:r>
        <w:t>Ostopalvelutilanteessa potilas on yksilöitävä virallisella henkilötunnuksella</w:t>
      </w:r>
      <w:r w:rsidR="00927F07">
        <w:t>.</w:t>
      </w:r>
    </w:p>
    <w:p w14:paraId="0D4BAD6B" w14:textId="2E2751DE" w:rsidR="00180CFE" w:rsidRDefault="00180CFE" w:rsidP="00D67AEB">
      <w:pPr>
        <w:pStyle w:val="Luettelokappale"/>
        <w:numPr>
          <w:ilvl w:val="0"/>
          <w:numId w:val="32"/>
        </w:numPr>
        <w:spacing w:before="0"/>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4E03E2D2" w:rsidR="00180CFE" w:rsidRDefault="00180CFE" w:rsidP="00D67AEB">
      <w:pPr>
        <w:pStyle w:val="Luettelokappale"/>
        <w:numPr>
          <w:ilvl w:val="0"/>
          <w:numId w:val="32"/>
        </w:numPr>
        <w:spacing w:before="0"/>
      </w:pPr>
      <w:r>
        <w:t>Ostopalvelun tuottajalla on tiedossa ostopalvelujen järjestäjän rekisteri, jota ostopalvelun valtuutus koskee ja johon asiakirjat arkistoidaan</w:t>
      </w:r>
      <w:r w:rsidR="00927F07">
        <w:t>.</w:t>
      </w:r>
    </w:p>
    <w:p w14:paraId="1D1BB1B4" w14:textId="424C9C5D" w:rsidR="00180CFE" w:rsidRDefault="00180CFE" w:rsidP="00D67AEB">
      <w:pPr>
        <w:pStyle w:val="Luettelokappale"/>
        <w:numPr>
          <w:ilvl w:val="0"/>
          <w:numId w:val="32"/>
        </w:numPr>
        <w:spacing w:before="0"/>
      </w:pPr>
      <w:r>
        <w:t>Ostopalvelun tuottajalla on tiedossa ostopalvelun valtuutuksen tunniste</w:t>
      </w:r>
      <w:r w:rsidR="00054303">
        <w:t xml:space="preserve"> (LT1)</w:t>
      </w:r>
      <w:r w:rsidR="00927F07">
        <w:t>.</w:t>
      </w:r>
    </w:p>
    <w:p w14:paraId="37021E6E" w14:textId="76A7A7B7" w:rsidR="00C4103A" w:rsidRDefault="00C4103A" w:rsidP="00056B7D">
      <w:pPr>
        <w:pStyle w:val="Numeroituluettelo"/>
        <w:spacing w:before="240" w:after="0"/>
      </w:pPr>
      <w:r>
        <w:t>Lisäksi tilanteessa D (arkistointi toimintansa päättäneen rekisterinpitäjän rekisteriin</w:t>
      </w:r>
      <w:r w:rsidR="00B545D2">
        <w:t xml:space="preserve"> järjestämisvastuun perusteella</w:t>
      </w:r>
      <w:r>
        <w:t>)</w:t>
      </w:r>
      <w:r w:rsidR="005C7BCE">
        <w:t>:</w:t>
      </w:r>
    </w:p>
    <w:p w14:paraId="13DB0070" w14:textId="15921993" w:rsidR="00B545D2" w:rsidRDefault="00C4103A" w:rsidP="00D67AEB">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w:t>
      </w:r>
      <w:r w:rsidR="002C6018">
        <w:t>.</w:t>
      </w:r>
      <w:r>
        <w:t xml:space="preserve"> [LK14].</w:t>
      </w:r>
    </w:p>
    <w:p w14:paraId="43A89DF4" w14:textId="038B736D" w:rsidR="00C5640E" w:rsidRDefault="00C5640E" w:rsidP="00C5640E">
      <w:pPr>
        <w:pStyle w:val="Numeroituluettelo"/>
        <w:spacing w:before="240" w:after="0"/>
      </w:pPr>
      <w:bookmarkStart w:id="9" w:name="_Hlk158192753"/>
      <w:r>
        <w:t>Lisäksi tilanteessa E (arkistointi toimintansa päättäneen rekisterinpitäjän rekisteriin yhteisliittymismallissa):</w:t>
      </w:r>
    </w:p>
    <w:p w14:paraId="36C06133" w14:textId="6B676E8A" w:rsidR="00C5640E" w:rsidRDefault="00C5640E" w:rsidP="00D67AEB">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bookmarkEnd w:id="9"/>
    <w:p w14:paraId="0EBEAABC" w14:textId="77777777" w:rsidR="00C5640E" w:rsidRPr="00C5640E" w:rsidRDefault="00C5640E" w:rsidP="00C5640E">
      <w:pPr>
        <w:pStyle w:val="Leipteksti"/>
      </w:pPr>
    </w:p>
    <w:p w14:paraId="1C07141F" w14:textId="498F2714" w:rsidR="00180CFE" w:rsidRDefault="00CD7407" w:rsidP="007E3B4B">
      <w:pPr>
        <w:pStyle w:val="Otsikko2"/>
        <w:spacing w:before="240"/>
      </w:pPr>
      <w:r>
        <w:lastRenderedPageBreak/>
        <w:t>Normaali tapahtumankulku</w:t>
      </w:r>
    </w:p>
    <w:p w14:paraId="26513FCA" w14:textId="0A03C95A" w:rsidR="00CD7407" w:rsidRDefault="00CD7407" w:rsidP="00056B7D">
      <w:pPr>
        <w:pStyle w:val="Numeroituluettelo"/>
        <w:spacing w:before="240" w:after="0"/>
      </w:pPr>
      <w:r>
        <w:t xml:space="preserve">Järjestelmä tuottaa uuden palvelutapahtuman tarvitsemat tiedot </w:t>
      </w:r>
    </w:p>
    <w:p w14:paraId="1608FB08" w14:textId="42744E9D" w:rsidR="00CD7407" w:rsidRDefault="00CD7407" w:rsidP="00D67AEB">
      <w:pPr>
        <w:pStyle w:val="Luettelokappale"/>
        <w:numPr>
          <w:ilvl w:val="0"/>
          <w:numId w:val="33"/>
        </w:numPr>
        <w:spacing w:before="0" w:after="0"/>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D67AEB">
      <w:pPr>
        <w:pStyle w:val="Luettelokappale"/>
        <w:numPr>
          <w:ilvl w:val="0"/>
          <w:numId w:val="33"/>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1AC3994" w14:textId="39E6E491" w:rsidR="00CD7407" w:rsidRDefault="00CD7407">
      <w:pPr>
        <w:pStyle w:val="Numeroituluettelo"/>
        <w:spacing w:before="240" w:after="0"/>
      </w:pPr>
      <w:r>
        <w:t xml:space="preserve">Järjestelmä muodostaa valituista tiedoista arkistoitavan CDA R2 -asiakirjan seuraavilla periaatteilla [V1, LM2] </w:t>
      </w:r>
    </w:p>
    <w:p w14:paraId="3729B1BE" w14:textId="0BA8A51D" w:rsidR="00CD7407" w:rsidRDefault="00CD7407" w:rsidP="00D67AEB">
      <w:pPr>
        <w:pStyle w:val="Luettelokappale"/>
        <w:numPr>
          <w:ilvl w:val="0"/>
          <w:numId w:val="34"/>
        </w:numPr>
        <w:spacing w:before="0"/>
      </w:pPr>
      <w:r>
        <w:t>Palvelutapahtuma-asiakirja merkitään aina ensisijaiseksi asiakirjaksi ja sen tulee olla sisältöosaltaan ns. tyhjä asiakirja, eli se ei saa sisältää hoidollista tietoa, vaikka sisältääkin potilaan tunnistetiedot</w:t>
      </w:r>
      <w:r w:rsidR="00927F07">
        <w:t>.</w:t>
      </w:r>
    </w:p>
    <w:p w14:paraId="55948ABB" w14:textId="3B80B2B4" w:rsidR="00CD7407" w:rsidRDefault="00CD7407" w:rsidP="00D67AEB">
      <w:pPr>
        <w:pStyle w:val="Luettelokappale"/>
        <w:numPr>
          <w:ilvl w:val="0"/>
          <w:numId w:val="34"/>
        </w:numPr>
        <w:spacing w:before="0"/>
      </w:pPr>
      <w:r>
        <w:t>Asiakirjan rakenne noudattaa yleistä ”Potilastiedon arkiston kertomus ja lomakkeet” -oppaan rakennetta</w:t>
      </w:r>
      <w:r w:rsidR="00927F07">
        <w:t>.</w:t>
      </w:r>
    </w:p>
    <w:p w14:paraId="3E9B176D" w14:textId="6E1C9766" w:rsidR="00CD7407" w:rsidRDefault="00CD7407" w:rsidP="00D67AEB">
      <w:pPr>
        <w:pStyle w:val="Luettelokappale"/>
        <w:numPr>
          <w:ilvl w:val="0"/>
          <w:numId w:val="34"/>
        </w:numPr>
        <w:spacing w:before="0"/>
      </w:pPr>
      <w:r>
        <w:t>Asiakirjalle täydennetään kuvailutiedot kuvailutietojen määrittelyn mukaisesti [LM5]</w:t>
      </w:r>
      <w:r w:rsidR="00927F07">
        <w:t>.</w:t>
      </w:r>
      <w:r>
        <w:t xml:space="preserve"> </w:t>
      </w:r>
    </w:p>
    <w:p w14:paraId="30697391" w14:textId="70923EB1" w:rsidR="003E6853" w:rsidRDefault="00CD7407" w:rsidP="00D67AEB">
      <w:pPr>
        <w:pStyle w:val="Luettelokappale"/>
        <w:numPr>
          <w:ilvl w:val="0"/>
          <w:numId w:val="34"/>
        </w:numPr>
        <w:spacing w:before="0"/>
      </w:pPr>
      <w:r>
        <w:t xml:space="preserve">Lisäksi tilanteessa </w:t>
      </w:r>
      <w:r w:rsidR="009047A4">
        <w:t>B (</w:t>
      </w:r>
      <w:r>
        <w:t>ostopalvelun järjestäjä):</w:t>
      </w:r>
    </w:p>
    <w:p w14:paraId="1C0FA9BD" w14:textId="2F747BAA" w:rsidR="00CD7407" w:rsidRDefault="00CD7407">
      <w:pPr>
        <w:pStyle w:val="Leipteksti"/>
        <w:spacing w:after="0"/>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D67AEB">
      <w:pPr>
        <w:pStyle w:val="Luettelokappale"/>
        <w:numPr>
          <w:ilvl w:val="0"/>
          <w:numId w:val="34"/>
        </w:numPr>
        <w:spacing w:before="0"/>
      </w:pPr>
      <w:r>
        <w:t xml:space="preserve">Lisäksi tilanteessa C (ostopalvelun tuottaja): </w:t>
      </w:r>
    </w:p>
    <w:p w14:paraId="41EA8CFC" w14:textId="451306D3" w:rsidR="00CD7407" w:rsidRDefault="00CD7407" w:rsidP="007E3B4B">
      <w:pPr>
        <w:pStyle w:val="Luettelokappale"/>
        <w:numPr>
          <w:ilvl w:val="1"/>
          <w:numId w:val="5"/>
        </w:numPr>
        <w:spacing w:before="0"/>
      </w:pPr>
      <w:r>
        <w:t>Asiakirjan tuottaja on asiakirjan tuottanut organisaatio</w:t>
      </w:r>
      <w:r w:rsidR="00927F07">
        <w:t>.</w:t>
      </w:r>
    </w:p>
    <w:p w14:paraId="5E2F8945" w14:textId="058F8F18" w:rsidR="00CD7407" w:rsidRDefault="00CD7407" w:rsidP="007E3B4B">
      <w:pPr>
        <w:pStyle w:val="Luettelokappale"/>
        <w:numPr>
          <w:ilvl w:val="1"/>
          <w:numId w:val="5"/>
        </w:numPr>
        <w:spacing w:before="0"/>
      </w:pPr>
      <w:r>
        <w:t>Rekisterinpitäjä ja rekisteri ovat ostopalvelun järjestäjän ostopalvelun valtuutuksessa ilmoittamat rekisterinpitäjä ja rekisteri</w:t>
      </w:r>
      <w:r w:rsidR="00927F07">
        <w:t>.</w:t>
      </w:r>
      <w:r>
        <w:t xml:space="preserve"> </w:t>
      </w:r>
    </w:p>
    <w:p w14:paraId="60B20138" w14:textId="6F714DCE" w:rsidR="00CD7407" w:rsidRDefault="00CD7407" w:rsidP="007E3B4B">
      <w:pPr>
        <w:pStyle w:val="Luettelokappale"/>
        <w:numPr>
          <w:ilvl w:val="1"/>
          <w:numId w:val="5"/>
        </w:numPr>
        <w:spacing w:before="0"/>
      </w:pPr>
      <w:r>
        <w:t>Hoitotapahtumaan osallistunut palveluyksikkö on tuottajan palveluyksikkö</w:t>
      </w:r>
      <w:r w:rsidR="00927F07">
        <w:t>.</w:t>
      </w:r>
    </w:p>
    <w:p w14:paraId="27E5A36D" w14:textId="68C2B99D" w:rsidR="00CD7407" w:rsidRDefault="00CD7407"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2FBB5D86" w14:textId="7A0894D2" w:rsidR="00CD7407" w:rsidRDefault="00CD7407" w:rsidP="007E3B4B">
      <w:pPr>
        <w:pStyle w:val="Luettelokappale"/>
        <w:numPr>
          <w:ilvl w:val="1"/>
          <w:numId w:val="5"/>
        </w:numPr>
        <w:spacing w:before="0"/>
      </w:pPr>
      <w:r>
        <w:t xml:space="preserve">Järjestelmä tuottaa palvelutapahtumalle ostopalvelun valtuutuksen tunnisteen [LM2]. Yksilöidyn valtuutuksen tulee olla esiehdon 3 mukainen. </w:t>
      </w:r>
    </w:p>
    <w:p w14:paraId="364243AF" w14:textId="54D8FBDE" w:rsidR="00C5640E" w:rsidRDefault="00C5640E" w:rsidP="00C5640E">
      <w:pPr>
        <w:pStyle w:val="Luettelokappale"/>
        <w:numPr>
          <w:ilvl w:val="0"/>
          <w:numId w:val="5"/>
        </w:numPr>
        <w:spacing w:before="0"/>
      </w:pPr>
      <w:r>
        <w:t>Lisäksi tilanteessa E (arkistointi toimintansa päättäneen rekisteriin yhteisliittymistilanteessa)</w:t>
      </w:r>
      <w:r w:rsidR="00FF07A6">
        <w:t>:</w:t>
      </w:r>
      <w:r w:rsidR="00631841">
        <w:br/>
      </w:r>
      <w:r w:rsidR="00631841">
        <w:lastRenderedPageBreak/>
        <w:t xml:space="preserve">Arkistointisanomalla on ilmoitettava erityinen syy koodiarvolla 17 </w:t>
      </w:r>
      <w:r w:rsidR="00631841" w:rsidRPr="00631841">
        <w:t>”</w:t>
      </w:r>
      <w:r w:rsidR="006E7AAF" w:rsidRPr="00631841">
        <w:t xml:space="preserve">Toimintansa päättäneen </w:t>
      </w:r>
      <w:r w:rsidR="006E7AAF">
        <w:t>palvelunantajan asiakasrekisterin käsittely</w:t>
      </w:r>
      <w:r w:rsidR="00631841" w:rsidRPr="00631841">
        <w:t xml:space="preserve">”. </w:t>
      </w:r>
      <w:r w:rsidR="00631841">
        <w:t>[LK8].</w:t>
      </w:r>
    </w:p>
    <w:p w14:paraId="41FF97C0" w14:textId="5EF5D72C" w:rsidR="00CD7407" w:rsidRDefault="00CD7407" w:rsidP="00E2224A">
      <w:pPr>
        <w:pStyle w:val="Numeroituluettelo"/>
        <w:spacing w:before="240"/>
      </w:pPr>
      <w:r>
        <w:t>Järjestelmä allekirjoittaa asiakirjan järjestelmäallekirjoitus-varmenteella [V2, LM3]</w:t>
      </w:r>
      <w:r w:rsidR="00927F07">
        <w:t>.</w:t>
      </w:r>
    </w:p>
    <w:p w14:paraId="056D71D4" w14:textId="4DBA55B1" w:rsidR="00CD7407" w:rsidRDefault="00CD7407" w:rsidP="00E2224A">
      <w:pPr>
        <w:pStyle w:val="Numeroituluettelo"/>
        <w:spacing w:before="240"/>
      </w:pPr>
      <w:r>
        <w:t>Järjestelmä tallentaa tiedon siitä, mikä palvelutapahtuma tiedosta muodostettiin [V3]</w:t>
      </w:r>
      <w:r w:rsidR="00927F07">
        <w:t>.</w:t>
      </w:r>
      <w:r>
        <w:t xml:space="preserve"> </w:t>
      </w:r>
    </w:p>
    <w:p w14:paraId="52B473A8" w14:textId="54C4A734" w:rsidR="00CD7407" w:rsidRDefault="00CD7407" w:rsidP="00E2224A">
      <w:pPr>
        <w:pStyle w:val="Numeroituluettelo"/>
        <w:spacing w:before="240" w:after="0"/>
      </w:pPr>
      <w:r>
        <w:t>Järjestelmä arkistoi asiakirjan alikäyttötapauksen Arkistoi asiakirja mukaisesti [V4]</w:t>
      </w:r>
      <w:r w:rsidR="00927F07">
        <w:t>.</w:t>
      </w:r>
      <w:r>
        <w:t xml:space="preserve"> </w:t>
      </w:r>
    </w:p>
    <w:p w14:paraId="6FC5E339" w14:textId="174F658A" w:rsidR="00CD7407" w:rsidRDefault="00CD7407" w:rsidP="00D67AEB">
      <w:pPr>
        <w:pStyle w:val="Luettelokappale"/>
        <w:numPr>
          <w:ilvl w:val="0"/>
          <w:numId w:val="34"/>
        </w:numPr>
        <w:spacing w:before="0"/>
      </w:pPr>
      <w:r>
        <w:t>MR-sanoma on RCMR_IN100002FI01</w:t>
      </w:r>
      <w:r w:rsidR="00927F07">
        <w:t>.</w:t>
      </w:r>
    </w:p>
    <w:p w14:paraId="71969381" w14:textId="11F110A5" w:rsidR="003E6853" w:rsidRDefault="00CD7407" w:rsidP="00D67AEB">
      <w:pPr>
        <w:pStyle w:val="Luettelokappale"/>
        <w:numPr>
          <w:ilvl w:val="0"/>
          <w:numId w:val="34"/>
        </w:numPr>
        <w:spacing w:before="0"/>
      </w:pPr>
      <w:r>
        <w:t xml:space="preserve">Palvelupyyntö on [LK3] </w:t>
      </w:r>
    </w:p>
    <w:p w14:paraId="59E5B6E0" w14:textId="42BA126E" w:rsidR="00CD7407" w:rsidRDefault="00CD7407" w:rsidP="007E3B4B">
      <w:pPr>
        <w:pStyle w:val="Luettelokappale"/>
        <w:numPr>
          <w:ilvl w:val="1"/>
          <w:numId w:val="5"/>
        </w:numPr>
        <w:spacing w:before="0" w:after="0"/>
      </w:pPr>
      <w:r>
        <w:t>PPA, Potilasasiakirjojen arkistointi</w:t>
      </w:r>
    </w:p>
    <w:p w14:paraId="7761CB31" w14:textId="5BF7106F" w:rsidR="00C4103A" w:rsidRDefault="005C7BCE" w:rsidP="007E3B4B">
      <w:pPr>
        <w:pStyle w:val="Luettelokappale"/>
        <w:numPr>
          <w:ilvl w:val="1"/>
          <w:numId w:val="5"/>
        </w:numPr>
        <w:spacing w:before="0" w:after="0"/>
      </w:pPr>
      <w:r>
        <w:t xml:space="preserve">poikkeus </w:t>
      </w:r>
      <w:r w:rsidR="00C4103A">
        <w:t xml:space="preserve">tilanteessa D: PPA11, </w:t>
      </w:r>
      <w:r w:rsidR="00C4103A" w:rsidRPr="006726B8">
        <w:t>Potilasasiakirjojen arkistointi toimintansa päättäneen rekisterinpitäjän rekisteriin</w:t>
      </w:r>
      <w:r w:rsidR="00C4103A">
        <w:t xml:space="preserve"> [LT3]</w:t>
      </w:r>
      <w:r w:rsidR="00927F07">
        <w:t>.</w:t>
      </w:r>
    </w:p>
    <w:p w14:paraId="77896D9B" w14:textId="4923D10A" w:rsidR="003E6853" w:rsidRDefault="003E6853" w:rsidP="00D67AEB">
      <w:pPr>
        <w:pStyle w:val="Luettelokappale"/>
        <w:numPr>
          <w:ilvl w:val="0"/>
          <w:numId w:val="34"/>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303E6018" w:rsidR="00CD7407" w:rsidRDefault="00CD7407" w:rsidP="00CD7407">
      <w:pPr>
        <w:pStyle w:val="Numeroituluettelo"/>
      </w:pPr>
      <w:r>
        <w:t>Järjestelmä tallentaa tiedon siitä, että asiakirja on arkistoitu [V3]</w:t>
      </w:r>
      <w:r w:rsidR="00927F07">
        <w:t>.</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5A912F8A" w14:textId="379ABDCC" w:rsidR="008706EC" w:rsidRDefault="00054303" w:rsidP="007E3B4B">
      <w:pPr>
        <w:pStyle w:val="Leipteksti"/>
      </w:pPr>
      <w:r w:rsidRPr="00AE6A59">
        <w:t>LT1 Ostopalveluratkaisun siirtymäaikana sallitaan palvelutapahtuman tallennus ostopalvelutilanteessa myös ilman palvelutapahtumaan liitettyä ostopalvelun valtuutuksen tunnistetta.</w:t>
      </w:r>
    </w:p>
    <w:p w14:paraId="54C3C13E" w14:textId="3F5655A3" w:rsidR="00C4103A" w:rsidRDefault="00C4103A" w:rsidP="00C4103A">
      <w:pPr>
        <w:pStyle w:val="Leipteksti"/>
      </w:pPr>
      <w:r>
        <w:t xml:space="preserve">LT2 Toimintansa päättäneen </w:t>
      </w:r>
      <w:r w:rsidR="00932680">
        <w:t xml:space="preserve">rekisterinpitäjän </w:t>
      </w:r>
      <w:r>
        <w:t xml:space="preserve">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w:t>
      </w:r>
      <w:r>
        <w:lastRenderedPageBreak/>
        <w:t>dokumentissa Potilastiedon arkiston  toiminnalliset vaatimukset sosiaali- ja terveydenhuollon tietojärjestelmille [LM1].</w:t>
      </w:r>
    </w:p>
    <w:p w14:paraId="31858606" w14:textId="77777777" w:rsidR="00932680" w:rsidRDefault="00C4103A" w:rsidP="007E3B4B">
      <w:pPr>
        <w:pStyle w:val="Leipteksti"/>
        <w:spacing w:after="0"/>
      </w:pPr>
      <w:r>
        <w:t xml:space="preserve">LT3 Organisaatiotiedot MR-sanomalla, kun järjestämisvastuullinen rekisterinpitäjä arkistoi </w:t>
      </w:r>
      <w:r w:rsidR="00932680">
        <w:t>toimintansa päättäneen rekisterinpitäjän rekisteriin:</w:t>
      </w:r>
    </w:p>
    <w:p w14:paraId="0B00BBCB" w14:textId="77777777" w:rsidR="00932680" w:rsidRDefault="00C4103A" w:rsidP="00D67AEB">
      <w:pPr>
        <w:pStyle w:val="Leipteksti"/>
        <w:numPr>
          <w:ilvl w:val="0"/>
          <w:numId w:val="34"/>
        </w:numPr>
        <w:spacing w:before="240" w:after="0"/>
      </w:pPr>
      <w:r>
        <w:t xml:space="preserve">Järjestämisvastuullisen toimijan tiedot tulevat liityntäpisteen, sanoman lähettäjän ja kontrollikehyksen tietoihin. </w:t>
      </w:r>
    </w:p>
    <w:p w14:paraId="55FD3034" w14:textId="77777777" w:rsidR="00932680" w:rsidRDefault="00C4103A" w:rsidP="00D67AEB">
      <w:pPr>
        <w:pStyle w:val="Leipteksti"/>
        <w:numPr>
          <w:ilvl w:val="0"/>
          <w:numId w:val="34"/>
        </w:numPr>
        <w:spacing w:after="0"/>
      </w:pPr>
      <w:r>
        <w:t>Toimintansa päättäneen rekisterinpitäjän tiedot tulevat sanomatyyppiin asiakirjan rekisterinpitäjän tietoihin.</w:t>
      </w:r>
    </w:p>
    <w:p w14:paraId="7F0005E5" w14:textId="65BB1ABA" w:rsidR="00C4103A" w:rsidRDefault="00C4103A" w:rsidP="00D67AEB">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6967D5EA" w14:textId="77777777" w:rsidR="006E7AAF" w:rsidRDefault="006E7AAF">
      <w:pPr>
        <w:rPr>
          <w:rFonts w:asciiTheme="majorHAnsi" w:eastAsiaTheme="majorEastAsia" w:hAnsiTheme="majorHAnsi" w:cstheme="majorBidi"/>
          <w:bCs/>
          <w:sz w:val="32"/>
          <w:szCs w:val="28"/>
        </w:rPr>
      </w:pPr>
      <w:r>
        <w:br w:type="page"/>
      </w:r>
    </w:p>
    <w:p w14:paraId="6C3D6B85" w14:textId="234356DB" w:rsidR="009A4BBC" w:rsidRDefault="00AE6A59" w:rsidP="00AE6A59">
      <w:pPr>
        <w:pStyle w:val="Otsikko1"/>
      </w:pPr>
      <w:bookmarkStart w:id="10" w:name="_Toc162975761"/>
      <w:r w:rsidRPr="00AE6A59">
        <w:lastRenderedPageBreak/>
        <w:t>Arkistoi palvelutapahtuma-asiakirja</w:t>
      </w:r>
      <w:bookmarkEnd w:id="10"/>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2F0E86E" w14:textId="2181CFCB" w:rsidR="006E7AAF" w:rsidRDefault="006E7AAF" w:rsidP="006E7AAF">
      <w:pPr>
        <w:pStyle w:val="Leipteksti"/>
      </w:pPr>
      <w:r>
        <w:t>Käyttötapaus kuvaa myös uuden palvelutapahtuman arkistoinnin toimintansa päättäneen terveydenhuollon yksityisen rekisterinpitäjän rekisteriin  [LT2</w:t>
      </w:r>
      <w:r w:rsidR="00E81082">
        <w:t>, LT3</w:t>
      </w:r>
      <w:r>
        <w:t xml:space="preserve">]. </w:t>
      </w:r>
    </w:p>
    <w:p w14:paraId="0B9EB776" w14:textId="78B42EC7" w:rsidR="006E7AAF" w:rsidRDefault="006E7AAF" w:rsidP="006E7AAF">
      <w:pPr>
        <w:pStyle w:val="Leipteksti"/>
        <w:numPr>
          <w:ilvl w:val="0"/>
          <w:numId w:val="7"/>
        </w:numPr>
      </w:pPr>
      <w:r>
        <w:t xml:space="preserve">Palvelutapahtuman arkistointi toimintansa päättäneen rekisterinpitäjän rekisteriin yhteisliitttymismallissa, jos palvelunantajat ovat sopineet yhteisrekisterinpitäjyydestä. Arkistointisanoman lähettävä organisaatio on yhteisliittymän isäntäorganisaatio. Asiakirja arkistoidaan toimintansa päättäneen rekisterinpitäjän rekisteriin. </w:t>
      </w:r>
    </w:p>
    <w:p w14:paraId="6CEE2C46" w14:textId="76E35E1F"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lastRenderedPageBreak/>
        <w:t xml:space="preserve">Lisäksi tilanteessa C (ostopalvelun järjestäjä):   </w:t>
      </w:r>
    </w:p>
    <w:p w14:paraId="584D5558" w14:textId="03F26D86" w:rsidR="00AE6A59" w:rsidRDefault="00AE6A59" w:rsidP="00D67AEB">
      <w:pPr>
        <w:pStyle w:val="Luettelokappale"/>
        <w:numPr>
          <w:ilvl w:val="0"/>
          <w:numId w:val="35"/>
        </w:numPr>
        <w:spacing w:before="0"/>
      </w:pPr>
      <w:r>
        <w:t>Ostopalvelutilanteessa potilas on yksilöitävä virallisella henkilötunnuksella</w:t>
      </w:r>
    </w:p>
    <w:p w14:paraId="29CFFD05" w14:textId="0E232D3D" w:rsidR="00AE6A59" w:rsidRDefault="00AE6A59" w:rsidP="00D67AEB">
      <w:pPr>
        <w:pStyle w:val="Luettelokappale"/>
        <w:numPr>
          <w:ilvl w:val="0"/>
          <w:numId w:val="35"/>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D67AEB">
      <w:pPr>
        <w:pStyle w:val="Luettelokappale"/>
        <w:numPr>
          <w:ilvl w:val="0"/>
          <w:numId w:val="36"/>
        </w:numPr>
        <w:spacing w:before="0"/>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D67AEB">
      <w:pPr>
        <w:pStyle w:val="Luettelokappale"/>
        <w:numPr>
          <w:ilvl w:val="0"/>
          <w:numId w:val="36"/>
        </w:numPr>
      </w:pPr>
      <w:r>
        <w:t>Ostopalvelun tuottajalla on tiedossa ostopalvelujen järjestäjän rekisteri, jota ostopalvelun valtuutus koskee ja johon asiakirjat arkistoidaan</w:t>
      </w:r>
    </w:p>
    <w:p w14:paraId="0B1FA766" w14:textId="3B8AD2D5" w:rsidR="00AE6A59" w:rsidRDefault="00AE6A59" w:rsidP="00D67AEB">
      <w:pPr>
        <w:pStyle w:val="Luettelokappale"/>
        <w:numPr>
          <w:ilvl w:val="0"/>
          <w:numId w:val="36"/>
        </w:numPr>
      </w:pPr>
      <w:r>
        <w:t>Ostopalvelun tuottajalla on tiedossa ostopalvelun valtuutuksen tunniste (LT1)</w:t>
      </w:r>
    </w:p>
    <w:p w14:paraId="1E41EF90" w14:textId="77777777" w:rsidR="006E7AAF" w:rsidRDefault="006E7AAF" w:rsidP="006E7AAF">
      <w:pPr>
        <w:pStyle w:val="Numeroituluettelo"/>
        <w:spacing w:after="0"/>
      </w:pPr>
      <w:r>
        <w:t>Lisäksi tilanteessa E (arkistointi toimintansa päättäneen rekisterinpitäjän rekisteriin yhteisliittymismallissa):</w:t>
      </w:r>
    </w:p>
    <w:p w14:paraId="62902A5F" w14:textId="77777777" w:rsidR="006E7AAF" w:rsidRDefault="006E7AAF" w:rsidP="00D67AEB">
      <w:pPr>
        <w:pStyle w:val="Luettelokappale"/>
        <w:numPr>
          <w:ilvl w:val="0"/>
          <w:numId w:val="36"/>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57C6FDAF" w14:textId="77777777" w:rsidR="006E7AAF" w:rsidRPr="00AE6A59" w:rsidRDefault="006E7AAF" w:rsidP="006E7AAF">
      <w:pPr>
        <w:ind w:left="2118"/>
      </w:pP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D67AEB">
      <w:pPr>
        <w:pStyle w:val="Luettelokappale"/>
        <w:numPr>
          <w:ilvl w:val="0"/>
          <w:numId w:val="37"/>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D67AEB">
      <w:pPr>
        <w:pStyle w:val="Luettelokappale"/>
        <w:numPr>
          <w:ilvl w:val="0"/>
          <w:numId w:val="3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D67AEB">
      <w:pPr>
        <w:pStyle w:val="Luettelokappale"/>
        <w:numPr>
          <w:ilvl w:val="0"/>
          <w:numId w:val="37"/>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D67AEB">
      <w:pPr>
        <w:pStyle w:val="Luettelokappale"/>
        <w:numPr>
          <w:ilvl w:val="0"/>
          <w:numId w:val="38"/>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D67AEB">
      <w:pPr>
        <w:pStyle w:val="Luettelokappale"/>
        <w:numPr>
          <w:ilvl w:val="0"/>
          <w:numId w:val="38"/>
        </w:numPr>
      </w:pPr>
      <w:r>
        <w:lastRenderedPageBreak/>
        <w:t xml:space="preserve">Asiakirjan rakenne noudattaa yleistä ”Potilastiedon arkiston kertomus ja lomakkeet” -oppaan rakennetta </w:t>
      </w:r>
    </w:p>
    <w:p w14:paraId="5E0C9D6F" w14:textId="2B52464B" w:rsidR="00AE6A59" w:rsidRDefault="00AE6A59" w:rsidP="00D67AEB">
      <w:pPr>
        <w:pStyle w:val="Luettelokappale"/>
        <w:numPr>
          <w:ilvl w:val="0"/>
          <w:numId w:val="38"/>
        </w:numPr>
      </w:pPr>
      <w:r>
        <w:t xml:space="preserve">Asiakirjalle täydennetään kuvailutiedot kuvailutietojen määrittelyn mukaisesti [LM5] </w:t>
      </w:r>
    </w:p>
    <w:p w14:paraId="2E4FE248" w14:textId="1508836D" w:rsidR="0002303F" w:rsidRDefault="00AE6A59" w:rsidP="00D67AEB">
      <w:pPr>
        <w:pStyle w:val="Luettelokappale"/>
        <w:numPr>
          <w:ilvl w:val="0"/>
          <w:numId w:val="38"/>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 xml:space="preserve">-tietoihin asetetaan kuvailutiedon arvo hl7fi:typeCode@code=”1”  </w:t>
      </w:r>
    </w:p>
    <w:p w14:paraId="4A829606" w14:textId="22F24199" w:rsidR="0002303F" w:rsidRDefault="0002303F" w:rsidP="00D67AEB">
      <w:pPr>
        <w:pStyle w:val="Luettelokappale"/>
        <w:numPr>
          <w:ilvl w:val="0"/>
          <w:numId w:val="38"/>
        </w:numPr>
      </w:pPr>
      <w:r>
        <w:t>Lisäksi tilanteessa C  (ostopalvelun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D67AEB">
      <w:pPr>
        <w:pStyle w:val="Luettelokappale"/>
        <w:numPr>
          <w:ilvl w:val="0"/>
          <w:numId w:val="38"/>
        </w:numPr>
      </w:pPr>
      <w:r>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3FCD4599" w:rsidR="00AE6A59" w:rsidRDefault="00AE6A59" w:rsidP="00D54165">
      <w:pPr>
        <w:pStyle w:val="Luettelokappale"/>
        <w:numPr>
          <w:ilvl w:val="1"/>
          <w:numId w:val="5"/>
        </w:numPr>
      </w:pPr>
      <w:r>
        <w:t>Järjestelmä tuottaa palvelutapahtumalle ostopalvelun valtuutuksen tunnisteen [LM2][LT1]. Yksilöidyn valtuutuksen tulee olla esiehdon 3 mukainen.</w:t>
      </w:r>
    </w:p>
    <w:p w14:paraId="40F3D9B2" w14:textId="240772AA" w:rsidR="006E7AAF" w:rsidRDefault="006E7AAF" w:rsidP="006E7AAF">
      <w:pPr>
        <w:pStyle w:val="Luettelokappale"/>
        <w:numPr>
          <w:ilvl w:val="0"/>
          <w:numId w:val="5"/>
        </w:numPr>
        <w:spacing w:before="0"/>
      </w:pPr>
      <w:r>
        <w:t>Lisäksi tilanteessa E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D67AEB">
      <w:pPr>
        <w:pStyle w:val="Luettelokappale"/>
        <w:numPr>
          <w:ilvl w:val="0"/>
          <w:numId w:val="38"/>
        </w:numPr>
      </w:pPr>
      <w:r>
        <w:t>MR-sanoma on RCMR_IN100002FI01</w:t>
      </w:r>
    </w:p>
    <w:p w14:paraId="0EB9B32E" w14:textId="7C88F6C3" w:rsidR="00AE6A59" w:rsidRDefault="00AE6A59" w:rsidP="00D67AEB">
      <w:pPr>
        <w:pStyle w:val="Luettelokappale"/>
        <w:numPr>
          <w:ilvl w:val="0"/>
          <w:numId w:val="38"/>
        </w:numPr>
      </w:pPr>
      <w:r>
        <w:lastRenderedPageBreak/>
        <w:t xml:space="preserve">Palvelupyyntö on [LK3] </w:t>
      </w:r>
    </w:p>
    <w:p w14:paraId="051B97C6" w14:textId="3DB88DC5" w:rsidR="00AE6A59" w:rsidRDefault="00AE6A59" w:rsidP="00D54165">
      <w:pPr>
        <w:pStyle w:val="Luettelokappale"/>
        <w:numPr>
          <w:ilvl w:val="1"/>
          <w:numId w:val="5"/>
        </w:numPr>
      </w:pPr>
      <w:r>
        <w:t>tilanteessa A (arkistointi omaan rekisteriin)</w:t>
      </w:r>
      <w:r w:rsidR="0076514E">
        <w:t xml:space="preserve"> ja E (arkistointi toimintansa päättäneen rekisteriin yhteisliittymistilanteessa)</w:t>
      </w:r>
      <w:r>
        <w:t>: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D67AEB">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31772909" w14:textId="77777777" w:rsidR="006E7AAF"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p>
    <w:p w14:paraId="436DFCC3" w14:textId="7FB9E38F" w:rsidR="006E7AAF" w:rsidRDefault="006E7AAF" w:rsidP="006E7AAF">
      <w:pPr>
        <w:pStyle w:val="Leipteksti"/>
      </w:pPr>
      <w:r>
        <w:t xml:space="preserve">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w:t>
      </w:r>
      <w:r>
        <w:lastRenderedPageBreak/>
        <w:t>mitätöidyn asiakirjan asiasisältö korjauksineen. Toiminnan periaatteet on kuvattu dokumentissa Potilastiedon arkiston  toiminnalliset vaatimukset sosiaali- ja terveydenhuollon tietojärjestelmille [LM1].</w:t>
      </w:r>
    </w:p>
    <w:p w14:paraId="7292FC05" w14:textId="77777777" w:rsidR="00E81082" w:rsidRDefault="00E81082" w:rsidP="00E81082">
      <w:pPr>
        <w:pStyle w:val="Leipteksti"/>
        <w:spacing w:after="0"/>
      </w:pPr>
      <w:r>
        <w:t>LT3 Organisaatiotiedot MR-sanomalla, kun järjestämisvastuullinen rekisterinpitäjä arkistoi toimintansa päättäneen rekisterinpitäjän rekisteriin:</w:t>
      </w:r>
    </w:p>
    <w:p w14:paraId="0BDB3F5C" w14:textId="77777777" w:rsidR="00E81082" w:rsidRDefault="00E81082" w:rsidP="00D67AEB">
      <w:pPr>
        <w:pStyle w:val="Leipteksti"/>
        <w:numPr>
          <w:ilvl w:val="0"/>
          <w:numId w:val="34"/>
        </w:numPr>
        <w:spacing w:before="240" w:after="0"/>
      </w:pPr>
      <w:r>
        <w:t xml:space="preserve">Järjestämisvastuullisen toimijan tiedot tulevat liityntäpisteen, sanoman lähettäjän ja kontrollikehyksen tietoihin. </w:t>
      </w:r>
    </w:p>
    <w:p w14:paraId="751A637E" w14:textId="77777777" w:rsidR="00E81082" w:rsidRDefault="00E81082" w:rsidP="00D67AEB">
      <w:pPr>
        <w:pStyle w:val="Leipteksti"/>
        <w:numPr>
          <w:ilvl w:val="0"/>
          <w:numId w:val="34"/>
        </w:numPr>
        <w:spacing w:after="0"/>
      </w:pPr>
      <w:r>
        <w:t>Toimintansa päättäneen rekisterinpitäjän tiedot tulevat sanomatyyppiin asiakirjan rekisterinpitäjän tietoihin.</w:t>
      </w:r>
    </w:p>
    <w:p w14:paraId="1067C606" w14:textId="77777777" w:rsidR="00E81082" w:rsidRDefault="00E81082" w:rsidP="00D67AEB">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95BD1F9" w14:textId="77777777" w:rsidR="00E81082" w:rsidRDefault="00E81082" w:rsidP="006E7AAF">
      <w:pPr>
        <w:pStyle w:val="Leipteksti"/>
      </w:pPr>
    </w:p>
    <w:p w14:paraId="18678444" w14:textId="611D05DF" w:rsidR="00C33701" w:rsidRDefault="00076B9B" w:rsidP="00780943">
      <w:pPr>
        <w:pStyle w:val="Leipteksti"/>
      </w:pPr>
      <w:r>
        <w:br w:type="page"/>
      </w:r>
    </w:p>
    <w:p w14:paraId="105E4AB9" w14:textId="7703B276" w:rsidR="009F703C" w:rsidRDefault="008729B1" w:rsidP="008729B1">
      <w:pPr>
        <w:pStyle w:val="Otsikko1"/>
      </w:pPr>
      <w:bookmarkStart w:id="11" w:name="_Toc162975762"/>
      <w:r w:rsidRPr="008729B1">
        <w:lastRenderedPageBreak/>
        <w:t>Arkistoi hoitoasiakirja (PPA</w:t>
      </w:r>
      <w:r w:rsidR="003504FB">
        <w:t>, PPA11</w:t>
      </w:r>
      <w:r w:rsidRPr="008729B1">
        <w:t>)</w:t>
      </w:r>
      <w:bookmarkEnd w:id="11"/>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4FDEF00" w:rsidR="00FD1838" w:rsidRDefault="00FD1838" w:rsidP="007E3B4B">
      <w:pPr>
        <w:pStyle w:val="Leipteksti"/>
        <w:spacing w:before="240"/>
      </w:pPr>
      <w:r>
        <w:t>Asiakirjatyypin mukaan</w:t>
      </w:r>
    </w:p>
    <w:p w14:paraId="034134FE" w14:textId="01DDCC70" w:rsidR="00FD1838" w:rsidRDefault="00FD1838" w:rsidP="007E3B4B">
      <w:pPr>
        <w:pStyle w:val="Leipteksti"/>
        <w:numPr>
          <w:ilvl w:val="0"/>
          <w:numId w:val="8"/>
        </w:numPr>
        <w:spacing w:after="0"/>
      </w:pPr>
      <w:r>
        <w:t>Kertomusteksti-muotoisen hoitoasiakirjan arkistointi.</w:t>
      </w:r>
      <w:r w:rsidR="009C3D0F">
        <w:br/>
      </w:r>
      <w:r>
        <w:t xml:space="preserve">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779A9683" w14:textId="0F73DF00" w:rsidR="00FD1838" w:rsidRDefault="00FD1838" w:rsidP="007E3B4B">
      <w:pPr>
        <w:pStyle w:val="Leipteksti"/>
        <w:numPr>
          <w:ilvl w:val="0"/>
          <w:numId w:val="8"/>
        </w:numPr>
        <w:spacing w:after="0"/>
      </w:pPr>
      <w:r>
        <w:t>Lomakemuotoisen hoitoasiakirjan arkistointi</w:t>
      </w:r>
    </w:p>
    <w:p w14:paraId="6C07A7B1" w14:textId="77777777" w:rsidR="007E3B4B" w:rsidRDefault="007E3B4B" w:rsidP="007E3B4B">
      <w:pPr>
        <w:pStyle w:val="Leipteksti"/>
        <w:ind w:left="1778"/>
      </w:pPr>
      <w:r>
        <w:t>Huom. Vanhojen hoitoasiakirjojen arkistointi ei ole mahdollinen tällä palvelupyynnöllä.</w:t>
      </w:r>
    </w:p>
    <w:p w14:paraId="008D202C" w14:textId="427C9015" w:rsidR="00FD1838" w:rsidRDefault="00FD1838" w:rsidP="00FD1838">
      <w:pPr>
        <w:pStyle w:val="Leipteksti"/>
      </w:pPr>
      <w:r>
        <w:t>Arkistointitilanteen mukaan (kaikissa tilanteissa sekä kertomusteksti-muotoisen (A) että lomakemuotoisen hoitoasiakirjan (B) arkistointi on mahdollinen)</w:t>
      </w:r>
      <w:r w:rsidR="009C3D0F">
        <w:t>:</w:t>
      </w:r>
    </w:p>
    <w:p w14:paraId="4117F6D9" w14:textId="1E0115BB" w:rsidR="00FD1838" w:rsidRDefault="00FD1838" w:rsidP="007E3B4B">
      <w:pPr>
        <w:pStyle w:val="Leipteksti"/>
        <w:numPr>
          <w:ilvl w:val="0"/>
          <w:numId w:val="8"/>
        </w:numPr>
        <w:spacing w:after="0"/>
      </w:pPr>
      <w:r>
        <w:t>Hoitoasiakirjan arkistointi. Hoitoasiakirjan arkistointi omaan rekisteriin.</w:t>
      </w:r>
    </w:p>
    <w:p w14:paraId="4F65CBE2" w14:textId="518556EB" w:rsidR="00FD1838" w:rsidRDefault="00FD1838" w:rsidP="007E3B4B">
      <w:pPr>
        <w:pStyle w:val="Leipteksti"/>
        <w:numPr>
          <w:ilvl w:val="0"/>
          <w:numId w:val="8"/>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03A1185A" w14:textId="7D8756FB" w:rsidR="009C3D0F" w:rsidRDefault="009C3D0F" w:rsidP="007E3B4B">
      <w:pPr>
        <w:pStyle w:val="Leipteksti"/>
        <w:spacing w:before="240"/>
      </w:pPr>
      <w:r>
        <w:t>Käyttötapaus kuvaa myös uuden hoitoasiakirjan arkistoinnin toimintansa päättäneen terveydenhuollon yksityisen rekisterinpitäjän rekisteriin</w:t>
      </w:r>
      <w:r w:rsidR="002215D7">
        <w:t xml:space="preserve"> </w:t>
      </w:r>
      <w:r>
        <w:t>[LT2]</w:t>
      </w:r>
      <w:r w:rsidR="00927F07">
        <w:t>.</w:t>
      </w:r>
    </w:p>
    <w:p w14:paraId="562FE566" w14:textId="4C20D0F8" w:rsidR="009C3D0F" w:rsidRDefault="009C3D0F" w:rsidP="007E3B4B">
      <w:pPr>
        <w:pStyle w:val="Leipteksti"/>
        <w:numPr>
          <w:ilvl w:val="0"/>
          <w:numId w:val="8"/>
        </w:numPr>
      </w:pPr>
      <w:r>
        <w:t>Hoitoasiakirjan arkistointi toimintansa päättäneen rekisterinpitäjän rekisteriin</w:t>
      </w:r>
      <w:r w:rsidR="002215D7">
        <w:t xml:space="preserve"> järjestämisvastuun perusteella</w:t>
      </w:r>
      <w:r>
        <w:t xml:space="preserve">. Arkistointisanoman lähettävä organisaatio on järjestämisvastuullinen toimija eli hyvinvointialue tai Helsingin kaupunki. Asiakirja </w:t>
      </w:r>
      <w:r>
        <w:lastRenderedPageBreak/>
        <w:t>arkistoidaan toimintansa päättäneen rekisterinpitäjän rekisteriin.</w:t>
      </w:r>
      <w:r w:rsidR="002215D7">
        <w:t xml:space="preserve"> Käytettävä palvelupyyntö on PPA11.</w:t>
      </w:r>
    </w:p>
    <w:p w14:paraId="21FDA89D" w14:textId="5A37B35E" w:rsidR="002215D7" w:rsidRDefault="002215D7" w:rsidP="002215D7">
      <w:pPr>
        <w:pStyle w:val="Leipteksti"/>
        <w:numPr>
          <w:ilvl w:val="0"/>
          <w:numId w:val="8"/>
        </w:numPr>
      </w:pPr>
      <w:r>
        <w:t>Hoitoasiakirjan arkistointi toimintansa päättäneen rekisterinpitäjän rekisteriin 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p>
    <w:p w14:paraId="5CE26FF0" w14:textId="12CC7979" w:rsidR="00FD1838" w:rsidRDefault="00FD1838" w:rsidP="00FD183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1ECEDE5C" w:rsidR="00FD1838" w:rsidRDefault="00FD1838" w:rsidP="00FD1838">
      <w:pPr>
        <w:pStyle w:val="Numeroituluettelo"/>
      </w:pPr>
      <w:r>
        <w:t>Kantaan liittynyt järjestelmä, potilastietojärjestelmä, jatkossa Järjestelmä</w:t>
      </w:r>
      <w:r w:rsidR="00927F07">
        <w:t>.</w:t>
      </w:r>
    </w:p>
    <w:p w14:paraId="1CD6AF12" w14:textId="01352B4B" w:rsidR="00FD1838" w:rsidRPr="00FD1838" w:rsidRDefault="00FD1838" w:rsidP="00FD1838">
      <w:pPr>
        <w:pStyle w:val="Numeroituluettelo"/>
      </w:pPr>
      <w:r>
        <w:t>Potilastiedon arkisto, Kanta-viestinvälitys, jatkossa Arkisto</w:t>
      </w:r>
      <w:r w:rsidR="00927F07">
        <w:t>.</w:t>
      </w:r>
    </w:p>
    <w:p w14:paraId="4E573819" w14:textId="18666A6C" w:rsidR="009F703C" w:rsidRDefault="009F703C" w:rsidP="009F703C">
      <w:pPr>
        <w:pStyle w:val="Otsikko2"/>
      </w:pPr>
      <w:bookmarkStart w:id="12" w:name="_Hlk156977830"/>
      <w:r w:rsidRPr="009F703C">
        <w:t>Esiehdot</w:t>
      </w:r>
    </w:p>
    <w:p w14:paraId="7C3D6B04" w14:textId="6FCA94BD" w:rsidR="00FD1838" w:rsidRDefault="00FD1838">
      <w:pPr>
        <w:pStyle w:val="Numeroituluettelo"/>
      </w:pPr>
      <w:r>
        <w:t>Potilas on yksilöity järjestelmässä henkilötunnuksella tai tilapäisellä yksilöintitunnuksella [LM11]</w:t>
      </w:r>
      <w:r w:rsidR="00927F07">
        <w:t>.</w:t>
      </w:r>
    </w:p>
    <w:p w14:paraId="5B3F70F0" w14:textId="49B91537" w:rsidR="00FD1838" w:rsidRDefault="00FD1838" w:rsidP="002E1066">
      <w:pPr>
        <w:pStyle w:val="Numeroituluettelo"/>
      </w:pPr>
      <w:r w:rsidRPr="002E1066">
        <w:t>Palvelutapahtumaan</w:t>
      </w:r>
      <w:r>
        <w:t xml:space="preserve"> liittyy yksi tai useampia potilasta koskevia merkintöjä tai valmis lomaketyyppinen merkintä</w:t>
      </w:r>
      <w:r w:rsidR="00927F07">
        <w:t>.</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34F88402" w:rsidR="00FD1838" w:rsidRDefault="00FD1838" w:rsidP="00FD1838">
      <w:pPr>
        <w:pStyle w:val="Numeroituluettelo"/>
        <w:spacing w:after="0"/>
      </w:pPr>
      <w:r>
        <w:t xml:space="preserve">Lisäksi tilanteessa D (ostopalvelu): </w:t>
      </w:r>
    </w:p>
    <w:p w14:paraId="26FAC0D9" w14:textId="5C6FBC6A" w:rsidR="00FD1838" w:rsidRDefault="00FD1838" w:rsidP="00D67AEB">
      <w:pPr>
        <w:pStyle w:val="Luettelokappale"/>
        <w:numPr>
          <w:ilvl w:val="0"/>
          <w:numId w:val="38"/>
        </w:numPr>
      </w:pPr>
      <w:r>
        <w:t>Ostopalvelutilanteessa potilas on yksilöitävä virallisella henkilötunnuksella</w:t>
      </w:r>
      <w:r w:rsidR="00927F07">
        <w:t>.</w:t>
      </w:r>
    </w:p>
    <w:p w14:paraId="7CC51D2B" w14:textId="5802BFC4" w:rsidR="00FD1838" w:rsidRDefault="00FD1838" w:rsidP="00D67AEB">
      <w:pPr>
        <w:pStyle w:val="Luettelokappale"/>
        <w:numPr>
          <w:ilvl w:val="0"/>
          <w:numId w:val="38"/>
        </w:numPr>
      </w:pPr>
      <w:r>
        <w:lastRenderedPageBreak/>
        <w:t>Palvelutapahtuma, johon hoitoasiakirja kuuluu, on arkistoitu ostopalvelun järjestäjän rekisteriin, ja siinä on yksilöity ostopalvelun valtuutus [LT1]</w:t>
      </w:r>
      <w:r w:rsidR="00927F07">
        <w:t>.</w:t>
      </w:r>
    </w:p>
    <w:p w14:paraId="30FD00BE" w14:textId="7C83AC26" w:rsidR="00FD1838" w:rsidRDefault="00FD1838" w:rsidP="00D67AEB">
      <w:pPr>
        <w:pStyle w:val="Luettelokappale"/>
        <w:numPr>
          <w:ilvl w:val="0"/>
          <w:numId w:val="38"/>
        </w:numPr>
      </w:pPr>
      <w:r>
        <w:t>Ostopalvelun järjestäjän arkistoasiakirjat-rekisterissä on palvelutapahtumassa yksilöity ostopalvelun valtuutus, joka oikeuttaa ostopalvelun tuottajan arkistoimaan ostopalvelun järjestäjän rekisteriin [LT1]</w:t>
      </w:r>
      <w:r w:rsidR="00927F07">
        <w:t>.</w:t>
      </w:r>
    </w:p>
    <w:p w14:paraId="2C0D7B57" w14:textId="006CD2EF" w:rsidR="00FD1838" w:rsidRDefault="00FD1838" w:rsidP="00D67AEB">
      <w:pPr>
        <w:pStyle w:val="Luettelokappale"/>
        <w:numPr>
          <w:ilvl w:val="0"/>
          <w:numId w:val="38"/>
        </w:numPr>
        <w:spacing w:before="0"/>
      </w:pPr>
      <w:r>
        <w:t>Ostopalvelun tuottajalla on tiedossa ostopalvelujen järjestäjän rekisteri, jota ostopalvelun valtuutus koskee ja johon asiakirjat arkistoidaan</w:t>
      </w:r>
      <w:r w:rsidR="00927F07">
        <w:t>.</w:t>
      </w:r>
    </w:p>
    <w:p w14:paraId="54B8DCF0" w14:textId="65111928" w:rsidR="005C7BCE" w:rsidRDefault="005C7BCE" w:rsidP="007E3B4B">
      <w:pPr>
        <w:pStyle w:val="Numeroituluettelo"/>
        <w:spacing w:after="0"/>
      </w:pPr>
      <w:r>
        <w:t>Lisäksi tilanteessa E (arkistointi toimintansa päättäneen rekisterinpitäjän rekisteriin</w:t>
      </w:r>
      <w:r w:rsidR="002215D7">
        <w:t xml:space="preserve"> järjestämisvastuun perusteella</w:t>
      </w:r>
      <w:r>
        <w:t>):</w:t>
      </w:r>
    </w:p>
    <w:p w14:paraId="5300D899" w14:textId="5BFEF0AA" w:rsidR="005C7BCE" w:rsidRDefault="005C7BCE" w:rsidP="00D67AEB">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3CFA558" w14:textId="213FCCF0" w:rsidR="00F00848" w:rsidRDefault="00F00848" w:rsidP="002F247D">
      <w:pPr>
        <w:pStyle w:val="Numeroituluettelo"/>
        <w:spacing w:after="0"/>
      </w:pPr>
      <w:r>
        <w:t>Lisäksi tilanteessa F (arkistointi toimintansa päättäneen rekisterinpitäjän rekisteriin yhteisliittymismallissa):</w:t>
      </w:r>
    </w:p>
    <w:p w14:paraId="5E63A17E" w14:textId="073D7841" w:rsidR="002215D7" w:rsidRDefault="00F00848" w:rsidP="00D67AEB">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07EAB372" w14:textId="77777777" w:rsidR="005C7BCE" w:rsidRPr="00FD1838" w:rsidRDefault="005C7BCE" w:rsidP="007E3B4B"/>
    <w:bookmarkEnd w:id="12"/>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D67AEB">
      <w:pPr>
        <w:pStyle w:val="Luettelokappale"/>
        <w:numPr>
          <w:ilvl w:val="0"/>
          <w:numId w:val="38"/>
        </w:numPr>
        <w:spacing w:before="0"/>
      </w:pPr>
      <w:r>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65B8F557" w14:textId="5B16CBA0" w:rsidR="00FD1838" w:rsidRDefault="00FD1838" w:rsidP="00D67AEB">
      <w:pPr>
        <w:pStyle w:val="Luettelokappale"/>
        <w:numPr>
          <w:ilvl w:val="0"/>
          <w:numId w:val="38"/>
        </w:numPr>
        <w:spacing w:before="0"/>
      </w:pPr>
      <w:r>
        <w:t>Samaan asiakirjaan voidaan viedä merkintöjä, joille voidaan asettaa samat kuvailutiedot. Lisäksi on huomioitava alla luetellut säännöt.</w:t>
      </w:r>
    </w:p>
    <w:p w14:paraId="03A8F6BB" w14:textId="11165B7C" w:rsidR="00FD1838" w:rsidRDefault="00FD1838" w:rsidP="00D67AEB">
      <w:pPr>
        <w:pStyle w:val="Luettelokappale"/>
        <w:numPr>
          <w:ilvl w:val="0"/>
          <w:numId w:val="38"/>
        </w:numPr>
        <w:spacing w:before="0"/>
      </w:pPr>
      <w:r>
        <w:t xml:space="preserve">Yhdestä palvelutapahtumasta muodostetaan mahdollisimman vähän erillisiä asiakirjoja, kuitenkin niin että asiakirjojen koko pysyy kohtuullisena [LM12]. </w:t>
      </w:r>
    </w:p>
    <w:p w14:paraId="040E1B89" w14:textId="142746F1" w:rsidR="00FD1838" w:rsidRDefault="00FD1838" w:rsidP="00D67AEB">
      <w:pPr>
        <w:pStyle w:val="Luettelokappale"/>
        <w:numPr>
          <w:ilvl w:val="0"/>
          <w:numId w:val="38"/>
        </w:numPr>
        <w:spacing w:before="0"/>
      </w:pPr>
      <w:r>
        <w:t xml:space="preserve">Jotkin merkinnät on arkistoitava erillisenä asiakirjana. Päättely tehdään näkymäkoodiston </w:t>
      </w:r>
      <w:proofErr w:type="spellStart"/>
      <w:r>
        <w:t>Erillinen_asiakirja</w:t>
      </w:r>
      <w:proofErr w:type="spellEnd"/>
      <w:r>
        <w:t>-tiedon perusteella [LK1]. Tällöin asiakirjaan valitaan vain merkintöjä, joilla on sama näkymäkoodi, joka edellyttää arkistointia erillisenä asiakirjana.</w:t>
      </w:r>
    </w:p>
    <w:p w14:paraId="2C4301B4" w14:textId="69E4BC51" w:rsidR="00FD1838" w:rsidRDefault="00FD1838" w:rsidP="00D67AEB">
      <w:pPr>
        <w:pStyle w:val="Luettelokappale"/>
        <w:numPr>
          <w:ilvl w:val="0"/>
          <w:numId w:val="38"/>
        </w:numPr>
        <w:spacing w:before="0"/>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r w:rsidR="00927F07">
        <w:t>.</w:t>
      </w:r>
    </w:p>
    <w:p w14:paraId="21A5334E" w14:textId="4D89D6B2" w:rsidR="00FD1838" w:rsidRDefault="00FD1838" w:rsidP="00D67AEB">
      <w:pPr>
        <w:pStyle w:val="Luettelokappale"/>
        <w:numPr>
          <w:ilvl w:val="0"/>
          <w:numId w:val="38"/>
        </w:numPr>
        <w:spacing w:before="0"/>
      </w:pPr>
      <w:r>
        <w:t>Asiakirjan merkinnöillä tulee olla sama tehtäväluokka ja säilytysaikaluokka. Järjestelmä päättelee merkinnän säilytysaikaluokan, ja valitsee muodostettavaan asiakirjaan ne merkinnät, joiden säilytysaikaluokka on sama.</w:t>
      </w:r>
    </w:p>
    <w:p w14:paraId="59ADF3CD" w14:textId="7E3E4DC4" w:rsidR="00FD1838" w:rsidRDefault="00FD1838" w:rsidP="00D67AEB">
      <w:pPr>
        <w:pStyle w:val="Luettelokappale"/>
        <w:numPr>
          <w:ilvl w:val="0"/>
          <w:numId w:val="38"/>
        </w:numPr>
        <w:spacing w:before="0"/>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r w:rsidR="00927F07">
        <w:t>.</w:t>
      </w:r>
    </w:p>
    <w:p w14:paraId="016EEFB8" w14:textId="0115D304" w:rsidR="00FD1838" w:rsidRDefault="00FD1838" w:rsidP="00FD1838">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26A40385" w:rsidR="00FD1838" w:rsidRDefault="00FD1838" w:rsidP="00D67AEB">
      <w:pPr>
        <w:pStyle w:val="Luettelokappale"/>
        <w:numPr>
          <w:ilvl w:val="0"/>
          <w:numId w:val="38"/>
        </w:numPr>
        <w:spacing w:before="0"/>
      </w:pPr>
      <w:r>
        <w:t xml:space="preserve">Asiakirjan rakenne noudattaa yleistä ”Potilastiedon arkiston kertomus ja lomakkeet” -oppaan </w:t>
      </w:r>
      <w:r w:rsidR="00927F07" w:rsidRPr="00927F07">
        <w:t>rakennetta tai aihealuekohtaista tarkempaa rakennetta</w:t>
      </w:r>
      <w:r w:rsidR="00927F07">
        <w:t>,</w:t>
      </w:r>
      <w:r w:rsidR="00927F07" w:rsidRPr="00927F07">
        <w:t xml:space="preserve"> </w:t>
      </w:r>
      <w:r>
        <w:t>jos sellainen on määritelty</w:t>
      </w:r>
      <w:r w:rsidR="00927F07">
        <w:t>.</w:t>
      </w:r>
    </w:p>
    <w:p w14:paraId="2E2FB24B" w14:textId="7D27D782" w:rsidR="00FD1838" w:rsidRDefault="00FD1838" w:rsidP="00D67AEB">
      <w:pPr>
        <w:pStyle w:val="Luettelokappale"/>
        <w:numPr>
          <w:ilvl w:val="0"/>
          <w:numId w:val="38"/>
        </w:numPr>
        <w:spacing w:before="0"/>
      </w:pPr>
      <w:r>
        <w:t>Asiakirjalle täydennetään kuvailutiedot kuvailutietojen määrittelyn mukaisesti [LM5]</w:t>
      </w:r>
      <w:r w:rsidR="00927F07">
        <w:t>.</w:t>
      </w:r>
    </w:p>
    <w:p w14:paraId="76D7B086" w14:textId="3574559E" w:rsidR="00FD1838" w:rsidRDefault="00FD1838" w:rsidP="00D67AEB">
      <w:pPr>
        <w:pStyle w:val="Luettelokappale"/>
        <w:numPr>
          <w:ilvl w:val="0"/>
          <w:numId w:val="38"/>
        </w:numPr>
        <w:spacing w:before="0"/>
      </w:pPr>
      <w:r>
        <w:t xml:space="preserve">Lisäksi tilanteessa B (lomakeasiakirja): </w:t>
      </w:r>
    </w:p>
    <w:p w14:paraId="4B9BF73F" w14:textId="7C83A064" w:rsidR="00FD1838" w:rsidRDefault="00FD1838" w:rsidP="007E3B4B">
      <w:pPr>
        <w:pStyle w:val="Luettelokappale"/>
        <w:numPr>
          <w:ilvl w:val="1"/>
          <w:numId w:val="5"/>
        </w:numPr>
        <w:spacing w:before="0"/>
      </w:pPr>
      <w:r>
        <w:t>Asiakirjan rakenne noudattaa ”Potilastiedon arkiston kertomus ja lomakkeet” -oppaassa määriteltyä lomakemekanismia [LM2]</w:t>
      </w:r>
      <w:r w:rsidR="00927F07">
        <w:t>.</w:t>
      </w:r>
    </w:p>
    <w:p w14:paraId="3968FB63" w14:textId="60AD1A6E" w:rsidR="00FD1838" w:rsidRDefault="00FD1838" w:rsidP="007E3B4B">
      <w:pPr>
        <w:pStyle w:val="Luettelokappale"/>
        <w:numPr>
          <w:ilvl w:val="1"/>
          <w:numId w:val="5"/>
        </w:numPr>
        <w:spacing w:before="0"/>
      </w:pPr>
      <w:r>
        <w:t>CDA R2-rakenteessa käytetään lomakekohtaista tarkempaa rakennetta, jossa on eritelty kenttäryhmät (kaikki kentät ja kunkin kentän tietotyyppi)</w:t>
      </w:r>
      <w:r w:rsidR="00927F07">
        <w:t>.</w:t>
      </w:r>
    </w:p>
    <w:p w14:paraId="0B80D418" w14:textId="6BDBE2C6" w:rsidR="00FD1838" w:rsidRDefault="00FD1838" w:rsidP="007E3B4B">
      <w:pPr>
        <w:pStyle w:val="Luettelokappale"/>
        <w:numPr>
          <w:ilvl w:val="1"/>
          <w:numId w:val="5"/>
        </w:numPr>
        <w:spacing w:before="0"/>
      </w:pPr>
      <w:r>
        <w:t>Kentät sijoitetaan asiakirjaan lomakkeen rakennemäärittelyssä olevan tulostusjärjestyskentän mukaisesti (pienimmästä numerosta alkaen nousevassa järjestyksessä)</w:t>
      </w:r>
      <w:r w:rsidR="00927F07">
        <w:t>.</w:t>
      </w:r>
    </w:p>
    <w:p w14:paraId="68554900" w14:textId="3F08E083" w:rsidR="00FD1838" w:rsidRDefault="00FD1838" w:rsidP="00D67AEB">
      <w:pPr>
        <w:pStyle w:val="Luettelokappale"/>
        <w:numPr>
          <w:ilvl w:val="0"/>
          <w:numId w:val="38"/>
        </w:numPr>
        <w:spacing w:before="0"/>
      </w:pPr>
      <w:r>
        <w:t xml:space="preserve">Lisäksi tilanteessa D (ostopalvelu) Järjestelmä tuottaa asiakirjalle seuraavat tiedot: </w:t>
      </w:r>
    </w:p>
    <w:p w14:paraId="2ADE6C41" w14:textId="6D97A696" w:rsidR="00FD1838" w:rsidRDefault="00FD1838" w:rsidP="007E3B4B">
      <w:pPr>
        <w:pStyle w:val="Luettelokappale"/>
        <w:numPr>
          <w:ilvl w:val="1"/>
          <w:numId w:val="5"/>
        </w:numPr>
        <w:spacing w:before="0"/>
      </w:pPr>
      <w:r>
        <w:t>Asiakirjan rekisterinpitäjä on ostopalvelun järjestäjän rekisterinpitäjä</w:t>
      </w:r>
      <w:r w:rsidR="00927F07">
        <w:t>.</w:t>
      </w:r>
    </w:p>
    <w:p w14:paraId="31EBB8A1" w14:textId="6DDEAE9E" w:rsidR="00FD1838" w:rsidRDefault="00FD1838" w:rsidP="007E3B4B">
      <w:pPr>
        <w:pStyle w:val="Luettelokappale"/>
        <w:numPr>
          <w:ilvl w:val="1"/>
          <w:numId w:val="5"/>
        </w:numPr>
        <w:spacing w:before="0"/>
      </w:pPr>
      <w:r>
        <w:t>Hoitotapahtumaan osallistunut palveluyksikkö on tuottajan oma palveluyksikkö</w:t>
      </w:r>
      <w:r w:rsidR="00927F07">
        <w:t>.</w:t>
      </w:r>
    </w:p>
    <w:p w14:paraId="3B16C91D" w14:textId="12DDD36B" w:rsidR="00FD1838" w:rsidRDefault="00FD1838"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0B7A5FC3" w14:textId="5B39D624" w:rsidR="00FF07A6" w:rsidRDefault="00FF07A6" w:rsidP="006D0F2A">
      <w:pPr>
        <w:pStyle w:val="Luettelokappale"/>
        <w:numPr>
          <w:ilvl w:val="0"/>
          <w:numId w:val="5"/>
        </w:numPr>
        <w:spacing w:before="0"/>
      </w:pPr>
      <w:r>
        <w:t>Lisäksi tilanteessa F (arkistointi toimintansa päättäneen rekisteriin yhteisliittymistilanteessa):</w:t>
      </w:r>
      <w:r>
        <w:br/>
        <w:t xml:space="preserve">Arkistointisanomalla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15361FDC" w14:textId="69E4ADEC" w:rsidR="00FD1838" w:rsidRDefault="00FD1838" w:rsidP="00FD1838">
      <w:pPr>
        <w:pStyle w:val="Numeroituluettelo"/>
        <w:spacing w:after="0"/>
      </w:pPr>
      <w:r>
        <w:t>Järjestelmä allekirjoittaa asiakirjan järjestelmäallekirjoitus-varmenteella [V2, LM3]</w:t>
      </w:r>
      <w:r w:rsidR="00927F07">
        <w:t>.</w:t>
      </w:r>
      <w:r>
        <w:t xml:space="preserve"> </w:t>
      </w:r>
    </w:p>
    <w:p w14:paraId="5870F37E" w14:textId="3BF356C4" w:rsidR="00FD1838" w:rsidRDefault="00FD1838" w:rsidP="00D67AEB">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373A46B9" w:rsidR="00FD1838" w:rsidRDefault="00FD1838" w:rsidP="00FD1838">
      <w:pPr>
        <w:pStyle w:val="Numeroituluettelo"/>
      </w:pPr>
      <w:r>
        <w:t>Järjestelmä tallentaa tiedon siitä, mihin asiakirjaan merkintä liitettiin [V3]</w:t>
      </w:r>
      <w:r w:rsidR="00927F07">
        <w:t>.</w:t>
      </w:r>
    </w:p>
    <w:p w14:paraId="4D4F2986" w14:textId="51B7FE0C" w:rsidR="00FD1838" w:rsidRDefault="00FD1838" w:rsidP="00FD1838">
      <w:pPr>
        <w:pStyle w:val="Numeroituluettelo"/>
        <w:spacing w:after="0"/>
      </w:pPr>
      <w:r>
        <w:t>Järjestelmä arkistoi asiakirjan alikäyttötapauksen Arkistoi asiakirja mukaisesti [V4]</w:t>
      </w:r>
      <w:r w:rsidR="00927F07">
        <w:t>.</w:t>
      </w:r>
      <w:r>
        <w:t xml:space="preserve"> </w:t>
      </w:r>
    </w:p>
    <w:p w14:paraId="70F8E161" w14:textId="7C3B37CD" w:rsidR="00FD1838" w:rsidRDefault="00FD1838" w:rsidP="00D67AEB">
      <w:pPr>
        <w:pStyle w:val="Luettelokappale"/>
        <w:numPr>
          <w:ilvl w:val="0"/>
          <w:numId w:val="38"/>
        </w:numPr>
        <w:spacing w:before="0"/>
      </w:pPr>
      <w:r>
        <w:t>MR-sanoma on RCMR_IN100002FI01</w:t>
      </w:r>
      <w:r w:rsidR="00927F07">
        <w:t>.</w:t>
      </w:r>
    </w:p>
    <w:p w14:paraId="16EB3D74" w14:textId="15F09893" w:rsidR="00FD1838" w:rsidRDefault="00FD1838" w:rsidP="00D67AEB">
      <w:pPr>
        <w:pStyle w:val="Luettelokappale"/>
        <w:numPr>
          <w:ilvl w:val="0"/>
          <w:numId w:val="38"/>
        </w:numPr>
        <w:spacing w:before="0"/>
      </w:pPr>
      <w:r>
        <w:lastRenderedPageBreak/>
        <w:t xml:space="preserve">Palvelupyyntö on [LK3] </w:t>
      </w:r>
    </w:p>
    <w:p w14:paraId="59A13E51" w14:textId="43086EAE" w:rsidR="00FD1838" w:rsidRDefault="00FD1838" w:rsidP="007E3B4B">
      <w:pPr>
        <w:pStyle w:val="Luettelokappale"/>
        <w:numPr>
          <w:ilvl w:val="1"/>
          <w:numId w:val="5"/>
        </w:numPr>
        <w:spacing w:before="0" w:after="0"/>
      </w:pPr>
      <w:r>
        <w:t>PPA, Potilasasiakirjojen arkistointi</w:t>
      </w:r>
    </w:p>
    <w:p w14:paraId="358AD111" w14:textId="06D8A0DF" w:rsidR="005C7BCE" w:rsidRDefault="005C7BCE" w:rsidP="007E3B4B">
      <w:pPr>
        <w:pStyle w:val="Luettelokappale"/>
        <w:numPr>
          <w:ilvl w:val="1"/>
          <w:numId w:val="5"/>
        </w:numPr>
        <w:spacing w:before="0"/>
      </w:pPr>
      <w:r>
        <w:t xml:space="preserve">poikkeus tilanteessa </w:t>
      </w:r>
      <w:r w:rsidR="00182F11">
        <w:t>E</w:t>
      </w:r>
      <w:r>
        <w:t xml:space="preserve">: PPA11, </w:t>
      </w:r>
      <w:r w:rsidRPr="006726B8">
        <w:t>Potilasasiakirjojen arkistointi toimintansa päättäneen rekisterinpitäjän rekisteriin</w:t>
      </w:r>
      <w:r>
        <w:t xml:space="preserve"> [LT3]</w:t>
      </w:r>
      <w:r w:rsidR="00927F07">
        <w:t>.</w:t>
      </w:r>
    </w:p>
    <w:p w14:paraId="19E08597" w14:textId="1A9A0035" w:rsidR="00FD1838" w:rsidRDefault="00FD1838" w:rsidP="00FD1838">
      <w:pPr>
        <w:pStyle w:val="Numeroituluettelo"/>
      </w:pPr>
      <w:r>
        <w:t>Järjestelmä tallentaa tiedon siitä, että merkintä on arkistoitu [V3]</w:t>
      </w:r>
      <w:r w:rsidR="00927F07">
        <w:t>.</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6A8E6ED5" w14:textId="1DFBED12" w:rsidR="00C662C6"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6FC7232" w14:textId="77777777" w:rsidR="009C3D0F" w:rsidRDefault="009C3D0F" w:rsidP="009C3D0F">
      <w:pPr>
        <w:pStyle w:val="Leipteksti"/>
      </w:pPr>
      <w:r>
        <w:t>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Potilastiedon arkiston  toiminnalliset vaatimukset sosiaali- ja terveydenhuollon tietojärjestelmille [LM1].</w:t>
      </w:r>
    </w:p>
    <w:p w14:paraId="6DB59365" w14:textId="77777777" w:rsidR="009C3D0F" w:rsidRDefault="009C3D0F" w:rsidP="009C3D0F">
      <w:pPr>
        <w:pStyle w:val="Leipteksti"/>
        <w:spacing w:after="0"/>
      </w:pPr>
      <w:r>
        <w:t>LT3 Organisaatiotiedot MR-sanomalla, kun järjestämisvastuullinen rekisterinpitäjä arkistoi toimintansa päättäneen rekisterinpitäjän rekisteriin:</w:t>
      </w:r>
    </w:p>
    <w:p w14:paraId="69E48279" w14:textId="77777777" w:rsidR="009C3D0F" w:rsidRDefault="009C3D0F" w:rsidP="00D67AEB">
      <w:pPr>
        <w:pStyle w:val="Leipteksti"/>
        <w:numPr>
          <w:ilvl w:val="0"/>
          <w:numId w:val="34"/>
        </w:numPr>
        <w:spacing w:before="240" w:after="0"/>
      </w:pPr>
      <w:r>
        <w:t xml:space="preserve">Järjestämisvastuullisen toimijan tiedot tulevat liityntäpisteen, sanoman lähettäjän ja kontrollikehyksen tietoihin. </w:t>
      </w:r>
    </w:p>
    <w:p w14:paraId="7E6E54AA" w14:textId="77777777" w:rsidR="009C3D0F" w:rsidRDefault="009C3D0F" w:rsidP="00D67AEB">
      <w:pPr>
        <w:pStyle w:val="Leipteksti"/>
        <w:numPr>
          <w:ilvl w:val="0"/>
          <w:numId w:val="34"/>
        </w:numPr>
        <w:spacing w:after="0"/>
      </w:pPr>
      <w:r>
        <w:t>Toimintansa päättäneen rekisterinpitäjän tiedot tulevat sanomatyyppiin asiakirjan rekisterinpitäjän tietoihin.</w:t>
      </w:r>
    </w:p>
    <w:p w14:paraId="69B2EF7F" w14:textId="77777777" w:rsidR="009C3D0F" w:rsidRDefault="009C3D0F" w:rsidP="00D67AEB">
      <w:pPr>
        <w:pStyle w:val="Leipteksti"/>
        <w:numPr>
          <w:ilvl w:val="0"/>
          <w:numId w:val="34"/>
        </w:numPr>
        <w:spacing w:after="0"/>
      </w:pPr>
      <w:r>
        <w:lastRenderedPageBreak/>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A49EB4B" w14:textId="2106AFAC" w:rsidR="00C33701" w:rsidRPr="00FD1838" w:rsidRDefault="00C33701" w:rsidP="008D1E57"/>
    <w:p w14:paraId="5A0AC4DA" w14:textId="4FB52BAC" w:rsidR="009F703C" w:rsidRDefault="00FD1838" w:rsidP="00FD1838">
      <w:pPr>
        <w:pStyle w:val="Otsikko1"/>
      </w:pPr>
      <w:bookmarkStart w:id="13" w:name="_Toc162975763"/>
      <w:r w:rsidRPr="00FD1838">
        <w:t>Arkistoi hoitoasiakirja</w:t>
      </w:r>
      <w:bookmarkEnd w:id="13"/>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7A835C23" w14:textId="24B80E11" w:rsidR="001F4A66" w:rsidRDefault="006243B8" w:rsidP="001C0A14">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6ED7B1A4" w14:textId="6585196E" w:rsidR="001F4A66" w:rsidRDefault="001F4A66" w:rsidP="001F4A66">
      <w:pPr>
        <w:pStyle w:val="Leipteksti"/>
        <w:spacing w:before="240"/>
      </w:pPr>
      <w:r>
        <w:t>Käyttötapaus kuvaa myös uuden hoitoasiakirjan arkistoinnin toimintansa päättäneen terveydenhuollon yksityisen rekisterinpitäjän rekisteriin [LT2</w:t>
      </w:r>
      <w:r w:rsidR="00E81082">
        <w:t>, LT3</w:t>
      </w:r>
      <w:r>
        <w:t>].</w:t>
      </w:r>
    </w:p>
    <w:p w14:paraId="5C79CF21" w14:textId="19C99348" w:rsidR="001F4A66" w:rsidRDefault="001F4A66" w:rsidP="001C0A14">
      <w:pPr>
        <w:pStyle w:val="Leipteksti"/>
        <w:numPr>
          <w:ilvl w:val="0"/>
          <w:numId w:val="9"/>
        </w:numPr>
      </w:pPr>
      <w:r>
        <w:t xml:space="preserve">Hoitoasiakirjan arkistointi toimintansa päättäneen rekisterinpitäjän rekisteriin yhteisliitttymismallissa, jos palvelunantajat ovat sopineet yhteisrekisterinpitäjyydestä. Arkistointisanoman lähettävä organisaatio on </w:t>
      </w:r>
      <w:r>
        <w:lastRenderedPageBreak/>
        <w:t xml:space="preserve">yhteisliittymän isäntäorganisaatio. Asiakirja arkistoidaan toimintansa päättäneen rekisterinpitäjän rekisteriin. </w:t>
      </w:r>
    </w:p>
    <w:p w14:paraId="737BC8EA" w14:textId="77777777" w:rsidR="001F4A66" w:rsidRDefault="001F4A66" w:rsidP="001C0A14">
      <w:pPr>
        <w:pStyle w:val="Leipteksti"/>
        <w:spacing w:after="0"/>
      </w:pP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D67AEB">
      <w:pPr>
        <w:pStyle w:val="Luettelokappale"/>
        <w:numPr>
          <w:ilvl w:val="0"/>
          <w:numId w:val="38"/>
        </w:numPr>
      </w:pPr>
      <w:r>
        <w:t>Ostopalvelutilanteessa potilas on yksilöitävä virallisella henkilötunnuksella</w:t>
      </w:r>
    </w:p>
    <w:p w14:paraId="5BFC2CD5" w14:textId="064656C6" w:rsidR="006243B8" w:rsidRDefault="006243B8" w:rsidP="00D67AEB">
      <w:pPr>
        <w:pStyle w:val="Luettelokappale"/>
        <w:numPr>
          <w:ilvl w:val="0"/>
          <w:numId w:val="38"/>
        </w:numPr>
      </w:pPr>
      <w:r>
        <w:t>Palvelutapahtuma, johon hoitoasiakirja kuuluu, on arkistoitu ostopalvelun järjestäjän rekisteriin, ja siinä on yksilöity ostopalvelun valtuutus. [LT1]</w:t>
      </w:r>
    </w:p>
    <w:p w14:paraId="7450D5AC" w14:textId="3F92A0D3" w:rsidR="006243B8" w:rsidRDefault="006243B8" w:rsidP="00D67AEB">
      <w:pPr>
        <w:pStyle w:val="Luettelokappale"/>
        <w:numPr>
          <w:ilvl w:val="0"/>
          <w:numId w:val="38"/>
        </w:numPr>
      </w:pPr>
      <w:r>
        <w:t>Ostopalvelun järjestäjän arkistoasiakirjat-rekisterissä on palvelutapahtumassa yksilöity ostopalvelun valtuutus, joka oikeuttaa ostopalvelun tuottajan arkistoimaan palvelutapahtuman ostopalvelun järjestäjän rekisteriin.[LT1]</w:t>
      </w:r>
    </w:p>
    <w:p w14:paraId="4F1868F0" w14:textId="4B8238C3" w:rsidR="006243B8" w:rsidRDefault="006243B8" w:rsidP="00D67AEB">
      <w:pPr>
        <w:pStyle w:val="Luettelokappale"/>
        <w:numPr>
          <w:ilvl w:val="0"/>
          <w:numId w:val="38"/>
        </w:numPr>
      </w:pPr>
      <w:r>
        <w:t>Ostopalvelun tuottajalla on tiedossa ostopalvelujen järjestäjän rekisteri, jota ostopalvelun valtuutus koskee ja johon asiakirjat arkistoidaan</w:t>
      </w:r>
    </w:p>
    <w:p w14:paraId="368EBFB1" w14:textId="77777777" w:rsidR="001F4A66" w:rsidRDefault="001F4A66" w:rsidP="001C0A14">
      <w:pPr>
        <w:pStyle w:val="Numeroituluettelo"/>
        <w:spacing w:after="0"/>
      </w:pPr>
      <w:r>
        <w:lastRenderedPageBreak/>
        <w:t>Lisäksi tilanteessa F (arkistointi toimintansa päättäneen rekisterinpitäjän rekisteriin yhteisliittymismallissa):</w:t>
      </w:r>
    </w:p>
    <w:p w14:paraId="1D5CA732" w14:textId="77777777" w:rsidR="001F4A66" w:rsidRDefault="001F4A66" w:rsidP="00D67AEB">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5DC86967" w14:textId="77777777" w:rsidR="001F4A66" w:rsidRPr="006243B8" w:rsidRDefault="001F4A66" w:rsidP="001C0A14">
      <w:pPr>
        <w:ind w:left="2118"/>
      </w:pP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D67AEB">
      <w:pPr>
        <w:pStyle w:val="Luettelokappale"/>
        <w:numPr>
          <w:ilvl w:val="0"/>
          <w:numId w:val="38"/>
        </w:numPr>
      </w:pPr>
      <w:r>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79A796AB" w14:textId="3E83841D" w:rsidR="006243B8" w:rsidRDefault="006243B8" w:rsidP="00D67AEB">
      <w:pPr>
        <w:pStyle w:val="Luettelokappale"/>
        <w:numPr>
          <w:ilvl w:val="0"/>
          <w:numId w:val="38"/>
        </w:numPr>
      </w:pPr>
      <w:r>
        <w:t>Samaan asiakirjaan voidaan viedä merkintöjä, joille voidaan asettaa samat kuvailutiedot. Lisäksi on huomioitava alla luetellut säännöt.</w:t>
      </w:r>
    </w:p>
    <w:p w14:paraId="2D4C1DCD" w14:textId="6516D152" w:rsidR="006243B8" w:rsidRDefault="006243B8" w:rsidP="00D67AEB">
      <w:pPr>
        <w:pStyle w:val="Luettelokappale"/>
        <w:numPr>
          <w:ilvl w:val="0"/>
          <w:numId w:val="38"/>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D67AEB">
      <w:pPr>
        <w:pStyle w:val="Luettelokappale"/>
        <w:numPr>
          <w:ilvl w:val="0"/>
          <w:numId w:val="38"/>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D67AEB">
      <w:pPr>
        <w:pStyle w:val="Luettelokappale"/>
        <w:numPr>
          <w:ilvl w:val="0"/>
          <w:numId w:val="38"/>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D67AEB">
      <w:pPr>
        <w:pStyle w:val="Luettelokappale"/>
        <w:numPr>
          <w:ilvl w:val="0"/>
          <w:numId w:val="38"/>
        </w:numPr>
      </w:pPr>
      <w:r>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D67AEB">
      <w:pPr>
        <w:pStyle w:val="Luettelokappale"/>
        <w:numPr>
          <w:ilvl w:val="0"/>
          <w:numId w:val="38"/>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D67AEB">
      <w:pPr>
        <w:pStyle w:val="Luettelokappale"/>
        <w:numPr>
          <w:ilvl w:val="0"/>
          <w:numId w:val="38"/>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11D0961E" w14:textId="08D33B33" w:rsidR="006243B8" w:rsidRDefault="006243B8" w:rsidP="00D67AEB">
      <w:pPr>
        <w:pStyle w:val="Luettelokappale"/>
        <w:numPr>
          <w:ilvl w:val="0"/>
          <w:numId w:val="38"/>
        </w:numPr>
      </w:pPr>
      <w:r>
        <w:lastRenderedPageBreak/>
        <w:t>Asiakirjalle täydennetään kuvailutiedot kuvailutietojen määrittelyn mukaisesti [LM5]</w:t>
      </w:r>
    </w:p>
    <w:p w14:paraId="0A1BB3D3" w14:textId="7F376C30" w:rsidR="006243B8" w:rsidRDefault="006243B8" w:rsidP="00D67AEB">
      <w:pPr>
        <w:pStyle w:val="Luettelokappale"/>
        <w:numPr>
          <w:ilvl w:val="0"/>
          <w:numId w:val="38"/>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D67AEB">
      <w:pPr>
        <w:pStyle w:val="Luettelokappale"/>
        <w:numPr>
          <w:ilvl w:val="0"/>
          <w:numId w:val="38"/>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hl7fi:typeCode/@code=”1”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 xml:space="preserve">-tietoihin asetetaan kuvailutiedon arvo hl7fi:fileFormat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D67AEB">
      <w:pPr>
        <w:pStyle w:val="Luettelokappale"/>
        <w:numPr>
          <w:ilvl w:val="0"/>
          <w:numId w:val="38"/>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12DD8ACC" w:rsidR="006243B8" w:rsidRDefault="006243B8" w:rsidP="00D54165">
      <w:pPr>
        <w:pStyle w:val="Luettelokappale"/>
        <w:numPr>
          <w:ilvl w:val="1"/>
          <w:numId w:val="5"/>
        </w:numPr>
      </w:pPr>
      <w:r>
        <w:lastRenderedPageBreak/>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39ADA585" w14:textId="77777777" w:rsidR="001F4A66" w:rsidRDefault="001F4A66" w:rsidP="001F4A66">
      <w:pPr>
        <w:pStyle w:val="Luettelokappale"/>
        <w:numPr>
          <w:ilvl w:val="0"/>
          <w:numId w:val="5"/>
        </w:numPr>
        <w:spacing w:before="0"/>
      </w:pPr>
      <w:r>
        <w:t>Lisäksi tilanteessa F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p>
    <w:p w14:paraId="58225F44" w14:textId="77777777" w:rsidR="001F4A66" w:rsidRDefault="001F4A66" w:rsidP="001C0A14">
      <w:pPr>
        <w:ind w:left="2118"/>
      </w:pP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D67AEB">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D67AEB">
      <w:pPr>
        <w:pStyle w:val="Luettelokappale"/>
        <w:numPr>
          <w:ilvl w:val="0"/>
          <w:numId w:val="38"/>
        </w:numPr>
      </w:pPr>
      <w:r>
        <w:t>MR-sanoma on RCMR_IN100002FI01</w:t>
      </w:r>
    </w:p>
    <w:p w14:paraId="3D3F2958" w14:textId="21E3D395" w:rsidR="006243B8" w:rsidRDefault="006243B8" w:rsidP="00D67AEB">
      <w:pPr>
        <w:pStyle w:val="Luettelokappale"/>
        <w:numPr>
          <w:ilvl w:val="0"/>
          <w:numId w:val="38"/>
        </w:numPr>
      </w:pPr>
      <w:r>
        <w:t xml:space="preserve">Palvelupyyntö on [LK3] </w:t>
      </w:r>
    </w:p>
    <w:p w14:paraId="3B21FAB9" w14:textId="46044339" w:rsidR="006243B8" w:rsidRDefault="006243B8" w:rsidP="00D54165">
      <w:pPr>
        <w:pStyle w:val="Luettelokappale"/>
        <w:numPr>
          <w:ilvl w:val="1"/>
          <w:numId w:val="5"/>
        </w:numPr>
      </w:pPr>
      <w:r>
        <w:t>tilanteessa C (arkistointi omaan rekisteriin)</w:t>
      </w:r>
      <w:r w:rsidR="001F4A66">
        <w:t xml:space="preserve"> ja F (arkistointi toimintansa päättäneen rekisteriin yhteisliittymistilanteessa)</w:t>
      </w:r>
      <w:r>
        <w:t>: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lastRenderedPageBreak/>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5C19B783" w14:textId="77777777" w:rsidR="0076514E"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61A1F108" w14:textId="77777777" w:rsidR="0076514E" w:rsidRDefault="0076514E" w:rsidP="0076514E">
      <w:pPr>
        <w:pStyle w:val="Leipteksti"/>
      </w:pPr>
      <w:r>
        <w:t>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Potilastiedon arkiston  toiminnalliset vaatimukset sosiaali- ja terveydenhuollon tietojärjestelmille [LM1].</w:t>
      </w:r>
    </w:p>
    <w:p w14:paraId="608F2F0F" w14:textId="09E97427" w:rsidR="003B7920" w:rsidRPr="003B7920" w:rsidRDefault="00076B9B" w:rsidP="008D1E57">
      <w:pPr>
        <w:pStyle w:val="Leipteksti"/>
        <w:ind w:left="0"/>
      </w:pPr>
      <w:r>
        <w:br w:type="page"/>
      </w:r>
    </w:p>
    <w:p w14:paraId="2DB76FAE" w14:textId="3674BB12" w:rsidR="009F703C" w:rsidRDefault="003B7920" w:rsidP="003B7920">
      <w:pPr>
        <w:pStyle w:val="Otsikko1"/>
        <w:spacing w:before="220"/>
      </w:pPr>
      <w:bookmarkStart w:id="14" w:name="_Toc256000000"/>
      <w:bookmarkStart w:id="15" w:name="_Toc37061992"/>
      <w:bookmarkStart w:id="16" w:name="_Toc162975764"/>
      <w:r>
        <w:lastRenderedPageBreak/>
        <w:t xml:space="preserve">Arkistoi asiakirja </w:t>
      </w:r>
      <w:bookmarkEnd w:id="14"/>
      <w:bookmarkEnd w:id="15"/>
      <w:r w:rsidR="00AC710C">
        <w:t>Tahdonilmaisupalveluun</w:t>
      </w:r>
      <w:bookmarkEnd w:id="16"/>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314226DB" w:rsidR="00DF784E" w:rsidRDefault="00DF784E">
      <w:pPr>
        <w:pStyle w:val="Leipteksti"/>
        <w:numPr>
          <w:ilvl w:val="0"/>
          <w:numId w:val="10"/>
        </w:numPr>
        <w:spacing w:after="0"/>
      </w:pPr>
      <w:r>
        <w:t xml:space="preserve">Potilastiedon </w:t>
      </w:r>
      <w:r w:rsidR="00220168">
        <w:t>arkiston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2D869B6E"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AD5D565"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Potilastiedon arkistoon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D67AEB">
      <w:pPr>
        <w:pStyle w:val="Luettelokappale"/>
        <w:numPr>
          <w:ilvl w:val="0"/>
          <w:numId w:val="38"/>
        </w:numPr>
      </w:pPr>
      <w:r>
        <w:t>Tahdonilmaisupalveluun</w:t>
      </w:r>
      <w:r w:rsidR="00220168">
        <w:t xml:space="preserve"> arkistoitava asiakirja muodostetaan välittömästi merkinnän tallennuksen jälkeen</w:t>
      </w:r>
    </w:p>
    <w:p w14:paraId="0E06E352" w14:textId="309E8994" w:rsidR="00220168" w:rsidRDefault="00220168" w:rsidP="00D67AEB">
      <w:pPr>
        <w:pStyle w:val="Luettelokappale"/>
        <w:numPr>
          <w:ilvl w:val="0"/>
          <w:numId w:val="38"/>
        </w:numPr>
      </w:pPr>
      <w:r>
        <w:t>Lomaketyyppisistä näkymistä tuotetaan aina oma itsenäinen asiakirja</w:t>
      </w:r>
    </w:p>
    <w:p w14:paraId="394B73AB" w14:textId="5EA00024" w:rsidR="00220168" w:rsidRDefault="00220168" w:rsidP="00D67AEB">
      <w:pPr>
        <w:pStyle w:val="Luettelokappale"/>
        <w:numPr>
          <w:ilvl w:val="0"/>
          <w:numId w:val="38"/>
        </w:numPr>
      </w:pPr>
      <w:r>
        <w:t>Asiakirjan rakenne noudattaa ”Potilastiedon arkiston kertomus ja lomakkeet” -oppaan rakennetta ja siellä määriteltyä lomakemekanismia [LM2]</w:t>
      </w:r>
    </w:p>
    <w:p w14:paraId="03844B9A" w14:textId="38660A5E" w:rsidR="00220168" w:rsidRDefault="00220168" w:rsidP="00D67AEB">
      <w:pPr>
        <w:pStyle w:val="Luettelokappale"/>
        <w:numPr>
          <w:ilvl w:val="0"/>
          <w:numId w:val="38"/>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D67AEB">
      <w:pPr>
        <w:pStyle w:val="Luettelokappale"/>
        <w:numPr>
          <w:ilvl w:val="0"/>
          <w:numId w:val="38"/>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D67AEB">
      <w:pPr>
        <w:pStyle w:val="Luettelokappale"/>
        <w:numPr>
          <w:ilvl w:val="0"/>
          <w:numId w:val="38"/>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D67AEB">
      <w:pPr>
        <w:pStyle w:val="Luettelokappale"/>
        <w:numPr>
          <w:ilvl w:val="0"/>
          <w:numId w:val="38"/>
        </w:numPr>
      </w:pPr>
      <w:r>
        <w:t>Asiakirjalle täydennetään kuvailutiedot kuvailutietojen määrittelyn mukaisesti [</w:t>
      </w:r>
      <w:r w:rsidR="00EE1FC5">
        <w:t xml:space="preserve">LT2, </w:t>
      </w:r>
      <w:r>
        <w:t>LM5]</w:t>
      </w:r>
    </w:p>
    <w:p w14:paraId="66B7BEAD" w14:textId="24485A6F" w:rsidR="00220168" w:rsidRDefault="00AC710C" w:rsidP="00D67AEB">
      <w:pPr>
        <w:pStyle w:val="Luettelokappale"/>
        <w:numPr>
          <w:ilvl w:val="0"/>
          <w:numId w:val="38"/>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D67AEB">
      <w:pPr>
        <w:pStyle w:val="Luettelokappale"/>
        <w:numPr>
          <w:ilvl w:val="0"/>
          <w:numId w:val="38"/>
        </w:numPr>
      </w:pPr>
      <w:r>
        <w:t>MR-sanoma on RCMR_IN100002FI01</w:t>
      </w:r>
    </w:p>
    <w:p w14:paraId="4CEFF2B0" w14:textId="06C21045" w:rsidR="00220168" w:rsidRDefault="00220168" w:rsidP="00D67AEB">
      <w:pPr>
        <w:pStyle w:val="Luettelokappale"/>
        <w:numPr>
          <w:ilvl w:val="0"/>
          <w:numId w:val="38"/>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8E2D11E" w:rsidR="00EE4C0D" w:rsidRDefault="00EE4C0D" w:rsidP="00C76B72">
      <w:pPr>
        <w:pStyle w:val="Numeroituluettelo"/>
      </w:pPr>
      <w:r>
        <w:t>Tilanteessa</w:t>
      </w:r>
      <w:r w:rsidR="00F17F93">
        <w:t xml:space="preserve"> C</w:t>
      </w:r>
      <w:r w:rsidR="00AF0323">
        <w:t xml:space="preserve"> (Potilastiedon arkiston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0A8084D3"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3A2297D1" w:rsidR="00C06DC8" w:rsidRDefault="00C06DC8" w:rsidP="00592CC9">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541F1942" w:rsidR="00165542" w:rsidRDefault="00165542" w:rsidP="00592CC9">
      <w:pPr>
        <w:pStyle w:val="Leipteksti"/>
        <w:spacing w:after="0"/>
      </w:pPr>
      <w:r>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p>
    <w:p w14:paraId="4818DCDB" w14:textId="77777777" w:rsidR="00165542" w:rsidRDefault="00165542" w:rsidP="00592CC9">
      <w:pPr>
        <w:pStyle w:val="Leipteksti"/>
        <w:spacing w:after="0"/>
      </w:pPr>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734C6FB7" w14:textId="64623BC9" w:rsidR="00D749B8" w:rsidRDefault="00C06DC8" w:rsidP="00C06DC8">
      <w:pPr>
        <w:pStyle w:val="Leipteksti"/>
      </w:pPr>
      <w:r>
        <w:t>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67F14">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1.1.2024 alaken lomakkeessa on mahdollista asettaa kerralla kielto kaikkiin potilastietoihin.</w:t>
      </w:r>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r w:rsidR="00AE0028">
        <w:t>Kieltoasiakirjassa voidaan ilmoittaa myös kyseisten kieltojen ohittamisesta hätätilanteessa</w:t>
      </w:r>
      <w:r w:rsidR="00D749B8">
        <w:t>.</w:t>
      </w:r>
    </w:p>
    <w:p w14:paraId="40F3A296" w14:textId="40F91331" w:rsidR="00D749B8" w:rsidRDefault="00B90C6B" w:rsidP="00D749B8">
      <w:pPr>
        <w:pStyle w:val="Leipteksti"/>
        <w:spacing w:after="0"/>
      </w:pPr>
      <w:r w:rsidRPr="00BC106E">
        <w:t xml:space="preserve">1.1.2024 alkaen </w:t>
      </w:r>
      <w:r w:rsidR="00D749B8" w:rsidRPr="00BC106E">
        <w:t>Potilastiedon arkiston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17" w:name="_Hlk138858726"/>
      <w:r w:rsidRPr="00BC106E">
        <w:rPr>
          <w:b/>
        </w:rPr>
        <w:t>Tutkimusaineistolöydöstä koskeva yhteydenottokielto</w:t>
      </w:r>
      <w:r>
        <w:t xml:space="preserve"> (näkymätunnus 503, näkymälyhenne YKIE)</w:t>
      </w:r>
    </w:p>
    <w:bookmarkEnd w:id="17"/>
    <w:p w14:paraId="6BA722F9" w14:textId="7266F6A3"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592CC9" w:rsidRDefault="00364E7A" w:rsidP="006F3FED">
      <w:pPr>
        <w:pStyle w:val="Leipteksti"/>
      </w:pPr>
      <w:r w:rsidRPr="00592CC9">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18"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D67AEB">
      <w:pPr>
        <w:pStyle w:val="Leipteksti"/>
        <w:numPr>
          <w:ilvl w:val="0"/>
          <w:numId w:val="47"/>
        </w:numPr>
        <w:spacing w:after="0"/>
      </w:pPr>
      <w:r>
        <w:t xml:space="preserve">tiedon tietotyyppi on string (attribuutti Tietotyypin tunniste = ST), </w:t>
      </w:r>
    </w:p>
    <w:p w14:paraId="145789F9" w14:textId="02FC2201" w:rsidR="00936EA2" w:rsidRDefault="00936EA2" w:rsidP="00D67AEB">
      <w:pPr>
        <w:pStyle w:val="Leipteksti"/>
        <w:numPr>
          <w:ilvl w:val="0"/>
          <w:numId w:val="47"/>
        </w:numPr>
        <w:spacing w:after="0"/>
      </w:pPr>
      <w:r>
        <w:t xml:space="preserve">tieto tulee siirtomuotoon (attribuutti Siirtomuotoon = T) </w:t>
      </w:r>
    </w:p>
    <w:p w14:paraId="324E185A" w14:textId="77777777" w:rsidR="00936EA2" w:rsidRDefault="00936EA2" w:rsidP="00D67AEB">
      <w:pPr>
        <w:pStyle w:val="Leipteksti"/>
        <w:numPr>
          <w:ilvl w:val="0"/>
          <w:numId w:val="47"/>
        </w:numPr>
        <w:spacing w:after="0"/>
      </w:pPr>
      <w:r>
        <w:t xml:space="preserve">ja sisältö on vakioteksti (attribuutti Täytettävä kenttä = F). </w:t>
      </w:r>
    </w:p>
    <w:p w14:paraId="18AE42C5" w14:textId="67CD2329"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7166AB">
        <w:t>käytössä</w:t>
      </w:r>
      <w:r>
        <w:t xml:space="preserve"> pitkien tekstien muotoilua varten lomakkeilla Tutkimusaineistolöydöstä koskeva yhteydenottokielto ja Eurooppalaisen potilasyhteenvedon informointi ja suostumus. </w:t>
      </w:r>
      <w:bookmarkEnd w:id="18"/>
      <w:r w:rsidR="00076B9B">
        <w:br w:type="page"/>
      </w:r>
    </w:p>
    <w:p w14:paraId="354B2170" w14:textId="27E4A703" w:rsidR="009F703C" w:rsidRDefault="00020F09" w:rsidP="00020F09">
      <w:pPr>
        <w:pStyle w:val="Otsikko1"/>
        <w:spacing w:before="220"/>
      </w:pPr>
      <w:bookmarkStart w:id="19" w:name="_Toc256000030"/>
      <w:bookmarkStart w:id="20" w:name="_Toc37061999"/>
      <w:bookmarkStart w:id="21" w:name="_Toc162975765"/>
      <w:r>
        <w:lastRenderedPageBreak/>
        <w:t>Arkistoi arkistoasiakirja</w:t>
      </w:r>
      <w:bookmarkEnd w:id="19"/>
      <w:bookmarkEnd w:id="20"/>
      <w:bookmarkEnd w:id="21"/>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D67AEB">
      <w:pPr>
        <w:pStyle w:val="Luettelokappale"/>
        <w:numPr>
          <w:ilvl w:val="0"/>
          <w:numId w:val="38"/>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D67AEB">
      <w:pPr>
        <w:pStyle w:val="Luettelokappale"/>
        <w:numPr>
          <w:ilvl w:val="0"/>
          <w:numId w:val="38"/>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D67AEB">
      <w:pPr>
        <w:pStyle w:val="Luettelokappale"/>
        <w:numPr>
          <w:ilvl w:val="0"/>
          <w:numId w:val="38"/>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D67AEB">
      <w:pPr>
        <w:pStyle w:val="Luettelokappale"/>
        <w:numPr>
          <w:ilvl w:val="0"/>
          <w:numId w:val="38"/>
        </w:numPr>
      </w:pPr>
      <w:r>
        <w:t>Lomaketyyppisistä näkymistä tuotetaan aina oma itsenäinen asiakirja</w:t>
      </w:r>
    </w:p>
    <w:p w14:paraId="61444493" w14:textId="41E37C51" w:rsidR="001661F3" w:rsidRDefault="001661F3" w:rsidP="00D67AEB">
      <w:pPr>
        <w:pStyle w:val="Luettelokappale"/>
        <w:numPr>
          <w:ilvl w:val="0"/>
          <w:numId w:val="38"/>
        </w:numPr>
      </w:pPr>
      <w:r>
        <w:lastRenderedPageBreak/>
        <w:t>Asiakirjan rakenne noudattaa ”Potilastiedon arkiston kertomus ja lomakkeet” -oppaan rakennetta ja siellä määriteltyä lomakemekanismia [LM2]</w:t>
      </w:r>
    </w:p>
    <w:p w14:paraId="1307A4AE" w14:textId="523E7039" w:rsidR="001661F3" w:rsidRDefault="001661F3" w:rsidP="00D67AEB">
      <w:pPr>
        <w:pStyle w:val="Luettelokappale"/>
        <w:numPr>
          <w:ilvl w:val="0"/>
          <w:numId w:val="38"/>
        </w:numPr>
      </w:pPr>
      <w:r>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D67AEB">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D67AEB">
      <w:pPr>
        <w:pStyle w:val="Luettelokappale"/>
        <w:numPr>
          <w:ilvl w:val="0"/>
          <w:numId w:val="38"/>
        </w:numPr>
      </w:pPr>
      <w:r>
        <w:t>Asiakirjalle täydennetään kuvailutiedot kuvailutietojen määrittelyn mukaisesti [LM5]</w:t>
      </w:r>
    </w:p>
    <w:p w14:paraId="22BE6655" w14:textId="433169BF" w:rsidR="001661F3" w:rsidRDefault="001661F3" w:rsidP="00D67AEB">
      <w:pPr>
        <w:pStyle w:val="Luettelokappale"/>
        <w:numPr>
          <w:ilvl w:val="0"/>
          <w:numId w:val="38"/>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D67AEB">
      <w:pPr>
        <w:pStyle w:val="Luettelokappale"/>
        <w:numPr>
          <w:ilvl w:val="0"/>
          <w:numId w:val="38"/>
        </w:numPr>
      </w:pPr>
      <w:r>
        <w:t>MR-sanoma on RCMR_IN100002FI01</w:t>
      </w:r>
    </w:p>
    <w:p w14:paraId="105AE60B" w14:textId="5D7D1CC2" w:rsidR="001661F3" w:rsidRDefault="001661F3" w:rsidP="00D67AEB">
      <w:pPr>
        <w:pStyle w:val="Luettelokappale"/>
        <w:numPr>
          <w:ilvl w:val="0"/>
          <w:numId w:val="38"/>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lastRenderedPageBreak/>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2" w:name="_Toc162975766"/>
      <w:r w:rsidRPr="001661F3">
        <w:lastRenderedPageBreak/>
        <w:t>Arkistoi luovutusilmoitus</w:t>
      </w:r>
      <w:bookmarkEnd w:id="22"/>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rsidRPr="00603324">
        <w:t xml:space="preserve">Luovutusilmoitus muodostetaan, kun potilastietojärjestelmään sähköisessä muodossa tallennettuja tietoja luovutetaan Potilastiedon arkiston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47178DC" w:rsidR="001661F3" w:rsidRDefault="001661F3" w:rsidP="00D67AEB">
      <w:pPr>
        <w:pStyle w:val="Numeroituluettelo"/>
        <w:numPr>
          <w:ilvl w:val="0"/>
          <w:numId w:val="48"/>
        </w:numPr>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134F6A9A" w:rsidR="001661F3" w:rsidRDefault="001661F3" w:rsidP="00D67AEB">
      <w:pPr>
        <w:pStyle w:val="Numeroituluettelo"/>
        <w:numPr>
          <w:ilvl w:val="0"/>
          <w:numId w:val="48"/>
        </w:numPr>
      </w:pPr>
      <w:r>
        <w:t>Hakeva luovutus ("automaattiluovutus"): luovutuksen saavan organisaation käyttäjä hakee ja tarkastelee toisen rekisterinpitäjän</w:t>
      </w:r>
      <w:r w:rsidR="008B2092">
        <w:t xml:space="preserve"> tai oman rekisterinpitäjän toisen rekisterin</w:t>
      </w:r>
      <w:r w:rsidR="00855CD5">
        <w:t xml:space="preserve"> </w:t>
      </w:r>
      <w:r>
        <w:t>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D67AEB">
      <w:pPr>
        <w:pStyle w:val="Luettelokappale"/>
        <w:numPr>
          <w:ilvl w:val="0"/>
          <w:numId w:val="38"/>
        </w:numPr>
      </w:pPr>
      <w:r>
        <w:t>Lomaketyyppisistä näkymistä tuotetaan aina oma itsenäinen asiakirja</w:t>
      </w:r>
    </w:p>
    <w:p w14:paraId="78B6D51F" w14:textId="747BA3FC" w:rsidR="001661F3" w:rsidRDefault="001661F3" w:rsidP="00D67AEB">
      <w:pPr>
        <w:pStyle w:val="Luettelokappale"/>
        <w:numPr>
          <w:ilvl w:val="0"/>
          <w:numId w:val="38"/>
        </w:numPr>
      </w:pPr>
      <w:r>
        <w:t>Asiakirjan rakenne noudattaa ”Potilastiedon arkiston kertomus ja lomakkeet” -oppaan rakennetta ja siellä määriteltyä lomakemekanismia [LM2]</w:t>
      </w:r>
    </w:p>
    <w:p w14:paraId="191B0BC9" w14:textId="18191991" w:rsidR="001661F3" w:rsidRDefault="001661F3" w:rsidP="00D67AEB">
      <w:pPr>
        <w:pStyle w:val="Luettelokappale"/>
        <w:numPr>
          <w:ilvl w:val="0"/>
          <w:numId w:val="38"/>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D67AEB">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D67AEB">
      <w:pPr>
        <w:pStyle w:val="Luettelokappale"/>
        <w:numPr>
          <w:ilvl w:val="0"/>
          <w:numId w:val="38"/>
        </w:numPr>
      </w:pPr>
      <w:r>
        <w:t>Asiakirjalle täydennetään kuvailutiedot kuvailutietojen määrittelyn mukaisesti [LM5]</w:t>
      </w:r>
    </w:p>
    <w:p w14:paraId="0E92D275" w14:textId="2DC1CAEE" w:rsidR="001661F3" w:rsidRDefault="001661F3" w:rsidP="00D67AEB">
      <w:pPr>
        <w:pStyle w:val="Luettelokappale"/>
        <w:numPr>
          <w:ilvl w:val="0"/>
          <w:numId w:val="38"/>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r>
        <w:t xml:space="preserve">luovutuksen saajan rekisterin tunniste ilmaistaan koodiston </w:t>
      </w:r>
      <w:r w:rsidRPr="00AC0063">
        <w:t>"Sosiaalihuolto - asiakirjan rekisteritunnus" avulla</w:t>
      </w:r>
      <w:r>
        <w:t>, jos tietoja toimitetaan terveydenhuollosta sosiaalihuoltoon</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2659B062"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arkistoidaan luovutuksen saavan organisaation rekisteriin. </w:t>
      </w:r>
      <w:r w:rsidR="006E62E9">
        <w:t>Luovutustilanteen A</w:t>
      </w:r>
      <w:r w:rsidR="002B68BD">
        <w:t xml:space="preserve"> luovutusilmoitukset arkistoidaan luovutuksen antavan organisaation rekisteriin.</w:t>
      </w:r>
    </w:p>
    <w:p w14:paraId="24D00E32" w14:textId="1BE1EC19" w:rsidR="001661F3" w:rsidRPr="001661F3" w:rsidRDefault="00076B9B" w:rsidP="00076B9B">
      <w:r>
        <w:br w:type="page"/>
      </w:r>
    </w:p>
    <w:p w14:paraId="7A755399" w14:textId="02481754" w:rsidR="009F703C" w:rsidRDefault="00187A6D" w:rsidP="00187A6D">
      <w:pPr>
        <w:pStyle w:val="Otsikko1"/>
      </w:pPr>
      <w:bookmarkStart w:id="23" w:name="_Hlk157071164"/>
      <w:bookmarkStart w:id="24" w:name="_Toc162975767"/>
      <w:r w:rsidRPr="00187A6D">
        <w:lastRenderedPageBreak/>
        <w:t>Korvaa palvelutapahtuma-asiakirja (PPA</w:t>
      </w:r>
      <w:r w:rsidR="00081E50">
        <w:t>, PPA11</w:t>
      </w:r>
      <w:r w:rsidRPr="00187A6D">
        <w:t>)</w:t>
      </w:r>
      <w:bookmarkEnd w:id="24"/>
    </w:p>
    <w:bookmarkEnd w:id="23"/>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555D705C" w:rsidR="00083FB1" w:rsidRDefault="00083FB1" w:rsidP="00D54165">
      <w:pPr>
        <w:pStyle w:val="Leipteksti"/>
        <w:numPr>
          <w:ilvl w:val="0"/>
          <w:numId w:val="11"/>
        </w:numPr>
        <w:spacing w:after="0"/>
      </w:pPr>
      <w:r>
        <w:t>Organisaation omassa rekisterissä olevan palvelutapahtuman korvaaminen</w:t>
      </w:r>
      <w:r w:rsidR="000D00CA">
        <w:t>.</w:t>
      </w:r>
    </w:p>
    <w:p w14:paraId="400BFA7B" w14:textId="7CAC5189" w:rsidR="00083FB1" w:rsidRDefault="00083FB1" w:rsidP="00D54165">
      <w:pPr>
        <w:pStyle w:val="Leipteksti"/>
        <w:numPr>
          <w:ilvl w:val="0"/>
          <w:numId w:val="11"/>
        </w:numPr>
        <w:spacing w:after="0"/>
      </w:pPr>
      <w:r>
        <w:t>Organisaation omassa rekisterissä olevan palvelutapahtuman korvaaminen</w:t>
      </w:r>
      <w:r w:rsidR="000D00CA">
        <w:t>.</w:t>
      </w:r>
      <w:r>
        <w:t xml:space="preserve"> ostopalvelun järjestäjänä ostopalvelutilannetta varten.</w:t>
      </w:r>
    </w:p>
    <w:p w14:paraId="2695143B" w14:textId="62A43ADF" w:rsidR="00083FB1" w:rsidRDefault="00083FB1">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1F2D63FC" w14:textId="2B618EC5" w:rsidR="005D1228" w:rsidRDefault="00083FB1">
      <w:pPr>
        <w:pStyle w:val="Leipteksti"/>
      </w:pPr>
      <w:r>
        <w:t>Huom. Vanhojen asiakirjojen palvelutapahtuman arkistointi ei ole mahdollinen tällä palvelupyynnöllä.</w:t>
      </w:r>
    </w:p>
    <w:p w14:paraId="0A15AA46" w14:textId="17604E22" w:rsidR="005D1228" w:rsidRDefault="005D1228" w:rsidP="005D1228">
      <w:pPr>
        <w:pStyle w:val="Leipteksti"/>
      </w:pPr>
      <w:r>
        <w:t>Käyttötapaus kuvaa myös palvelutapahtuman korvaamisen toimintansa päättäneen terveydenhuollon yksityisen rekisterinpitäjän rekisteriin [LT1]</w:t>
      </w:r>
      <w:r w:rsidR="000D00CA">
        <w:t>.</w:t>
      </w:r>
      <w:r>
        <w:t xml:space="preserve"> </w:t>
      </w:r>
    </w:p>
    <w:p w14:paraId="7C31F17A" w14:textId="23E85516" w:rsidR="005D1228" w:rsidRDefault="004A7F9E" w:rsidP="007E3B4B">
      <w:pPr>
        <w:pStyle w:val="Leipteksti"/>
        <w:numPr>
          <w:ilvl w:val="0"/>
          <w:numId w:val="11"/>
        </w:numPr>
      </w:pPr>
      <w:r>
        <w:t>Toimintansa päättäneen rekisterinpitäjän rekisterissä olevan palvelutapahtuman korvaaminen</w:t>
      </w:r>
      <w:r w:rsidR="006D0F2A">
        <w:t xml:space="preserve"> järjestämisvastuun perusteella</w:t>
      </w:r>
      <w:r>
        <w:t xml:space="preserve">. </w:t>
      </w:r>
      <w:r w:rsidR="005D1228">
        <w:t>Arkistointisanoman lähettävä organisaatio on järjestämisvastuullinen toimija eli hyvinvointialue tai Helsingin kaupunki. Asiakirja arkistoidaan toimintansa päättäneen rekisterinpitäjän rekisteriin.</w:t>
      </w:r>
      <w:r w:rsidR="00081E50">
        <w:t xml:space="preserve"> Käytettävä palvelupyyntö on PPA11.</w:t>
      </w:r>
    </w:p>
    <w:p w14:paraId="3C35FC20" w14:textId="1A00EEA4" w:rsidR="006D0F2A" w:rsidRDefault="00863A9D" w:rsidP="006D0F2A">
      <w:pPr>
        <w:pStyle w:val="Leipteksti"/>
        <w:numPr>
          <w:ilvl w:val="0"/>
          <w:numId w:val="11"/>
        </w:numPr>
      </w:pPr>
      <w:bookmarkStart w:id="25" w:name="_Hlk162973927"/>
      <w:r>
        <w:t xml:space="preserve">Toimintansa päättäneen rekisterinpitäjän rekisterissä olevan palvelutapahtuman korvaaminen </w:t>
      </w:r>
      <w:r w:rsidR="006D0F2A">
        <w:t>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p>
    <w:bookmarkEnd w:id="25"/>
    <w:p w14:paraId="6E5A8F44" w14:textId="77777777" w:rsidR="00083FB1" w:rsidRDefault="00083FB1" w:rsidP="00083FB1">
      <w:pPr>
        <w:pStyle w:val="Leipteksti"/>
      </w:pPr>
      <w:r>
        <w:lastRenderedPageBreak/>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5EF7DF30" w:rsidR="00083FB1" w:rsidRDefault="00083FB1" w:rsidP="00083FB1">
      <w:pPr>
        <w:pStyle w:val="Numeroituluettelo"/>
      </w:pPr>
      <w:r>
        <w:t>Kantaan liittynyt järjestelmä, potilastietojärjestelmä, jatkossa Järjestelmä</w:t>
      </w:r>
      <w:r w:rsidR="000D00CA">
        <w:t>.</w:t>
      </w:r>
    </w:p>
    <w:p w14:paraId="137DCC19" w14:textId="663A2DBF" w:rsidR="00083FB1" w:rsidRPr="00083FB1" w:rsidRDefault="00083FB1" w:rsidP="00083FB1">
      <w:pPr>
        <w:pStyle w:val="Numeroituluettelo"/>
      </w:pPr>
      <w:r>
        <w:t>Potilastiedon arkisto, Kanta-viestinvälitys, jatkossa Arkisto</w:t>
      </w:r>
      <w:r w:rsidR="000D00CA">
        <w:t>.</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D67AEB">
      <w:pPr>
        <w:pStyle w:val="Luettelokappale"/>
        <w:numPr>
          <w:ilvl w:val="0"/>
          <w:numId w:val="38"/>
        </w:numPr>
        <w:spacing w:before="0"/>
      </w:pPr>
      <w:r>
        <w:t>Ostopalvelun järjestäjän ark</w:t>
      </w:r>
      <w:r w:rsidR="00696F24">
        <w:t xml:space="preserve">istoasiakirjat-rekisterissä on </w:t>
      </w:r>
      <w:r>
        <w:t>ostopalvelutilanteen mukainen ostopalvelun valtuutus.</w:t>
      </w:r>
    </w:p>
    <w:p w14:paraId="65025F4B" w14:textId="0403E640" w:rsid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r w:rsidR="005D1228">
        <w:t>.</w:t>
      </w:r>
    </w:p>
    <w:p w14:paraId="621E349F" w14:textId="2DF32CE6" w:rsidR="005D1228" w:rsidRDefault="005D1228" w:rsidP="005D1228">
      <w:pPr>
        <w:pStyle w:val="Numeroituluettelo"/>
        <w:spacing w:before="240" w:after="0"/>
      </w:pPr>
      <w:r>
        <w:t>Lisäksi tilanteessa D (arkistointi toimintansa päättäneen rekisterinpitäjän rekisteriin</w:t>
      </w:r>
      <w:r w:rsidR="00863A9D">
        <w:t xml:space="preserve"> järjestämisvastuun perusteella</w:t>
      </w:r>
      <w:r>
        <w:t>):</w:t>
      </w:r>
    </w:p>
    <w:p w14:paraId="24A4D222" w14:textId="6BDEB6D7" w:rsidR="005D1228" w:rsidRPr="00083FB1" w:rsidRDefault="005D1228" w:rsidP="00D67AEB">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61761A23" w14:textId="3AFF7F21" w:rsidR="00863A9D" w:rsidRDefault="00863A9D" w:rsidP="002F247D">
      <w:pPr>
        <w:pStyle w:val="Numeroituluettelo"/>
        <w:spacing w:before="240" w:after="0"/>
      </w:pPr>
      <w:r>
        <w:t>Lisäksi tilanteessa E (arkistointi toimintansa päättäneen rekisterinpitäjän rekisteriin yhteisliittymismallissa):</w:t>
      </w:r>
    </w:p>
    <w:p w14:paraId="3AD8F51C" w14:textId="387F7A71" w:rsidR="00863A9D" w:rsidRDefault="00863A9D" w:rsidP="00D67AEB">
      <w:pPr>
        <w:pStyle w:val="Luettelokappale"/>
        <w:numPr>
          <w:ilvl w:val="0"/>
          <w:numId w:val="31"/>
        </w:numPr>
        <w:spacing w:before="0"/>
      </w:pPr>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p>
    <w:p w14:paraId="15A63966" w14:textId="64A22100" w:rsidR="009F703C" w:rsidRDefault="009F703C" w:rsidP="007E3B4B">
      <w:pPr>
        <w:pStyle w:val="Otsikko2"/>
        <w:spacing w:before="240"/>
      </w:pPr>
      <w:r w:rsidRPr="009F703C">
        <w:t>Normaali tapahtumankulku</w:t>
      </w:r>
    </w:p>
    <w:p w14:paraId="63AC155D" w14:textId="77777777" w:rsidR="00083FB1" w:rsidRDefault="00083FB1" w:rsidP="007E3B4B">
      <w:pPr>
        <w:pStyle w:val="Leipteksti"/>
        <w:spacing w:after="0"/>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60F9D525" w:rsidR="00083FB1" w:rsidRDefault="00083FB1" w:rsidP="00D67AEB">
      <w:pPr>
        <w:pStyle w:val="Luettelokappale"/>
        <w:numPr>
          <w:ilvl w:val="0"/>
          <w:numId w:val="38"/>
        </w:numPr>
        <w:spacing w:before="0"/>
      </w:pPr>
      <w:r>
        <w:lastRenderedPageBreak/>
        <w:t>Palvelutapahtuman päivittäminen: järjestelmä tuottaa palvelutapahtuman muuttuneet tiedot</w:t>
      </w:r>
      <w:r w:rsidR="000D00CA">
        <w:t>.</w:t>
      </w:r>
    </w:p>
    <w:p w14:paraId="65919C51" w14:textId="6B72E7B2" w:rsidR="00083FB1" w:rsidRDefault="00083FB1" w:rsidP="00D67AEB">
      <w:pPr>
        <w:pStyle w:val="Luettelokappale"/>
        <w:numPr>
          <w:ilvl w:val="0"/>
          <w:numId w:val="38"/>
        </w:numPr>
        <w:spacing w:before="0"/>
      </w:pPr>
      <w:r>
        <w:t>Palvelutapahtuman päättäminen: järjestelmä tuottaa palvelutapahtumalle loppupäivän</w:t>
      </w:r>
      <w:r w:rsidR="000D00CA">
        <w:t>.</w:t>
      </w:r>
    </w:p>
    <w:p w14:paraId="1E26AEBD" w14:textId="322F9026" w:rsidR="00083FB1" w:rsidRDefault="00083FB1" w:rsidP="00D67AEB">
      <w:pPr>
        <w:pStyle w:val="Luettelokappale"/>
        <w:numPr>
          <w:ilvl w:val="0"/>
          <w:numId w:val="38"/>
        </w:numPr>
        <w:spacing w:before="0"/>
      </w:pPr>
      <w:r>
        <w:t>Palvelutapahtuman mitätöiminen: järjestelmä tuottaa mitätöivän palvelutapahtuma-asiakirjan</w:t>
      </w:r>
      <w:r w:rsidR="000D00CA">
        <w:t>.</w:t>
      </w:r>
    </w:p>
    <w:p w14:paraId="4D0A3DEF" w14:textId="3FD07B92" w:rsidR="00083FB1" w:rsidRDefault="00083FB1" w:rsidP="00DA739D">
      <w:pPr>
        <w:pStyle w:val="Luettelokappale"/>
        <w:numPr>
          <w:ilvl w:val="1"/>
          <w:numId w:val="5"/>
        </w:numPr>
        <w:spacing w:before="0"/>
      </w:pPr>
      <w:r>
        <w:t xml:space="preserve">Mitätöivän asiakirjan sisältö on samalainen kuin normaalin palvelutapahtuma-asiakirjan, mutta </w:t>
      </w:r>
      <w:proofErr w:type="spellStart"/>
      <w:r>
        <w:t>header</w:t>
      </w:r>
      <w:proofErr w:type="spellEnd"/>
      <w:r>
        <w:t>-tiedoissa asiakirjan valmistumisen tila saa arvon 'Poistettu' (hl7fi:recordStatus=7) [LK12]</w:t>
      </w:r>
      <w:r w:rsidR="000D00CA">
        <w:t>.</w:t>
      </w:r>
    </w:p>
    <w:p w14:paraId="1CF6D949" w14:textId="40065E0D" w:rsidR="00083FB1" w:rsidRDefault="00083FB1" w:rsidP="00DA739D">
      <w:pPr>
        <w:pStyle w:val="Luettelokappale"/>
        <w:numPr>
          <w:ilvl w:val="1"/>
          <w:numId w:val="5"/>
        </w:numPr>
        <w:spacing w:before="0"/>
      </w:pPr>
      <w:r>
        <w:t>Palvelutapahtuman mitätöinti on mahdollinen vain, jos siihen kuuluvat hoitoasiakirjat on jo mitätöity</w:t>
      </w:r>
      <w:r w:rsidR="000D00CA">
        <w:t>.</w:t>
      </w:r>
    </w:p>
    <w:p w14:paraId="44FA88BB" w14:textId="45394564" w:rsidR="00083FB1" w:rsidRDefault="00083FB1" w:rsidP="00D67AEB">
      <w:pPr>
        <w:pStyle w:val="Luettelokappale"/>
        <w:numPr>
          <w:ilvl w:val="0"/>
          <w:numId w:val="38"/>
        </w:numPr>
        <w:spacing w:before="0"/>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4F52F5EF"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r w:rsidR="000D00CA">
        <w:t>.</w:t>
      </w:r>
    </w:p>
    <w:p w14:paraId="20D5AD21" w14:textId="3CB1AA2A" w:rsidR="00083FB1" w:rsidRDefault="00083FB1" w:rsidP="00083FB1">
      <w:pPr>
        <w:pStyle w:val="Numeroituluettelo"/>
      </w:pPr>
      <w:r>
        <w:t>Järjestelmä allekirjoittaa asiakirjan järjestelmäallekirjoitus-varmenteella [V2, LM3]</w:t>
      </w:r>
      <w:r w:rsidR="000D00CA">
        <w:t>.</w:t>
      </w:r>
    </w:p>
    <w:p w14:paraId="405F9B29" w14:textId="06D9ED05" w:rsidR="00083FB1" w:rsidRDefault="00083FB1" w:rsidP="00083FB1">
      <w:pPr>
        <w:pStyle w:val="Numeroituluettelo"/>
      </w:pPr>
      <w:r>
        <w:t>Järjestelmä tallentaa tiedon siitä, mikä palvelutapahtuma tiedosta muodostettiin [V3]</w:t>
      </w:r>
      <w:r w:rsidR="000D00CA">
        <w:t>.</w:t>
      </w:r>
      <w:r>
        <w:t xml:space="preserve"> </w:t>
      </w:r>
    </w:p>
    <w:p w14:paraId="2ED05B5F" w14:textId="71669189" w:rsidR="00083FB1" w:rsidRDefault="00083FB1" w:rsidP="00083FB1">
      <w:pPr>
        <w:pStyle w:val="Numeroituluettelo"/>
        <w:spacing w:after="0"/>
      </w:pPr>
      <w:r>
        <w:t>Järjestelmä arkistoi asiakirjan alikäyttötapauksen Arkistoi asiakirja mukaisesti [V4]</w:t>
      </w:r>
      <w:r w:rsidR="000D00CA">
        <w:t>.</w:t>
      </w:r>
    </w:p>
    <w:p w14:paraId="0A4E1F6F" w14:textId="06EA21DE" w:rsidR="00083FB1" w:rsidRDefault="00083FB1" w:rsidP="00D67AEB">
      <w:pPr>
        <w:pStyle w:val="Luettelokappale"/>
        <w:numPr>
          <w:ilvl w:val="0"/>
          <w:numId w:val="38"/>
        </w:numPr>
        <w:spacing w:before="0"/>
      </w:pPr>
      <w:r>
        <w:t>MR-sanoma on RCMR_IN100016 FI01</w:t>
      </w:r>
      <w:r w:rsidR="000D00CA">
        <w:t>.</w:t>
      </w:r>
    </w:p>
    <w:p w14:paraId="7218A995" w14:textId="57807CF8" w:rsidR="00083FB1" w:rsidRDefault="00083FB1" w:rsidP="00D67AEB">
      <w:pPr>
        <w:pStyle w:val="Luettelokappale"/>
        <w:numPr>
          <w:ilvl w:val="0"/>
          <w:numId w:val="38"/>
        </w:numPr>
        <w:spacing w:before="0"/>
      </w:pPr>
      <w:r>
        <w:t>Palvelupyyntö on [LK3]</w:t>
      </w:r>
    </w:p>
    <w:p w14:paraId="372EA52D" w14:textId="28A112B0" w:rsidR="00083FB1" w:rsidRDefault="00083FB1" w:rsidP="005D1228">
      <w:pPr>
        <w:pStyle w:val="Luettelokappale"/>
        <w:numPr>
          <w:ilvl w:val="1"/>
          <w:numId w:val="5"/>
        </w:numPr>
        <w:spacing w:before="0"/>
      </w:pPr>
      <w:r>
        <w:t>PPA, Potilasasiakirjojen arkistointi</w:t>
      </w:r>
    </w:p>
    <w:p w14:paraId="4656B10B" w14:textId="5F22071B" w:rsidR="005D1228" w:rsidRDefault="005D1228" w:rsidP="00DA739D">
      <w:pPr>
        <w:pStyle w:val="Luettelokappale"/>
        <w:numPr>
          <w:ilvl w:val="1"/>
          <w:numId w:val="5"/>
        </w:numPr>
        <w:spacing w:before="0"/>
      </w:pPr>
      <w:r>
        <w:t xml:space="preserve">poikkeus tilanteessa D: PPA11, </w:t>
      </w:r>
      <w:r w:rsidRPr="006726B8">
        <w:t>Potilasasiakirjojen arkistointi toimintansa päättäneen rekisterinpitäjän rekisteriin</w:t>
      </w:r>
      <w:r>
        <w:t xml:space="preserve"> [LT</w:t>
      </w:r>
      <w:r w:rsidR="004A7F9E">
        <w:t>2</w:t>
      </w:r>
      <w:r>
        <w:t>]</w:t>
      </w:r>
      <w:r w:rsidR="000D00CA">
        <w:t>.</w:t>
      </w:r>
    </w:p>
    <w:p w14:paraId="1383867E" w14:textId="387C436C" w:rsidR="00083FB1" w:rsidRDefault="00083FB1" w:rsidP="00D67AEB">
      <w:pPr>
        <w:pStyle w:val="Luettelokappale"/>
        <w:numPr>
          <w:ilvl w:val="0"/>
          <w:numId w:val="38"/>
        </w:numPr>
        <w:spacing w:before="0"/>
      </w:pPr>
      <w:r>
        <w:t>Asiakirjan korvauksen syy [LK2]</w:t>
      </w:r>
    </w:p>
    <w:p w14:paraId="37CB4CC4" w14:textId="5A4335E3" w:rsidR="00083FB1" w:rsidRDefault="00083FB1" w:rsidP="00DA739D">
      <w:pPr>
        <w:pStyle w:val="Luettelokappale"/>
        <w:numPr>
          <w:ilvl w:val="1"/>
          <w:numId w:val="5"/>
        </w:numPr>
        <w:spacing w:before="0"/>
      </w:pPr>
      <w:r>
        <w:t>palvelutapahtuman päättäminen ja päivittäminen: 1, korjaus</w:t>
      </w:r>
      <w:r w:rsidR="000D00CA">
        <w:t>.</w:t>
      </w:r>
    </w:p>
    <w:p w14:paraId="0D4CCF80" w14:textId="7E59E8C1" w:rsidR="00083FB1" w:rsidRDefault="00083FB1" w:rsidP="00DA739D">
      <w:pPr>
        <w:pStyle w:val="Luettelokappale"/>
        <w:numPr>
          <w:ilvl w:val="1"/>
          <w:numId w:val="5"/>
        </w:numPr>
        <w:spacing w:before="0"/>
      </w:pPr>
      <w:r>
        <w:t>palvelutapahtuman mitätöiminen: 2, mitätöinti</w:t>
      </w:r>
      <w:r w:rsidR="000D00CA">
        <w:t>.</w:t>
      </w:r>
    </w:p>
    <w:p w14:paraId="56C1223D" w14:textId="37777F42" w:rsidR="00083FB1" w:rsidRDefault="00083FB1" w:rsidP="00DA739D">
      <w:pPr>
        <w:pStyle w:val="Luettelokappale"/>
        <w:numPr>
          <w:ilvl w:val="1"/>
          <w:numId w:val="5"/>
        </w:numPr>
        <w:spacing w:before="0"/>
      </w:pPr>
      <w:r>
        <w:t>palvelutapahtumaa ei ole mahdollista päivittää tai mitätöidä siten että vanhat versiot merkitään käytöstä poistetuiksi (koodiarvot 3 ja 4)</w:t>
      </w:r>
      <w:r w:rsidR="000D00CA">
        <w:t>.</w:t>
      </w:r>
    </w:p>
    <w:p w14:paraId="4A4B559A" w14:textId="1E03CEDB" w:rsidR="00083FB1" w:rsidRDefault="00083FB1" w:rsidP="00D67AEB">
      <w:pPr>
        <w:pStyle w:val="Luettelokappale"/>
        <w:numPr>
          <w:ilvl w:val="0"/>
          <w:numId w:val="38"/>
        </w:numPr>
        <w:spacing w:before="0"/>
      </w:pPr>
      <w:r>
        <w:t xml:space="preserve">Kun kyseessä on alaikäinen henkilö, järjestelmä tuottaa arkistointisanomalle palvelutapahtuman metatietoihin tiedon huoltajille luovuttamisen kiellon tilanteesta [LM4, LK13]. </w:t>
      </w:r>
    </w:p>
    <w:p w14:paraId="471FCDCF" w14:textId="5F773661" w:rsidR="00083FB1" w:rsidRDefault="00083FB1" w:rsidP="00083FB1">
      <w:pPr>
        <w:pStyle w:val="Numeroituluettelo"/>
      </w:pPr>
      <w:r>
        <w:t>Järjestelmä tallentaa tiedon siitä, että palvelutapahtuman korvaava versio on arkistoitu [V3]</w:t>
      </w:r>
      <w:r w:rsidR="000D00CA">
        <w:t>.</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lastRenderedPageBreak/>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A46BB6" w14:textId="3C217618" w:rsidR="005D1228" w:rsidRDefault="00083FB1" w:rsidP="005C1B2C">
      <w:pPr>
        <w:pStyle w:val="Leipteksti"/>
        <w:spacing w:after="0"/>
      </w:pPr>
      <w:r>
        <w:t>V4 Arkistointi ei onnistu. Järjestelmä tallentaa tiedon virhetilanteesta ja toimii Arkiston palauttaman virheilmoituksen mukaisesti. Käyttötapaus päättyy.</w:t>
      </w:r>
    </w:p>
    <w:p w14:paraId="47E42BCB" w14:textId="77777777" w:rsidR="005D1228" w:rsidRDefault="005D1228" w:rsidP="005D1228">
      <w:pPr>
        <w:pStyle w:val="Otsikko2"/>
        <w:spacing w:before="240"/>
      </w:pPr>
      <w:r>
        <w:t>Lisätiedot</w:t>
      </w:r>
    </w:p>
    <w:p w14:paraId="1770E9AF" w14:textId="4CE3F1A2" w:rsidR="005D1228" w:rsidRDefault="005D1228" w:rsidP="005D1228">
      <w:pPr>
        <w:pStyle w:val="Leipteksti"/>
      </w:pPr>
      <w:r>
        <w:t>LT1 Toimintansa päättäneen rekisterinpitäjän rekisteriin ei arkistoida uutta tietoa, mutta tietoja voidaan tarvittaessa korjata. Toiminnan periaatteet on kuvattu dokumentissa Potilastiedon arkiston  toiminnalliset vaatimukset sosiaali- ja terveydenhuollon tietojärjestelmille [LM1].</w:t>
      </w:r>
    </w:p>
    <w:p w14:paraId="70CAB6A9" w14:textId="6A07BEEC" w:rsidR="004A7F9E" w:rsidRDefault="004A7F9E" w:rsidP="004A7F9E">
      <w:pPr>
        <w:pStyle w:val="Leipteksti"/>
        <w:spacing w:after="0"/>
      </w:pPr>
      <w:r>
        <w:t>LT2 Organisaatiotiedot MR-sanomalla, kun järjestämisvastuullinen rekisterinpitäjä arkistoi toimintansa päättäneen rekisterinpitäjän rekisteriin:</w:t>
      </w:r>
    </w:p>
    <w:p w14:paraId="2BCE66A9" w14:textId="77777777" w:rsidR="004A7F9E" w:rsidRDefault="004A7F9E" w:rsidP="00D67AEB">
      <w:pPr>
        <w:pStyle w:val="Leipteksti"/>
        <w:numPr>
          <w:ilvl w:val="0"/>
          <w:numId w:val="34"/>
        </w:numPr>
        <w:spacing w:before="240" w:after="0"/>
      </w:pPr>
      <w:r>
        <w:t xml:space="preserve">Järjestämisvastuullisen toimijan tiedot tulevat liityntäpisteen, sanoman lähettäjän ja kontrollikehyksen tietoihin. </w:t>
      </w:r>
    </w:p>
    <w:p w14:paraId="28451F36" w14:textId="77777777" w:rsidR="004A7F9E" w:rsidRDefault="004A7F9E" w:rsidP="00D67AEB">
      <w:pPr>
        <w:pStyle w:val="Leipteksti"/>
        <w:numPr>
          <w:ilvl w:val="0"/>
          <w:numId w:val="34"/>
        </w:numPr>
        <w:spacing w:after="0"/>
      </w:pPr>
      <w:r>
        <w:t>Toimintansa päättäneen rekisterinpitäjän tiedot tulevat sanomatyyppiin asiakirjan rekisterinpitäjän tietoihin.</w:t>
      </w:r>
    </w:p>
    <w:p w14:paraId="7ECB2ED5" w14:textId="77777777" w:rsidR="004A7F9E" w:rsidRDefault="004A7F9E" w:rsidP="00D67AEB">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11AD77D5" w14:textId="6ABC3954" w:rsidR="005C1B2C" w:rsidRDefault="005C1B2C" w:rsidP="008D1E57">
      <w:pPr>
        <w:pStyle w:val="Leipteksti"/>
      </w:pPr>
    </w:p>
    <w:p w14:paraId="4FE9D280" w14:textId="70C6F415" w:rsidR="009F703C" w:rsidRDefault="00E57E35" w:rsidP="00E57E35">
      <w:pPr>
        <w:pStyle w:val="Otsikko1"/>
      </w:pPr>
      <w:bookmarkStart w:id="26" w:name="_Toc162975768"/>
      <w:r w:rsidRPr="00E57E35">
        <w:t>Korvaa palvelutapahtuma-asiakirja</w:t>
      </w:r>
      <w:bookmarkEnd w:id="26"/>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lastRenderedPageBreak/>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0F32771E"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1E106D27" w14:textId="20BE6239" w:rsidR="0076514E" w:rsidRDefault="0076514E" w:rsidP="0076514E">
      <w:pPr>
        <w:pStyle w:val="Leipteksti"/>
        <w:spacing w:after="0"/>
      </w:pPr>
    </w:p>
    <w:p w14:paraId="7AB79609" w14:textId="22DE4214" w:rsidR="0076514E" w:rsidRDefault="0076514E" w:rsidP="0076514E">
      <w:pPr>
        <w:pStyle w:val="Leipteksti"/>
      </w:pPr>
      <w:r>
        <w:t>Käyttötapaus kuvaa myös palvelutapahtuman korvaamisen toimintansa päättäneen terveydenhuollon yksityisen rekisterinpitäjän rekisteriin [LT1</w:t>
      </w:r>
      <w:r w:rsidR="0075267D">
        <w:t>, LT2</w:t>
      </w:r>
      <w:r>
        <w:t xml:space="preserve">]. </w:t>
      </w:r>
    </w:p>
    <w:p w14:paraId="5ECA0A90" w14:textId="25FB86D2" w:rsidR="0076514E" w:rsidRDefault="0076514E" w:rsidP="001C0A14">
      <w:pPr>
        <w:pStyle w:val="Leipteksti"/>
        <w:numPr>
          <w:ilvl w:val="0"/>
          <w:numId w:val="12"/>
        </w:numPr>
      </w:pPr>
      <w:r>
        <w:t xml:space="preserve">Toimintansa päättäneen rekisterinpitäjän rekisterissä olevan palvelutapahtuman korvaaminen yhteisliitttymismallissa, jos palvelunantajat ovat sopineet yhteisrekisterinpitäjyydestä. Arkistointisanoman lähettävä organisaatio on yhteisliittymän isäntäorganisaatio. Asiakirja arkistoidaan toimintansa päättäneen rekisterinpitäjän rekisteriin. </w:t>
      </w: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7A58A6A" w:rsidR="00E57E35" w:rsidRDefault="00E57E35" w:rsidP="00E57E35">
      <w:pPr>
        <w:pStyle w:val="Numeroituluettelo"/>
      </w:pPr>
      <w:r>
        <w:lastRenderedPageBreak/>
        <w:t>Lisäksi tilanteessa D (ostopalvelu): Ostopalvelun järjestäjän arkistoasiakirjat-rekisterissä on ostopalvelun valtuutus, joka oikeuttaa ostopalvelun tuottajan arkistoimaan palvelutapahtuman ostopalvelun järjestäjän rekisteriin.</w:t>
      </w:r>
    </w:p>
    <w:p w14:paraId="02BE9701" w14:textId="77777777" w:rsidR="0076514E" w:rsidRDefault="0076514E" w:rsidP="0076514E">
      <w:pPr>
        <w:pStyle w:val="Numeroituluettelo"/>
        <w:spacing w:before="240" w:after="0"/>
      </w:pPr>
      <w:r>
        <w:t>Lisäksi tilanteessa E (arkistointi toimintansa päättäneen rekisterinpitäjän rekisteriin yhteisliittymismallissa):</w:t>
      </w:r>
    </w:p>
    <w:p w14:paraId="14BBC699" w14:textId="3289D1A3" w:rsidR="0076514E" w:rsidRPr="00E57E35" w:rsidRDefault="0076514E" w:rsidP="00D67AEB">
      <w:pPr>
        <w:pStyle w:val="Luettelokappale"/>
        <w:numPr>
          <w:ilvl w:val="0"/>
          <w:numId w:val="31"/>
        </w:numPr>
        <w:spacing w:before="0"/>
      </w:pPr>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p>
    <w:p w14:paraId="563F25FD" w14:textId="59ABA9D6" w:rsidR="009F703C" w:rsidRDefault="009F703C" w:rsidP="001C0A14">
      <w:pPr>
        <w:pStyle w:val="Otsikko2"/>
        <w:spacing w:before="240"/>
      </w:pPr>
      <w:r w:rsidRPr="009F703C">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D67AEB">
      <w:pPr>
        <w:pStyle w:val="Luettelokappale"/>
        <w:numPr>
          <w:ilvl w:val="0"/>
          <w:numId w:val="38"/>
        </w:numPr>
      </w:pPr>
      <w:r>
        <w:t>Palvelutapahtuman päivittäminen: järjestelmä tuottaa palvelutapahtuman muuttuneet tiedot</w:t>
      </w:r>
    </w:p>
    <w:p w14:paraId="3C92BEE2" w14:textId="7FEDECE8" w:rsidR="00E57E35" w:rsidRDefault="00E57E35" w:rsidP="00D67AEB">
      <w:pPr>
        <w:pStyle w:val="Luettelokappale"/>
        <w:numPr>
          <w:ilvl w:val="0"/>
          <w:numId w:val="38"/>
        </w:numPr>
      </w:pPr>
      <w:r>
        <w:t>Palvelutapahtuman päättäminen: järjestelmä tuottaa palvelutapahtumalle loppupäivän</w:t>
      </w:r>
    </w:p>
    <w:p w14:paraId="64B1B9F8" w14:textId="7959F9E1" w:rsidR="00E57E35" w:rsidRDefault="00E57E35" w:rsidP="00D67AEB">
      <w:pPr>
        <w:pStyle w:val="Luettelokappale"/>
        <w:numPr>
          <w:ilvl w:val="0"/>
          <w:numId w:val="38"/>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(hl7fi:recordStatus=7)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D67AEB">
      <w:pPr>
        <w:pStyle w:val="Luettelokappale"/>
        <w:numPr>
          <w:ilvl w:val="0"/>
          <w:numId w:val="38"/>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D67AEB">
      <w:pPr>
        <w:pStyle w:val="Luettelokappale"/>
        <w:numPr>
          <w:ilvl w:val="0"/>
          <w:numId w:val="38"/>
        </w:numPr>
      </w:pPr>
      <w:r>
        <w:lastRenderedPageBreak/>
        <w:t>MR-sanoma on RCMR_IN100016 FI01</w:t>
      </w:r>
    </w:p>
    <w:p w14:paraId="3C48D64E" w14:textId="0715AD9C" w:rsidR="00E57E35" w:rsidRDefault="00E57E35" w:rsidP="00D67AEB">
      <w:pPr>
        <w:pStyle w:val="Luettelokappale"/>
        <w:numPr>
          <w:ilvl w:val="0"/>
          <w:numId w:val="38"/>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D67AEB">
      <w:pPr>
        <w:pStyle w:val="Luettelokappale"/>
        <w:numPr>
          <w:ilvl w:val="0"/>
          <w:numId w:val="38"/>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D67AEB">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lastRenderedPageBreak/>
        <w:br w:type="page"/>
      </w:r>
    </w:p>
    <w:p w14:paraId="0DB7F73D" w14:textId="402F9B61" w:rsidR="009F703C" w:rsidRDefault="00E57E35" w:rsidP="00E57E35">
      <w:pPr>
        <w:pStyle w:val="Otsikko1"/>
      </w:pPr>
      <w:bookmarkStart w:id="27" w:name="_Toc162975769"/>
      <w:r w:rsidRPr="00E57E35">
        <w:lastRenderedPageBreak/>
        <w:t>Korvaa hoitoasiakirja (PPA</w:t>
      </w:r>
      <w:r w:rsidR="003504FB">
        <w:t>, PPA11</w:t>
      </w:r>
      <w:r w:rsidRPr="00E57E35">
        <w:t>)</w:t>
      </w:r>
      <w:bookmarkEnd w:id="27"/>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7B6E1D2C" w:rsidR="009A30A4" w:rsidRDefault="009A30A4" w:rsidP="00D54165">
      <w:pPr>
        <w:pStyle w:val="Leipteksti"/>
        <w:numPr>
          <w:ilvl w:val="0"/>
          <w:numId w:val="13"/>
        </w:numPr>
        <w:spacing w:after="0"/>
      </w:pPr>
      <w:r>
        <w:t>Kertomusteksti-muotoisen korvaavan hoitoasiakirjan arkistointi</w:t>
      </w:r>
      <w:r w:rsidR="000D00CA">
        <w:t>.</w:t>
      </w:r>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477216EA" w:rsidR="009A30A4" w:rsidRDefault="009A30A4" w:rsidP="009A30A4">
      <w:pPr>
        <w:pStyle w:val="Leipteksti"/>
        <w:spacing w:after="0"/>
      </w:pPr>
      <w:r>
        <w:t>Arkistointitilanteen mukaan (kaikissa arkistointitilanteissa D, E</w:t>
      </w:r>
      <w:r w:rsidR="003504FB">
        <w:t>, F ja G</w:t>
      </w:r>
      <w:r>
        <w:t xml:space="preserve">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7A0B0439" w14:textId="359A266B" w:rsidR="004A7F9E" w:rsidRDefault="004A7F9E" w:rsidP="004A7F9E">
      <w:pPr>
        <w:pStyle w:val="Leipteksti"/>
      </w:pPr>
      <w:r>
        <w:t>Käyttötapaus kuvaa myös hoitoasiakirjan korvaamisen toimintansa päättäneen terveydenhuollon yksityisen rekisterinpitäjän rekisteriin [LT3]</w:t>
      </w:r>
      <w:r w:rsidR="000D00CA">
        <w:t>.</w:t>
      </w:r>
    </w:p>
    <w:p w14:paraId="4E16CC26" w14:textId="2C64610D" w:rsidR="004A7F9E" w:rsidRDefault="004A7F9E" w:rsidP="00DA739D">
      <w:pPr>
        <w:pStyle w:val="Leipteksti"/>
        <w:numPr>
          <w:ilvl w:val="0"/>
          <w:numId w:val="13"/>
        </w:numPr>
      </w:pPr>
      <w:r>
        <w:lastRenderedPageBreak/>
        <w:t>Toimintansa päättäneen rekisterinpitäjän rekisterissä olevan hoitoasiakirjan korvaaminen</w:t>
      </w:r>
      <w:r w:rsidR="00863A9D">
        <w:t xml:space="preserve"> järjestämisvastuun perusteella</w:t>
      </w:r>
      <w:r>
        <w:t>. Arkistointisanoman lähettävä organisaatio on järjestämisvastuullinen toimija eli hyvinvointialue tai Helsingin kaupunki. Asiakirja arkistoidaan toimintansa päättäneen rekisterinpitäjän rekisteriin.</w:t>
      </w:r>
      <w:r w:rsidR="00863A9D">
        <w:t xml:space="preserve"> Käytettävä palvelupyyntö on PPA11.</w:t>
      </w:r>
    </w:p>
    <w:p w14:paraId="21EBF3E9" w14:textId="4084736C" w:rsidR="00863A9D" w:rsidRDefault="00863A9D" w:rsidP="00DA739D">
      <w:pPr>
        <w:pStyle w:val="Leipteksti"/>
        <w:numPr>
          <w:ilvl w:val="0"/>
          <w:numId w:val="13"/>
        </w:numPr>
      </w:pPr>
      <w:bookmarkStart w:id="28" w:name="_Hlk162975289"/>
      <w:r>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bookmarkEnd w:id="28"/>
      <w:r>
        <w:t>Käytettävä palvelupyyntö on PPA.</w:t>
      </w:r>
    </w:p>
    <w:p w14:paraId="25C26D1D" w14:textId="4947445F"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t>Lopputuloksena</w:t>
      </w:r>
    </w:p>
    <w:p w14:paraId="00E133CF" w14:textId="57F4214A" w:rsidR="009A30A4" w:rsidRDefault="009A30A4" w:rsidP="00D67AEB">
      <w:pPr>
        <w:pStyle w:val="Luettelokappale"/>
        <w:numPr>
          <w:ilvl w:val="0"/>
          <w:numId w:val="38"/>
        </w:numPr>
      </w:pPr>
      <w:r>
        <w:t>tilanteessa A (kertomusteksti) uusi asiakirjaversio on muodostettu ja se on korvannut asiakirjan edellisen version Potilastiedon arkistossa</w:t>
      </w:r>
      <w:r w:rsidR="000D00CA">
        <w:t>.</w:t>
      </w:r>
    </w:p>
    <w:p w14:paraId="5A8D4777" w14:textId="4BADF6A3" w:rsidR="009A30A4" w:rsidRDefault="009A30A4" w:rsidP="00D67AEB">
      <w:pPr>
        <w:pStyle w:val="Luettelokappale"/>
        <w:numPr>
          <w:ilvl w:val="0"/>
          <w:numId w:val="38"/>
        </w:numPr>
      </w:pPr>
      <w:r>
        <w:t>tilanteessa B (lomakeasiakirja) mitätöivä asiakirja on arkistoitu</w:t>
      </w:r>
      <w:r w:rsidR="000D00CA">
        <w:t>.</w:t>
      </w:r>
    </w:p>
    <w:p w14:paraId="78FB9411" w14:textId="608B6C88" w:rsidR="009A30A4" w:rsidRDefault="009A30A4" w:rsidP="00D67AEB">
      <w:pPr>
        <w:pStyle w:val="Luettelokappale"/>
        <w:numPr>
          <w:ilvl w:val="0"/>
          <w:numId w:val="38"/>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D67AEB">
      <w:pPr>
        <w:pStyle w:val="Luettelokappale"/>
        <w:numPr>
          <w:ilvl w:val="0"/>
          <w:numId w:val="38"/>
        </w:numPr>
      </w:pPr>
      <w:r>
        <w:t>Potilastietojärjestelmässä on tieto korvauksesta.</w:t>
      </w:r>
    </w:p>
    <w:p w14:paraId="0E491A38" w14:textId="7D160117" w:rsidR="009F703C" w:rsidRDefault="009F703C" w:rsidP="00DA739D">
      <w:pPr>
        <w:pStyle w:val="Otsikko2"/>
        <w:spacing w:before="240"/>
      </w:pPr>
      <w:r w:rsidRPr="009F703C">
        <w:t>Käyttäjäroolit</w:t>
      </w:r>
    </w:p>
    <w:p w14:paraId="1B9F62FB" w14:textId="6BDBB47D" w:rsidR="009A30A4" w:rsidRDefault="009A30A4" w:rsidP="009A30A4">
      <w:pPr>
        <w:pStyle w:val="Numeroituluettelo"/>
      </w:pPr>
      <w:r>
        <w:t>Kantaan liittynyt järjestelmä, potilastietojärjestelmä, jatkossa Järjestelmä</w:t>
      </w:r>
      <w:r w:rsidR="000D00CA">
        <w:t>.</w:t>
      </w:r>
    </w:p>
    <w:p w14:paraId="5034CC43" w14:textId="66A8011D" w:rsidR="009A30A4" w:rsidRPr="009A30A4" w:rsidRDefault="009A30A4" w:rsidP="009A30A4">
      <w:pPr>
        <w:pStyle w:val="Numeroituluettelo"/>
      </w:pPr>
      <w:r>
        <w:t>Potilastiedon arkisto, Kanta-viestinvälitys, jatkossa Arkisto</w:t>
      </w:r>
      <w:r w:rsidR="000D00CA">
        <w:t>.</w:t>
      </w:r>
    </w:p>
    <w:p w14:paraId="257F9882" w14:textId="02C90AC2" w:rsidR="009F703C" w:rsidRDefault="009F703C" w:rsidP="009F703C">
      <w:pPr>
        <w:pStyle w:val="Otsikko2"/>
      </w:pPr>
      <w:r w:rsidRPr="009F703C">
        <w:t>Esiehdot</w:t>
      </w:r>
    </w:p>
    <w:p w14:paraId="4FCA8E80" w14:textId="563FB057" w:rsidR="009A30A4" w:rsidRDefault="009A30A4" w:rsidP="009A30A4">
      <w:pPr>
        <w:pStyle w:val="Numeroituluettelo"/>
      </w:pPr>
      <w:r>
        <w:t>Arkistossa on potilasta koskeva kertomusasiakirja, johon sisältyvää yhtä tai useampaa merkintää on muutettu (korjattu tai poistettu) Järjestelmässä</w:t>
      </w:r>
      <w:r w:rsidR="000D00CA">
        <w:t>.</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645CEEA4" w:rsidR="009A30A4" w:rsidRDefault="009A30A4" w:rsidP="00D67AEB">
      <w:pPr>
        <w:pStyle w:val="Luettelokappale"/>
        <w:numPr>
          <w:ilvl w:val="0"/>
          <w:numId w:val="38"/>
        </w:numPr>
        <w:spacing w:before="0"/>
      </w:pPr>
      <w:r>
        <w:t>Ostopalvelun tuottajalla on tiedossa ostopalvelujen järjestäjän rekisteri, jota ostopalvelun valtuutus koskee ja johon asiakirjat arkistoidaan</w:t>
      </w:r>
      <w:r w:rsidR="000D00CA">
        <w:t>.</w:t>
      </w:r>
    </w:p>
    <w:p w14:paraId="75AE59DD" w14:textId="0E18C67F" w:rsidR="009A30A4" w:rsidRDefault="009A30A4" w:rsidP="00D67AEB">
      <w:pPr>
        <w:pStyle w:val="Luettelokappale"/>
        <w:numPr>
          <w:ilvl w:val="0"/>
          <w:numId w:val="38"/>
        </w:numPr>
      </w:pPr>
      <w:r>
        <w:t>Palvelutapahtuma, johon hoitoasiakirja kuuluu, on arkistoitu ostopalvelun järjestäjän rekisteriin, ja siinä on yksilöity ostopalvelun valtuutus [LT2]</w:t>
      </w:r>
      <w:r w:rsidR="000D00CA">
        <w:t>.</w:t>
      </w:r>
    </w:p>
    <w:p w14:paraId="1EC51F86" w14:textId="1E14D3BA" w:rsidR="004A7F9E" w:rsidRDefault="004A7F9E" w:rsidP="00DA739D">
      <w:pPr>
        <w:pStyle w:val="Numeroituluettelo"/>
        <w:spacing w:after="0"/>
      </w:pPr>
      <w:r>
        <w:t xml:space="preserve">Lisäksi tilanteessa </w:t>
      </w:r>
      <w:r w:rsidR="007F66B2">
        <w:t>F</w:t>
      </w:r>
      <w:r>
        <w:t xml:space="preserve"> (arkistointi toimintansa päättäneen rekisterinpitäjän rekisteriin</w:t>
      </w:r>
      <w:r w:rsidR="00AC6A24">
        <w:t xml:space="preserve"> järjestämisvatuun perusteella</w:t>
      </w:r>
      <w:r>
        <w:t>):</w:t>
      </w:r>
    </w:p>
    <w:p w14:paraId="0B570BE9" w14:textId="77777777" w:rsidR="004A7F9E" w:rsidRPr="00083FB1" w:rsidRDefault="004A7F9E" w:rsidP="00D67AEB">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02512A8F" w14:textId="10EC31B6" w:rsidR="00AC6A24" w:rsidRDefault="00AC6A24" w:rsidP="002F247D">
      <w:pPr>
        <w:pStyle w:val="Numeroituluettelo"/>
        <w:spacing w:after="0"/>
      </w:pPr>
      <w:r>
        <w:t>Lisäksi tilanteessa G (arkistointi toimintansa päättäneen rekisterinpitäjän rekisteriin yhteisliittymismallissa):</w:t>
      </w:r>
    </w:p>
    <w:p w14:paraId="24F9DE4B" w14:textId="1EAA5394" w:rsidR="004A7F9E" w:rsidRPr="009A30A4" w:rsidRDefault="00AC6A24" w:rsidP="00D67AEB">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7C9199C1" w14:textId="77777777" w:rsidR="00AC6A24" w:rsidRDefault="00AC6A24" w:rsidP="002F247D">
      <w:pPr>
        <w:pStyle w:val="Leipteksti"/>
      </w:pPr>
    </w:p>
    <w:p w14:paraId="2B0A759D" w14:textId="154E6BFE"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1D5A266F" w:rsidR="009A30A4" w:rsidRDefault="009A30A4" w:rsidP="00CB7D83">
      <w:pPr>
        <w:pStyle w:val="Numeroituluettelo"/>
        <w:spacing w:after="0"/>
      </w:pPr>
      <w:r>
        <w:t>Järjestelmä valitsee korvaavaan asiakirjaan tulevan sisällön [LM2]</w:t>
      </w:r>
      <w:r w:rsidR="000D00CA">
        <w:t>.</w:t>
      </w:r>
    </w:p>
    <w:p w14:paraId="7C261783" w14:textId="04B7E1B2" w:rsidR="009A30A4" w:rsidRDefault="009A30A4" w:rsidP="00D67AEB">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(PPA) normaalissa tapahtumankulussa kuvatuilla periaatteilla</w:t>
      </w:r>
      <w:r w:rsidR="000D00CA">
        <w:t>.</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D67AEB">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D67AEB">
      <w:pPr>
        <w:pStyle w:val="Luettelokappale"/>
        <w:numPr>
          <w:ilvl w:val="0"/>
          <w:numId w:val="38"/>
        </w:numPr>
      </w:pPr>
      <w:r>
        <w:lastRenderedPageBreak/>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D67AEB">
      <w:pPr>
        <w:pStyle w:val="Luettelokappale"/>
        <w:numPr>
          <w:ilvl w:val="0"/>
          <w:numId w:val="38"/>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D67AEB">
      <w:pPr>
        <w:pStyle w:val="Luettelokappale"/>
        <w:numPr>
          <w:ilvl w:val="0"/>
          <w:numId w:val="38"/>
        </w:numPr>
        <w:spacing w:before="0"/>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D67AEB">
      <w:pPr>
        <w:pStyle w:val="Luettelokappale"/>
        <w:numPr>
          <w:ilvl w:val="0"/>
          <w:numId w:val="38"/>
        </w:numPr>
      </w:pPr>
      <w:r>
        <w:t>Asiakirjan mitätöiminen (poistaminen):</w:t>
      </w:r>
    </w:p>
    <w:p w14:paraId="16515D72" w14:textId="28D2F648" w:rsidR="009A30A4" w:rsidRDefault="009A30A4" w:rsidP="00DA739D">
      <w:pPr>
        <w:pStyle w:val="Luettelokappale"/>
        <w:numPr>
          <w:ilvl w:val="1"/>
          <w:numId w:val="5"/>
        </w:numPr>
        <w:spacing w:before="0"/>
      </w:pPr>
      <w:r>
        <w:t>tyhjän mitätöivän asiakirjan näkymätietojen tulee olla samat kuin mitätöidyllä asiakirjalla säilytysaikaluokan ja muiden arkistonhallinnollisten kuvailutietojen vuoksi</w:t>
      </w:r>
    </w:p>
    <w:p w14:paraId="4A7AA765" w14:textId="26812FB7" w:rsidR="009A30A4" w:rsidRDefault="009A30A4" w:rsidP="00DA739D">
      <w:pPr>
        <w:pStyle w:val="Luettelokappale"/>
        <w:numPr>
          <w:ilvl w:val="1"/>
          <w:numId w:val="5"/>
        </w:numPr>
        <w:spacing w:before="0"/>
      </w:pPr>
      <w:r>
        <w:t xml:space="preserve">mitätöivän asiakirjan </w:t>
      </w:r>
      <w:proofErr w:type="spellStart"/>
      <w:r>
        <w:t>header</w:t>
      </w:r>
      <w:proofErr w:type="spellEnd"/>
      <w:r>
        <w:t>-tiedoissa asiakirjan valmistumisen tila saa arvon 'Poistettu' (hl7fi:recordStatus=7)  [LK12]</w:t>
      </w:r>
      <w:r w:rsidR="000D00CA">
        <w:t>.</w:t>
      </w:r>
    </w:p>
    <w:p w14:paraId="5E74A462" w14:textId="563B119C" w:rsidR="009A30A4" w:rsidRDefault="009A30A4" w:rsidP="00D67AEB">
      <w:pPr>
        <w:pStyle w:val="Luettelokappale"/>
        <w:numPr>
          <w:ilvl w:val="0"/>
          <w:numId w:val="38"/>
        </w:numPr>
      </w:pPr>
      <w:r>
        <w:t>Lisäksi tilanteessa A (kertomusteksti) ja B (lomakeasiakirja)</w:t>
      </w:r>
    </w:p>
    <w:p w14:paraId="3BD32383" w14:textId="18191EFF" w:rsidR="009A30A4" w:rsidRDefault="009A30A4" w:rsidP="00DA739D">
      <w:pPr>
        <w:pStyle w:val="Luettelokappale"/>
        <w:numPr>
          <w:ilvl w:val="1"/>
          <w:numId w:val="5"/>
        </w:numPr>
        <w:spacing w:before="0"/>
      </w:pPr>
      <w:r>
        <w:t>korvaava asiakirja saa uuden yksilöintitunnuksen</w:t>
      </w:r>
    </w:p>
    <w:p w14:paraId="2E061F40" w14:textId="298A69F8" w:rsidR="009A30A4" w:rsidRDefault="009A30A4" w:rsidP="00DA739D">
      <w:pPr>
        <w:pStyle w:val="Luettelokappale"/>
        <w:numPr>
          <w:ilvl w:val="1"/>
          <w:numId w:val="5"/>
        </w:numPr>
        <w:spacing w:before="0"/>
      </w:pPr>
      <w:r>
        <w:t>asiakirjaan tulee muuttumattomana alkuperäisen asiakirjan yksilöintitunnus (</w:t>
      </w:r>
      <w:proofErr w:type="spellStart"/>
      <w:r>
        <w:t>setId</w:t>
      </w:r>
      <w:proofErr w:type="spellEnd"/>
      <w:r>
        <w:t>)</w:t>
      </w:r>
    </w:p>
    <w:p w14:paraId="3BE998BE" w14:textId="3C6D4CF2" w:rsidR="009A30A4" w:rsidRDefault="009A30A4" w:rsidP="00DA739D">
      <w:pPr>
        <w:pStyle w:val="Luettelokappale"/>
        <w:numPr>
          <w:ilvl w:val="1"/>
          <w:numId w:val="5"/>
        </w:numPr>
        <w:spacing w:before="0"/>
      </w:pPr>
      <w:r>
        <w:t>asiakirjan versionumero kasvaa yhdellä</w:t>
      </w:r>
    </w:p>
    <w:p w14:paraId="0B95773C" w14:textId="45104C95" w:rsidR="009A30A4" w:rsidRDefault="009A30A4" w:rsidP="00DA739D">
      <w:pPr>
        <w:pStyle w:val="Luettelokappale"/>
        <w:numPr>
          <w:ilvl w:val="1"/>
          <w:numId w:val="5"/>
        </w:numPr>
        <w:spacing w:before="0"/>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r w:rsidR="000D00CA">
        <w:t>.</w:t>
      </w:r>
    </w:p>
    <w:p w14:paraId="000BF3D8" w14:textId="57283C93" w:rsidR="009A30A4" w:rsidRDefault="009A30A4" w:rsidP="00D67AEB">
      <w:pPr>
        <w:pStyle w:val="Luettelokappale"/>
        <w:numPr>
          <w:ilvl w:val="0"/>
          <w:numId w:val="38"/>
        </w:numPr>
      </w:pPr>
      <w:r>
        <w:t>Lisäksi tilanteessa C (ylläpidettävän asiakirjan versiointi)</w:t>
      </w:r>
    </w:p>
    <w:p w14:paraId="65965E0A" w14:textId="0956DE43" w:rsidR="009A30A4" w:rsidRDefault="009A30A4" w:rsidP="00DA739D">
      <w:pPr>
        <w:pStyle w:val="Luettelokappale"/>
        <w:numPr>
          <w:ilvl w:val="1"/>
          <w:numId w:val="5"/>
        </w:numPr>
        <w:spacing w:before="0"/>
      </w:pPr>
      <w:r>
        <w:t>asiakirja saa uuden yksilöintitunnuksen ja uuden alkuperäisen asiakirjan yksilöintitunnuksen (</w:t>
      </w:r>
      <w:proofErr w:type="spellStart"/>
      <w:r>
        <w:t>setId</w:t>
      </w:r>
      <w:proofErr w:type="spellEnd"/>
      <w:r>
        <w:t>)</w:t>
      </w:r>
    </w:p>
    <w:p w14:paraId="54A284CB" w14:textId="5BD569CD" w:rsidR="009A30A4" w:rsidRDefault="009A30A4" w:rsidP="00DA739D">
      <w:pPr>
        <w:pStyle w:val="Luettelokappale"/>
        <w:numPr>
          <w:ilvl w:val="1"/>
          <w:numId w:val="5"/>
        </w:numPr>
        <w:spacing w:before="0"/>
      </w:pPr>
      <w:r>
        <w:t>asiakirjan versionumero on 1</w:t>
      </w:r>
    </w:p>
    <w:p w14:paraId="79CD3B15" w14:textId="1D56C673" w:rsidR="009A30A4" w:rsidRDefault="009A30A4" w:rsidP="00DA739D">
      <w:pPr>
        <w:pStyle w:val="Luettelokappale"/>
        <w:numPr>
          <w:ilvl w:val="1"/>
          <w:numId w:val="5"/>
        </w:numPr>
        <w:spacing w:before="0"/>
      </w:pPr>
      <w:r>
        <w:lastRenderedPageBreak/>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r w:rsidR="000D00CA">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D67AEB">
      <w:pPr>
        <w:pStyle w:val="Luettelokappale"/>
        <w:numPr>
          <w:ilvl w:val="0"/>
          <w:numId w:val="38"/>
        </w:numPr>
        <w:spacing w:before="0"/>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6783C196" w:rsidR="009A30A4" w:rsidRDefault="009A30A4" w:rsidP="00CB7D83">
      <w:pPr>
        <w:pStyle w:val="Numeroituluettelo"/>
      </w:pPr>
      <w:r>
        <w:t>Järjestelmä tallentaa tiedon siitä, mihin asiakirjaan merkintä liitettiin [V3]</w:t>
      </w:r>
      <w:r w:rsidR="000D00CA">
        <w:t>.</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3B2FC7BB" w:rsidR="009A30A4" w:rsidRDefault="009A30A4" w:rsidP="00D67AEB">
      <w:pPr>
        <w:pStyle w:val="Luettelokappale"/>
        <w:numPr>
          <w:ilvl w:val="0"/>
          <w:numId w:val="38"/>
        </w:numPr>
        <w:spacing w:before="0"/>
      </w:pPr>
      <w:r>
        <w:t>MR-sanoma on RCMR_IN100016FI01 (poikkeuksena tilanne C, jossa käytetään RCMR_IN100002FI01)</w:t>
      </w:r>
      <w:r w:rsidR="000D00CA">
        <w:t>.</w:t>
      </w:r>
    </w:p>
    <w:p w14:paraId="4A030D81" w14:textId="4AE4EB53" w:rsidR="009A30A4" w:rsidRDefault="009A30A4" w:rsidP="00D67AEB">
      <w:pPr>
        <w:pStyle w:val="Luettelokappale"/>
        <w:numPr>
          <w:ilvl w:val="0"/>
          <w:numId w:val="38"/>
        </w:numPr>
        <w:spacing w:before="0"/>
      </w:pPr>
      <w:r>
        <w:t>Palvelupyyntö on [LK3]</w:t>
      </w:r>
    </w:p>
    <w:p w14:paraId="7229D963" w14:textId="1ECF00C3" w:rsidR="009A30A4" w:rsidRDefault="009A30A4" w:rsidP="007F66B2">
      <w:pPr>
        <w:pStyle w:val="Luettelokappale"/>
        <w:numPr>
          <w:ilvl w:val="1"/>
          <w:numId w:val="5"/>
        </w:numPr>
        <w:spacing w:before="0"/>
      </w:pPr>
      <w:r>
        <w:t>PPA, Potilasasiakirjojen arkistointi</w:t>
      </w:r>
    </w:p>
    <w:p w14:paraId="065D007A" w14:textId="330E33EA" w:rsidR="007F66B2" w:rsidRDefault="007F66B2" w:rsidP="00DA739D">
      <w:pPr>
        <w:pStyle w:val="Luettelokappale"/>
        <w:numPr>
          <w:ilvl w:val="1"/>
          <w:numId w:val="5"/>
        </w:numPr>
        <w:spacing w:before="0"/>
      </w:pPr>
      <w:r>
        <w:t xml:space="preserve">poikkeus tilanteessa F: PPA11, </w:t>
      </w:r>
      <w:r w:rsidRPr="006726B8">
        <w:t>Potilasasiakirjojen arkistointi toimintansa päättäneen rekisterinpitäjän rekisteriin</w:t>
      </w:r>
      <w:r>
        <w:t xml:space="preserve"> [LT4]</w:t>
      </w:r>
      <w:r w:rsidR="000D00CA">
        <w:t>.</w:t>
      </w:r>
    </w:p>
    <w:p w14:paraId="4A85AEC3" w14:textId="3382A7E9" w:rsidR="009A30A4" w:rsidRDefault="009A30A4" w:rsidP="00D67AEB">
      <w:pPr>
        <w:pStyle w:val="Luettelokappale"/>
        <w:numPr>
          <w:ilvl w:val="0"/>
          <w:numId w:val="38"/>
        </w:numPr>
        <w:spacing w:before="0"/>
      </w:pPr>
      <w:r>
        <w:t>Asiakirjan korvauksen syy [LK2]</w:t>
      </w:r>
    </w:p>
    <w:p w14:paraId="058E5C2A" w14:textId="2CD87494" w:rsidR="009A30A4" w:rsidRDefault="009A30A4" w:rsidP="00DA739D">
      <w:pPr>
        <w:pStyle w:val="Luettelokappale"/>
        <w:numPr>
          <w:ilvl w:val="1"/>
          <w:numId w:val="5"/>
        </w:numPr>
        <w:spacing w:before="0"/>
      </w:pPr>
      <w:r>
        <w:t>asiakirjan korjaaminen tai päivittäminen: 1, korjaus</w:t>
      </w:r>
    </w:p>
    <w:p w14:paraId="41726B42" w14:textId="0FB347BF" w:rsidR="009A30A4" w:rsidRDefault="009A30A4" w:rsidP="00DA739D">
      <w:pPr>
        <w:pStyle w:val="Luettelokappale"/>
        <w:numPr>
          <w:ilvl w:val="1"/>
          <w:numId w:val="5"/>
        </w:numPr>
        <w:spacing w:before="0"/>
      </w:pPr>
      <w:r>
        <w:t>asiakirjan mitätöiminen: 2, mitätöinti</w:t>
      </w:r>
    </w:p>
    <w:p w14:paraId="5D899F10" w14:textId="06978DAA" w:rsidR="009A30A4" w:rsidRDefault="009A30A4" w:rsidP="00DA739D">
      <w:pPr>
        <w:pStyle w:val="Luettelokappale"/>
        <w:numPr>
          <w:ilvl w:val="1"/>
          <w:numId w:val="5"/>
        </w:numPr>
        <w:spacing w:before="0"/>
      </w:pPr>
      <w:r>
        <w:t>asiakirjan korjaus: 3, korjaus siten, että vanhat versiot merkitään käytöstä poistetuiksi</w:t>
      </w:r>
    </w:p>
    <w:p w14:paraId="03A80BB9" w14:textId="42EA6FD3" w:rsidR="009A30A4" w:rsidRDefault="009A30A4" w:rsidP="00DA739D">
      <w:pPr>
        <w:pStyle w:val="Luettelokappale"/>
        <w:numPr>
          <w:ilvl w:val="1"/>
          <w:numId w:val="5"/>
        </w:numPr>
        <w:spacing w:before="0"/>
      </w:pPr>
      <w:r>
        <w:t>asiakirjan mitätöiminen: 4, mitätöinti siten, että vanhat versiot merkitään käytöstä poistetuiksi</w:t>
      </w:r>
      <w:r w:rsidR="000D00CA">
        <w:t>.</w:t>
      </w:r>
    </w:p>
    <w:p w14:paraId="60D662B1" w14:textId="36D0C6FF" w:rsidR="009A30A4" w:rsidRDefault="009A30A4" w:rsidP="00DA739D">
      <w:pPr>
        <w:pStyle w:val="Luettelokappale"/>
        <w:numPr>
          <w:ilvl w:val="1"/>
          <w:numId w:val="5"/>
        </w:numPr>
        <w:spacing w:before="0"/>
      </w:pPr>
      <w:r>
        <w:t>tilanteessa B (lomakeasiakirja) vain mitätöinti on mahdollinen, eli käytössä ovat vain koodiarvot 2 ja 4</w:t>
      </w:r>
      <w:r w:rsidR="000D00CA">
        <w:t>.</w:t>
      </w:r>
    </w:p>
    <w:p w14:paraId="1B94F9C5" w14:textId="14CD3DF7" w:rsidR="009A30A4" w:rsidRDefault="009A30A4" w:rsidP="00DA739D">
      <w:pPr>
        <w:pStyle w:val="Luettelokappale"/>
        <w:numPr>
          <w:ilvl w:val="1"/>
          <w:numId w:val="5"/>
        </w:numPr>
        <w:spacing w:before="0"/>
      </w:pPr>
      <w:r>
        <w:t>Tilanteessa C (ylläpidettävän asiakirjan versiointi) asiakirjan korvauksen syy ei ole käytössä.</w:t>
      </w:r>
    </w:p>
    <w:p w14:paraId="3D3EA966" w14:textId="102CF357" w:rsidR="009A30A4" w:rsidRDefault="009A30A4" w:rsidP="00DA739D">
      <w:pPr>
        <w:pStyle w:val="Luettelokappale"/>
        <w:numPr>
          <w:ilvl w:val="1"/>
          <w:numId w:val="5"/>
        </w:numPr>
        <w:spacing w:before="0"/>
      </w:pPr>
      <w:r>
        <w:t>Ylläpidettävän asiakirjan mitätöinti tapahtuu tilannetta A (kertomusteksti) vastaavalla tavalla: käytössä on tällöin korvauksen syyt 2 ja 4.</w:t>
      </w:r>
    </w:p>
    <w:p w14:paraId="27F575B0" w14:textId="44A69453" w:rsidR="009A30A4" w:rsidRDefault="009A30A4" w:rsidP="00CB7D83">
      <w:pPr>
        <w:pStyle w:val="Numeroituluettelo"/>
      </w:pPr>
      <w:r>
        <w:t>Järjestelmä tallentaa tiedon siitä, että merkintä on arkistoitu [V3]</w:t>
      </w:r>
      <w:r w:rsidR="000D00CA">
        <w:t>.</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lastRenderedPageBreak/>
        <w:t>V4 Arkistointi ei onnistu. Järjestelmä tallentaa tiedon virhetilanteesta ja toimii Arkiston palauttaman virheilmoituksen mukaisesti. Käyttötapaus päättyy.</w:t>
      </w:r>
    </w:p>
    <w:p w14:paraId="2BDA6472" w14:textId="0A8482D3" w:rsidR="009F703C" w:rsidRDefault="009F703C" w:rsidP="00DA739D">
      <w:pPr>
        <w:pStyle w:val="Otsikko2"/>
        <w:spacing w:before="240"/>
      </w:pPr>
      <w:r>
        <w:t>Lisätiedot</w:t>
      </w:r>
    </w:p>
    <w:p w14:paraId="1F88E13E" w14:textId="77777777" w:rsidR="009777CF" w:rsidRDefault="009777CF" w:rsidP="00DA739D">
      <w:pPr>
        <w:pStyle w:val="Leipteksti"/>
        <w:spacing w:before="24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6840F2C0" w14:textId="77777777" w:rsidR="004A7F9E"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EADA251" w14:textId="22C2DAF7" w:rsidR="004A7F9E" w:rsidRDefault="004A7F9E" w:rsidP="004A7F9E">
      <w:pPr>
        <w:pStyle w:val="Leipteksti"/>
      </w:pPr>
      <w:r>
        <w:t>LT3 Toimintansa päättäneen rekisterinpitäjän rekisteriin ei arkistoida uutta tietoa, mutta tietoja voidaan tarvittaessa korjata. Toiminnan periaatteet on kuvattu dokumentissa Potilastiedon arkiston  toiminnalliset vaatimukset sosiaali- ja terveydenhuollon tietojärjestelmille [LM1].</w:t>
      </w:r>
    </w:p>
    <w:p w14:paraId="0638CCDB" w14:textId="2B84EDAD" w:rsidR="004A7F9E" w:rsidRDefault="004A7F9E" w:rsidP="004A7F9E">
      <w:pPr>
        <w:pStyle w:val="Leipteksti"/>
        <w:spacing w:after="0"/>
      </w:pPr>
      <w:r>
        <w:t>LT4 Organisaatiotiedot MR-sanomalla, kun järjestämisvastuullinen rekisterinpitäjä arkistoi toimintansa päättäneen rekisterinpitäjän rekisteriin:</w:t>
      </w:r>
    </w:p>
    <w:p w14:paraId="4C178F5A" w14:textId="77777777" w:rsidR="004A7F9E" w:rsidRDefault="004A7F9E" w:rsidP="00D67AEB">
      <w:pPr>
        <w:pStyle w:val="Leipteksti"/>
        <w:numPr>
          <w:ilvl w:val="0"/>
          <w:numId w:val="34"/>
        </w:numPr>
        <w:spacing w:before="240" w:after="0"/>
      </w:pPr>
      <w:r>
        <w:t xml:space="preserve">Järjestämisvastuullisen toimijan tiedot tulevat liityntäpisteen, sanoman lähettäjän ja kontrollikehyksen tietoihin. </w:t>
      </w:r>
    </w:p>
    <w:p w14:paraId="3EE34676" w14:textId="77777777" w:rsidR="004A7F9E" w:rsidRDefault="004A7F9E" w:rsidP="00D67AEB">
      <w:pPr>
        <w:pStyle w:val="Leipteksti"/>
        <w:numPr>
          <w:ilvl w:val="0"/>
          <w:numId w:val="34"/>
        </w:numPr>
        <w:spacing w:after="0"/>
      </w:pPr>
      <w:r>
        <w:t>Toimintansa päättäneen rekisterinpitäjän tiedot tulevat sanomatyyppiin asiakirjan rekisterinpitäjän tietoihin.</w:t>
      </w:r>
    </w:p>
    <w:p w14:paraId="301303BF" w14:textId="77777777" w:rsidR="004A7F9E" w:rsidRDefault="004A7F9E" w:rsidP="00D67AEB">
      <w:pPr>
        <w:pStyle w:val="Leipteksti"/>
        <w:numPr>
          <w:ilvl w:val="0"/>
          <w:numId w:val="34"/>
        </w:numPr>
        <w:spacing w:after="0"/>
      </w:pPr>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p>
    <w:p w14:paraId="290BA9A2" w14:textId="4594FF28" w:rsidR="009F703C" w:rsidRDefault="00076B9B" w:rsidP="009777CF">
      <w:pPr>
        <w:pStyle w:val="Otsikko1"/>
      </w:pPr>
      <w:r>
        <w:br w:type="page"/>
      </w:r>
      <w:bookmarkStart w:id="29" w:name="_Toc162975770"/>
      <w:r w:rsidR="009777CF" w:rsidRPr="009777CF">
        <w:lastRenderedPageBreak/>
        <w:t>Korvaa hoitoasiakirja</w:t>
      </w:r>
      <w:bookmarkEnd w:id="29"/>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45BFA372"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7D32FC5C" w14:textId="61025363" w:rsidR="0075267D" w:rsidRDefault="0075267D" w:rsidP="0075267D">
      <w:pPr>
        <w:pStyle w:val="Leipteksti"/>
      </w:pPr>
      <w:r>
        <w:t>Käyttötapaus kuvaa myös hoitoasiakirjan korvaamisen toimintansa päättäneen terveydenhuollon yksityisen rekisterinpitäjän rekisteriin [LT3, LT4].</w:t>
      </w:r>
    </w:p>
    <w:p w14:paraId="63EE1DEF" w14:textId="6A0FD0FD" w:rsidR="0075267D" w:rsidRDefault="0075267D" w:rsidP="001C0A14">
      <w:pPr>
        <w:pStyle w:val="Leipteksti"/>
        <w:numPr>
          <w:ilvl w:val="0"/>
          <w:numId w:val="14"/>
        </w:numPr>
      </w:pPr>
      <w:r w:rsidRPr="0075267D">
        <w:lastRenderedPageBreak/>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r>
        <w:t>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w:t>
      </w:r>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t>Lopputuloksena</w:t>
      </w:r>
    </w:p>
    <w:p w14:paraId="5E3CEEFE" w14:textId="563A4CF0" w:rsidR="009777CF" w:rsidRDefault="009777CF" w:rsidP="00D67AEB">
      <w:pPr>
        <w:pStyle w:val="Luettelokappale"/>
        <w:numPr>
          <w:ilvl w:val="0"/>
          <w:numId w:val="38"/>
        </w:numPr>
      </w:pPr>
      <w:r>
        <w:t>tilanteessa A (kertomusteksti) uusi asiakirjaversio on muodostettu ja se on korvannut asiakirjan edellisen version Potilastiedon arkistossa</w:t>
      </w:r>
    </w:p>
    <w:p w14:paraId="62A97B89" w14:textId="06D4C2B5" w:rsidR="009777CF" w:rsidRDefault="009777CF" w:rsidP="00D67AEB">
      <w:pPr>
        <w:pStyle w:val="Luettelokappale"/>
        <w:numPr>
          <w:ilvl w:val="0"/>
          <w:numId w:val="38"/>
        </w:numPr>
      </w:pPr>
      <w:r>
        <w:t>tilanteessa B (lomakeasiakirja) mitätöivä asiakirja on arkistoitu</w:t>
      </w:r>
    </w:p>
    <w:p w14:paraId="1AF51AE0" w14:textId="34623159" w:rsidR="009777CF" w:rsidRDefault="009777CF" w:rsidP="00D67AEB">
      <w:pPr>
        <w:pStyle w:val="Luettelokappale"/>
        <w:numPr>
          <w:ilvl w:val="0"/>
          <w:numId w:val="38"/>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D67AEB">
      <w:pPr>
        <w:pStyle w:val="Luettelokappale"/>
        <w:numPr>
          <w:ilvl w:val="0"/>
          <w:numId w:val="38"/>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 xml:space="preserve">Tilanteessa C (ylläpidettävän asiakirjan versiointi): Tiedonhallintapalvelussa on potilasta koskeva ylläpidettävä asiakirja, joka on haettu Järjestelmään ja tietoja on muutettu Järjestelmässä. Uusi ylläpidettävä asiakirja arkistoidaan korvaamatta </w:t>
      </w:r>
      <w:r>
        <w:lastRenderedPageBreak/>
        <w:t>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D67AEB">
      <w:pPr>
        <w:pStyle w:val="Luettelokappale"/>
        <w:numPr>
          <w:ilvl w:val="0"/>
          <w:numId w:val="38"/>
        </w:numPr>
      </w:pPr>
      <w:r>
        <w:t>Ostopalvelun tuottajalla on tiedossa ostopalvelujen järjestäjän rekisteri, jota ostopalvelun valtuutus koskee ja johon asiakirjat arkistoidaan</w:t>
      </w:r>
    </w:p>
    <w:p w14:paraId="77CE52AE" w14:textId="6242C15D" w:rsidR="00CE128F" w:rsidRDefault="00CE128F" w:rsidP="00D67AEB">
      <w:pPr>
        <w:pStyle w:val="Luettelokappale"/>
        <w:numPr>
          <w:ilvl w:val="0"/>
          <w:numId w:val="38"/>
        </w:numPr>
      </w:pPr>
      <w:r>
        <w:t>Ostopalvelun tuottajan hoitosuhteen potilaaseen todentava palvelutapahtuma on arkistoitu ostopalvelun järjestäjän rekisteriin, ja siinä on yksilöity ostopalvelun valtuutus. [LT2]</w:t>
      </w:r>
    </w:p>
    <w:p w14:paraId="52BA0A72" w14:textId="77777777" w:rsidR="0075267D" w:rsidRDefault="0075267D" w:rsidP="001C0A14">
      <w:pPr>
        <w:pStyle w:val="Numeroituluettelo"/>
        <w:spacing w:after="0"/>
      </w:pPr>
      <w:r>
        <w:t>Lisäksi tilanteessa G (arkistointi toimintansa päättäneen rekisterinpitäjän rekisteriin yhteisliittymismallissa):</w:t>
      </w:r>
    </w:p>
    <w:p w14:paraId="462FAC3A" w14:textId="77777777" w:rsidR="0075267D" w:rsidRPr="009A30A4" w:rsidRDefault="0075267D" w:rsidP="00D67AEB">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36010246" w14:textId="675486DD" w:rsidR="0075267D" w:rsidRDefault="0075267D" w:rsidP="0075267D"/>
    <w:p w14:paraId="30C6B928" w14:textId="77777777" w:rsidR="0075267D" w:rsidRPr="00CE128F" w:rsidRDefault="0075267D" w:rsidP="001C0A14"/>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D67AEB">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D67AEB">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D67AEB">
      <w:pPr>
        <w:pStyle w:val="Luettelokappale"/>
        <w:numPr>
          <w:ilvl w:val="0"/>
          <w:numId w:val="38"/>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D67AEB">
      <w:pPr>
        <w:pStyle w:val="Luettelokappale"/>
        <w:numPr>
          <w:ilvl w:val="0"/>
          <w:numId w:val="38"/>
        </w:numPr>
      </w:pPr>
      <w:r>
        <w:lastRenderedPageBreak/>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D67AEB">
      <w:pPr>
        <w:pStyle w:val="Luettelokappale"/>
        <w:numPr>
          <w:ilvl w:val="0"/>
          <w:numId w:val="38"/>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D67AEB">
      <w:pPr>
        <w:pStyle w:val="Luettelokappale"/>
        <w:numPr>
          <w:ilvl w:val="0"/>
          <w:numId w:val="38"/>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(hl7fi:recordStatus=7)  [LK12]</w:t>
      </w:r>
    </w:p>
    <w:p w14:paraId="7C2BDA78" w14:textId="11D1A6E5" w:rsidR="00CE128F" w:rsidRDefault="00CE128F" w:rsidP="00D67AEB">
      <w:pPr>
        <w:pStyle w:val="Luettelokappale"/>
        <w:numPr>
          <w:ilvl w:val="0"/>
          <w:numId w:val="38"/>
        </w:numPr>
      </w:pPr>
      <w:r>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D67AEB">
      <w:pPr>
        <w:pStyle w:val="Luettelokappale"/>
        <w:numPr>
          <w:ilvl w:val="0"/>
          <w:numId w:val="38"/>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D67AEB">
      <w:pPr>
        <w:pStyle w:val="Luettelokappale"/>
        <w:numPr>
          <w:ilvl w:val="0"/>
          <w:numId w:val="38"/>
        </w:numPr>
      </w:pPr>
      <w:r>
        <w:t>Lisäksi tilanteessa E (vanhat asiakirjat)</w:t>
      </w:r>
    </w:p>
    <w:p w14:paraId="6C92B5DE" w14:textId="2DD96828" w:rsidR="00CE128F" w:rsidRDefault="00CE128F" w:rsidP="00D54165">
      <w:pPr>
        <w:pStyle w:val="Luettelokappale"/>
        <w:numPr>
          <w:ilvl w:val="1"/>
          <w:numId w:val="5"/>
        </w:numPr>
      </w:pPr>
      <w:r>
        <w:lastRenderedPageBreak/>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D67AEB">
      <w:pPr>
        <w:pStyle w:val="Luettelokappale"/>
        <w:numPr>
          <w:ilvl w:val="0"/>
          <w:numId w:val="38"/>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D67AEB">
      <w:pPr>
        <w:pStyle w:val="Luettelokappale"/>
        <w:numPr>
          <w:ilvl w:val="0"/>
          <w:numId w:val="38"/>
        </w:numPr>
      </w:pPr>
      <w:r>
        <w:t>MR-sanoma on RCMR_IN100016FI01 (poikkeuksena tilanne C, jossa käytetään RCMR_IN100002FI01)</w:t>
      </w:r>
    </w:p>
    <w:p w14:paraId="7E8F9A9A" w14:textId="6ED99370" w:rsidR="00CE128F" w:rsidRDefault="00CE128F" w:rsidP="00D67AEB">
      <w:pPr>
        <w:pStyle w:val="Luettelokappale"/>
        <w:numPr>
          <w:ilvl w:val="0"/>
          <w:numId w:val="38"/>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33C4AE6E" w:rsidR="00CE128F" w:rsidRDefault="00CE128F" w:rsidP="00D54165">
      <w:pPr>
        <w:pStyle w:val="Luettelokappale"/>
        <w:numPr>
          <w:ilvl w:val="1"/>
          <w:numId w:val="5"/>
        </w:numPr>
      </w:pPr>
      <w:r>
        <w:t>tilanteessa F (potilaskohtainen ostopalvelu): PP13, Tuottajan asiakirjojen arkistointi järjestäjän rekisteriin Potilastiedon arkistoon potilaskohtaisessa ostopalvelussa</w:t>
      </w:r>
    </w:p>
    <w:p w14:paraId="4F8E850C" w14:textId="035D247D" w:rsidR="00CE128F" w:rsidRDefault="00CE128F" w:rsidP="00D67AEB">
      <w:pPr>
        <w:pStyle w:val="Luettelokappale"/>
        <w:numPr>
          <w:ilvl w:val="0"/>
          <w:numId w:val="38"/>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lastRenderedPageBreak/>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4E371879" w14:textId="77777777" w:rsidR="0075267D" w:rsidRDefault="00CE128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32B2B9B7" w14:textId="77777777" w:rsidR="0075267D" w:rsidRDefault="0075267D" w:rsidP="0075267D">
      <w:pPr>
        <w:pStyle w:val="Leipteksti"/>
      </w:pPr>
      <w:r>
        <w:t>LT3 Toimintansa päättäneen rekisterinpitäjän rekisteriin ei arkistoida uutta tietoa, mutta tietoja voidaan tarvittaessa korjata. Toiminnan periaatteet on kuvattu dokumentissa Potilastiedon arkiston  toiminnalliset vaatimukset sosiaali- ja terveydenhuollon tietojärjestelmille [LM1].</w:t>
      </w:r>
    </w:p>
    <w:p w14:paraId="0D8B8091" w14:textId="77777777" w:rsidR="0075267D" w:rsidRDefault="0075267D" w:rsidP="0075267D">
      <w:pPr>
        <w:pStyle w:val="Leipteksti"/>
        <w:spacing w:after="0"/>
      </w:pPr>
      <w:r>
        <w:t>LT4 Organisaatiotiedot MR-sanomalla, kun järjestämisvastuullinen rekisterinpitäjä arkistoi toimintansa päättäneen rekisterinpitäjän rekisteriin:</w:t>
      </w:r>
    </w:p>
    <w:p w14:paraId="3BD00169" w14:textId="77777777" w:rsidR="0075267D" w:rsidRDefault="0075267D" w:rsidP="00D67AEB">
      <w:pPr>
        <w:pStyle w:val="Leipteksti"/>
        <w:numPr>
          <w:ilvl w:val="0"/>
          <w:numId w:val="34"/>
        </w:numPr>
        <w:spacing w:before="240" w:after="0"/>
      </w:pPr>
      <w:r>
        <w:t xml:space="preserve">Järjestämisvastuullisen toimijan tiedot tulevat liityntäpisteen, sanoman lähettäjän ja kontrollikehyksen tietoihin. </w:t>
      </w:r>
    </w:p>
    <w:p w14:paraId="35D2DE9B" w14:textId="77777777" w:rsidR="0075267D" w:rsidRDefault="0075267D" w:rsidP="00D67AEB">
      <w:pPr>
        <w:pStyle w:val="Leipteksti"/>
        <w:numPr>
          <w:ilvl w:val="0"/>
          <w:numId w:val="34"/>
        </w:numPr>
        <w:spacing w:after="0"/>
      </w:pPr>
      <w:r>
        <w:t>Toimintansa päättäneen rekisterinpitäjän tiedot tulevat sanomatyyppiin asiakirjan rekisterinpitäjän tietoihin.</w:t>
      </w:r>
    </w:p>
    <w:p w14:paraId="75B2A264" w14:textId="77777777" w:rsidR="0075267D" w:rsidRDefault="0075267D" w:rsidP="00D67AEB">
      <w:pPr>
        <w:pStyle w:val="Leipteksti"/>
        <w:numPr>
          <w:ilvl w:val="0"/>
          <w:numId w:val="34"/>
        </w:numPr>
        <w:spacing w:after="0"/>
      </w:pPr>
      <w:r>
        <w:t xml:space="preserve">Sanomatyypin muut organisaatiotiedot täytetään sen mukaisesti, mitä arkistoitavalla CDA R2 asiakirjalla on. Sanomarakenteisiin ei kuitenkaan </w:t>
      </w:r>
      <w:r>
        <w:lastRenderedPageBreak/>
        <w:t xml:space="preserve">tuoteta yhteisliittymän isännän tietoja, vaikka alkuperäinen asiakirja olisi syntynyt yhteisliittymässä, ja arkistoitavalla asiakirjalla isännän tiedot säilytettäisiin. </w:t>
      </w:r>
    </w:p>
    <w:p w14:paraId="3FE6100F" w14:textId="54AEBA8A" w:rsidR="00CE128F" w:rsidRPr="00CE128F" w:rsidRDefault="00076B9B" w:rsidP="0081689C">
      <w:pPr>
        <w:pStyle w:val="Leipteksti"/>
      </w:pPr>
      <w:r>
        <w:br w:type="page"/>
      </w:r>
    </w:p>
    <w:p w14:paraId="7F3C0798" w14:textId="2D80520E" w:rsidR="009F703C" w:rsidRDefault="00341AFC" w:rsidP="00341AFC">
      <w:pPr>
        <w:pStyle w:val="Otsikko1"/>
      </w:pPr>
      <w:bookmarkStart w:id="30" w:name="_Toc162975771"/>
      <w:r w:rsidRPr="00341AFC">
        <w:lastRenderedPageBreak/>
        <w:t>K</w:t>
      </w:r>
      <w:r>
        <w:t xml:space="preserve">orvaa </w:t>
      </w:r>
      <w:r w:rsidR="00AC710C">
        <w:t>Tahdonilmaisupalvelu</w:t>
      </w:r>
      <w:r>
        <w:t>n asiakirja</w:t>
      </w:r>
      <w:bookmarkEnd w:id="30"/>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01975C4" w:rsidR="008010F8" w:rsidRDefault="008010F8">
      <w:pPr>
        <w:pStyle w:val="Leipteksti"/>
        <w:numPr>
          <w:ilvl w:val="0"/>
          <w:numId w:val="15"/>
        </w:numPr>
        <w:spacing w:after="0"/>
      </w:pPr>
      <w:r>
        <w:t xml:space="preserve">Potilastiedon </w:t>
      </w:r>
      <w:r w:rsidR="006C2388">
        <w:t>arkiston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536F4112"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ylläpidettäviä asiakirjoja, joita Potilastiedon arkistoon liittyneet organisaatiot voivat ylläpitää.</w:t>
      </w:r>
    </w:p>
    <w:p w14:paraId="74058D15" w14:textId="6E201FC9" w:rsidR="003F6100" w:rsidRDefault="008010F8" w:rsidP="00D67AEB">
      <w:pPr>
        <w:pStyle w:val="Luettelokappale"/>
        <w:numPr>
          <w:ilvl w:val="0"/>
          <w:numId w:val="38"/>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D67AEB">
      <w:pPr>
        <w:pStyle w:val="Luettelokappale"/>
        <w:numPr>
          <w:ilvl w:val="0"/>
          <w:numId w:val="38"/>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60D5D07E" w:rsidR="000C4805" w:rsidRDefault="003F6100" w:rsidP="00D67AEB">
      <w:pPr>
        <w:pStyle w:val="Luettelokappale"/>
        <w:numPr>
          <w:ilvl w:val="0"/>
          <w:numId w:val="38"/>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Potilastiedon arkiston kielto</w:t>
      </w:r>
      <w:r w:rsidR="00F613F6">
        <w:t xml:space="preserve"> ja kiellon peruutus (KIE) </w:t>
      </w:r>
      <w:r w:rsidR="004627ED">
        <w:t xml:space="preserve"> –</w:t>
      </w:r>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D67AEB">
      <w:pPr>
        <w:pStyle w:val="Luettelokappale"/>
        <w:numPr>
          <w:ilvl w:val="0"/>
          <w:numId w:val="38"/>
        </w:numPr>
      </w:pPr>
      <w:bookmarkStart w:id="31"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31"/>
    <w:p w14:paraId="4293BCE5" w14:textId="1634C2A4" w:rsidR="006C2388" w:rsidRDefault="009F6D33" w:rsidP="00D67AEB">
      <w:pPr>
        <w:pStyle w:val="Luettelokappale"/>
        <w:numPr>
          <w:ilvl w:val="0"/>
          <w:numId w:val="38"/>
        </w:numPr>
      </w:pPr>
      <w:r>
        <w:t>L</w:t>
      </w:r>
      <w:r w:rsidR="006C2388">
        <w:t xml:space="preserve">ääkemääräyksen kiellolla </w:t>
      </w:r>
      <w:r w:rsidR="000C4805">
        <w:t xml:space="preserve">(RKIE) on </w:t>
      </w:r>
      <w:r w:rsidR="006C2388">
        <w:t>käytössä vain syykoodi 1.</w:t>
      </w:r>
    </w:p>
    <w:p w14:paraId="44016B53" w14:textId="011BB944" w:rsidR="006B7DAF" w:rsidRDefault="006C2388" w:rsidP="00D67AEB">
      <w:pPr>
        <w:pStyle w:val="Luettelokappale"/>
        <w:numPr>
          <w:ilvl w:val="0"/>
          <w:numId w:val="38"/>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1F9F1536" w:rsidR="006B7DAF" w:rsidRDefault="006B7DAF" w:rsidP="00D67AEB">
      <w:pPr>
        <w:pStyle w:val="Luettelokappale"/>
        <w:numPr>
          <w:ilvl w:val="1"/>
          <w:numId w:val="38"/>
        </w:numPr>
        <w:spacing w:before="0"/>
      </w:pPr>
      <w:r>
        <w:lastRenderedPageBreak/>
        <w:t>Elinluovutustahdon (ELIN) ja hoitotahdon (TAH) mitätöinnissä k</w:t>
      </w:r>
      <w:r w:rsidR="006C2388">
        <w:t>äytettävissä ovat korvauksen syyt 1 ja 2</w:t>
      </w:r>
    </w:p>
    <w:p w14:paraId="6B04FC4E" w14:textId="34FD723D" w:rsidR="006C2388" w:rsidRDefault="006B7DAF" w:rsidP="00D67AEB">
      <w:pPr>
        <w:pStyle w:val="Luettelokappale"/>
        <w:numPr>
          <w:ilvl w:val="1"/>
          <w:numId w:val="38"/>
        </w:numPr>
        <w:spacing w:before="0"/>
      </w:pPr>
      <w:r>
        <w:t xml:space="preserve">Yhteydenottokiellon (YKIE) mitätöinnissä käytettävissä ovat korvauksen syyt 1 ja 4. </w:t>
      </w: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D67AEB">
      <w:pPr>
        <w:pStyle w:val="Luettelokappale"/>
        <w:numPr>
          <w:ilvl w:val="0"/>
          <w:numId w:val="38"/>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D67AEB">
      <w:pPr>
        <w:pStyle w:val="Luettelokappale"/>
        <w:numPr>
          <w:ilvl w:val="0"/>
          <w:numId w:val="38"/>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D67AEB">
      <w:pPr>
        <w:pStyle w:val="Luettelokappale"/>
        <w:numPr>
          <w:ilvl w:val="0"/>
          <w:numId w:val="38"/>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D67AEB">
      <w:pPr>
        <w:pStyle w:val="Luettelokappale"/>
        <w:numPr>
          <w:ilvl w:val="0"/>
          <w:numId w:val="38"/>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D67AEB">
      <w:pPr>
        <w:pStyle w:val="Luettelokappale"/>
        <w:numPr>
          <w:ilvl w:val="0"/>
          <w:numId w:val="38"/>
        </w:numPr>
      </w:pPr>
      <w:r>
        <w:t>MR-sanoma on RCMR_IN100016 FI01</w:t>
      </w:r>
    </w:p>
    <w:p w14:paraId="174B689A" w14:textId="0EC0A16F" w:rsidR="006C2388" w:rsidRDefault="006C2388" w:rsidP="00D67AEB">
      <w:pPr>
        <w:pStyle w:val="Luettelokappale"/>
        <w:numPr>
          <w:ilvl w:val="0"/>
          <w:numId w:val="38"/>
        </w:numPr>
      </w:pPr>
      <w:r>
        <w:t xml:space="preserve">Palvelupyyntö on PP23, </w:t>
      </w:r>
      <w:r w:rsidR="00AC710C">
        <w:t>Tahdonilmaisupalveluun</w:t>
      </w:r>
      <w:r>
        <w:t xml:space="preserve"> tallennus [LK3]</w:t>
      </w:r>
    </w:p>
    <w:p w14:paraId="42F894D1" w14:textId="15B22EDF" w:rsidR="006C2388" w:rsidRDefault="006C2388" w:rsidP="00D67AEB">
      <w:pPr>
        <w:pStyle w:val="Luettelokappale"/>
        <w:numPr>
          <w:ilvl w:val="0"/>
          <w:numId w:val="38"/>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4AD1DA49" w:rsidR="00F14496" w:rsidRDefault="00F14496" w:rsidP="00F14496">
      <w:pPr>
        <w:pStyle w:val="Luettelokappale"/>
        <w:numPr>
          <w:ilvl w:val="1"/>
          <w:numId w:val="5"/>
        </w:numPr>
      </w:pPr>
      <w:r>
        <w:t xml:space="preserve">tilanteessa A (Kanta-informointi), </w:t>
      </w:r>
      <w:r w:rsidR="007A29A4">
        <w:t>C</w:t>
      </w:r>
      <w:r w:rsidR="00F17F93">
        <w:t xml:space="preserve"> </w:t>
      </w:r>
      <w:r>
        <w:t xml:space="preserve">(Potilastiedon arkiston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7BCB4AE6"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4C54AAE6" w:rsidR="006C2388" w:rsidRDefault="000C05D1" w:rsidP="000C05D1">
      <w:pPr>
        <w:pStyle w:val="Numeroituluettelo"/>
      </w:pPr>
      <w:r>
        <w:lastRenderedPageBreak/>
        <w:t xml:space="preserve">Tilanteessa </w:t>
      </w:r>
      <w:r w:rsidR="007A29A4">
        <w:t>C</w:t>
      </w:r>
      <w:r w:rsidR="00F17F93">
        <w:t xml:space="preserve"> </w:t>
      </w:r>
      <w:r>
        <w:t xml:space="preserve">(Potilastiedon arkiston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t>Lisätiedot</w:t>
      </w:r>
    </w:p>
    <w:p w14:paraId="2194A8BB" w14:textId="0282998F" w:rsidR="001E1146" w:rsidRDefault="003F6100" w:rsidP="004751B1">
      <w:pPr>
        <w:pStyle w:val="Leipteksti"/>
      </w:pPr>
      <w:r>
        <w:t xml:space="preserve">LT1 Luovutustenhallinnan asiakirjojen </w:t>
      </w:r>
      <w:r w:rsidR="007A0C4C">
        <w:t xml:space="preserve">Kanta-informointi (KINFO) ja Potilastiedon arkistoinnin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77AE839A" w:rsidR="000A67ED" w:rsidRDefault="000A67ED" w:rsidP="00BC106E">
      <w:pPr>
        <w:pStyle w:val="Leipteksti"/>
        <w:spacing w:after="0"/>
      </w:pPr>
      <w:r>
        <w:t xml:space="preserve">LT3 </w:t>
      </w:r>
      <w:r w:rsidRPr="000A67ED">
        <w:t>Potilastiedon arkiston luovutuskielto ja luovutuskiellon peruutus (KIE)</w:t>
      </w:r>
    </w:p>
    <w:p w14:paraId="2898F7D2" w14:textId="0B019AD4" w:rsidR="005B07BF" w:rsidRDefault="00B90C6B" w:rsidP="005B07BF">
      <w:pPr>
        <w:pStyle w:val="Leipteksti"/>
      </w:pPr>
      <w:r>
        <w:t>L</w:t>
      </w:r>
      <w:r w:rsidR="000A67ED">
        <w:t xml:space="preserve">omakkeen </w:t>
      </w:r>
      <w:r w:rsidR="000A67ED" w:rsidRPr="000A67ED">
        <w:t xml:space="preserve">Potilastiedon arkiston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08D34716" w:rsidR="000A67ED" w:rsidRDefault="005B07BF">
      <w:pPr>
        <w:pStyle w:val="Leipteksti"/>
      </w:pPr>
      <w:r>
        <w:t>Korvaustilanteessa lomakkeen versiolla 20120110 arkistoituja kieltoja voi versioida 20240101-version lomakkeella. Lomakkeen versiolla 20240101 arkistoituja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20CFD084" w14:textId="3F1F0FB2" w:rsidR="00320A54" w:rsidRPr="00320A54" w:rsidRDefault="00165542" w:rsidP="00896325">
      <w:pPr>
        <w:pStyle w:val="Leipteksti"/>
        <w:spacing w:after="0"/>
      </w:pPr>
      <w:r w:rsidRPr="00165542">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r w:rsidR="00076B9B">
        <w:br w:type="page"/>
      </w:r>
    </w:p>
    <w:p w14:paraId="43F86856" w14:textId="52CF1859" w:rsidR="009F703C" w:rsidRDefault="00320A54" w:rsidP="00320A54">
      <w:pPr>
        <w:pStyle w:val="Otsikko1"/>
        <w:spacing w:before="220"/>
      </w:pPr>
      <w:bookmarkStart w:id="32" w:name="_Toc256000067"/>
      <w:bookmarkStart w:id="33" w:name="_Toc37062051"/>
      <w:bookmarkStart w:id="34" w:name="_Toc162975772"/>
      <w:r>
        <w:lastRenderedPageBreak/>
        <w:t>Korvaa arkistoasiakirja</w:t>
      </w:r>
      <w:bookmarkEnd w:id="32"/>
      <w:bookmarkEnd w:id="33"/>
      <w:bookmarkEnd w:id="34"/>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D67AEB">
      <w:pPr>
        <w:pStyle w:val="Luettelokappale"/>
        <w:numPr>
          <w:ilvl w:val="0"/>
          <w:numId w:val="38"/>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D67AEB">
      <w:pPr>
        <w:pStyle w:val="Luettelokappale"/>
        <w:numPr>
          <w:ilvl w:val="0"/>
          <w:numId w:val="38"/>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D67AEB">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D67AEB">
      <w:pPr>
        <w:pStyle w:val="Luettelokappale"/>
        <w:numPr>
          <w:ilvl w:val="0"/>
          <w:numId w:val="38"/>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D67AEB">
      <w:pPr>
        <w:pStyle w:val="Luettelokappale"/>
        <w:numPr>
          <w:ilvl w:val="0"/>
          <w:numId w:val="38"/>
        </w:numPr>
      </w:pPr>
      <w:r>
        <w:t>MR-sanoma on RCMR_IN100016 FI01</w:t>
      </w:r>
    </w:p>
    <w:p w14:paraId="00BD996D" w14:textId="79D776A7" w:rsidR="00291159" w:rsidRDefault="00291159" w:rsidP="00D67AEB">
      <w:pPr>
        <w:pStyle w:val="Luettelokappale"/>
        <w:numPr>
          <w:ilvl w:val="0"/>
          <w:numId w:val="38"/>
        </w:numPr>
      </w:pPr>
      <w:r>
        <w:t>Palvelupyyntö on PP32, Arkistoasiakirjojen arkistointi</w:t>
      </w:r>
    </w:p>
    <w:p w14:paraId="04B3972F" w14:textId="28532C69" w:rsidR="00291159" w:rsidRDefault="00291159" w:rsidP="00D67AEB">
      <w:pPr>
        <w:pStyle w:val="Luettelokappale"/>
        <w:numPr>
          <w:ilvl w:val="0"/>
          <w:numId w:val="38"/>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42C96CDB" w:rsidR="009F703C" w:rsidRDefault="00291159" w:rsidP="00291159">
      <w:pPr>
        <w:pStyle w:val="Otsikko1"/>
        <w:spacing w:before="220"/>
      </w:pPr>
      <w:bookmarkStart w:id="35" w:name="_Toc37062058"/>
      <w:bookmarkStart w:id="36" w:name="_Toc162975773"/>
      <w:r>
        <w:lastRenderedPageBreak/>
        <w:t>Hae potilasasiakirjoja (PPB</w:t>
      </w:r>
      <w:r w:rsidR="003504FB">
        <w:t>, PPB11</w:t>
      </w:r>
      <w:r>
        <w:t>)</w:t>
      </w:r>
      <w:bookmarkEnd w:id="35"/>
      <w:bookmarkEnd w:id="36"/>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3F99B053" w14:textId="0875D48B" w:rsidR="00835286" w:rsidRDefault="00291159" w:rsidP="00B65798">
      <w:pPr>
        <w:pStyle w:val="Leipteksti"/>
        <w:numPr>
          <w:ilvl w:val="0"/>
          <w:numId w:val="17"/>
        </w:numPr>
        <w:spacing w:after="0"/>
      </w:pPr>
      <w:r>
        <w:t xml:space="preserve">Haku omasta potilasrekisteristä: Kyselysanomassa ei ole annettu hoitosuhteen todentavaa palvelutapahtumaa. Haussa palautuu hakevan organisaation oman rekisterin tiedot. </w:t>
      </w:r>
    </w:p>
    <w:p w14:paraId="2B677C8A" w14:textId="176F9A61" w:rsidR="00381E2F" w:rsidRPr="00381E2F" w:rsidRDefault="003504FB" w:rsidP="00697349">
      <w:pPr>
        <w:pStyle w:val="Leipteksti"/>
        <w:ind w:left="1778"/>
      </w:pPr>
      <w:r>
        <w:br/>
      </w:r>
      <w:r w:rsidR="00381E2F">
        <w:t>Käyttötapaus kattaa myös haun toimintansa päättäneen terveydenhuollon yksityisen rekisterinpitäjän rekisteristä</w:t>
      </w:r>
      <w:r w:rsidR="00B642EF">
        <w:t xml:space="preserve"> [LT4]</w:t>
      </w:r>
      <w:r w:rsidR="00381E2F">
        <w:t>.</w:t>
      </w:r>
    </w:p>
    <w:p w14:paraId="13B07175" w14:textId="4BFAFBAB" w:rsidR="00381E2F" w:rsidRDefault="00381E2F" w:rsidP="003504FB">
      <w:pPr>
        <w:pStyle w:val="Leipteksti"/>
        <w:numPr>
          <w:ilvl w:val="0"/>
          <w:numId w:val="17"/>
        </w:numPr>
      </w:pPr>
      <w:r>
        <w:lastRenderedPageBreak/>
        <w:t>Haku toimintansa päättäneen rekisterinpitäjän rekisteristä järjestämisvastuun perusteella. Kyselysanomassa ei ole annettu hoitosuhteen todentavaa palvelutapahtumaa. Sanoman lähettävä organisaatio on järjestämisvastuullinen toimija eli hyvinvointialue tai Helsingin kaupunki. Palvelupyyntö on PPB11.</w:t>
      </w:r>
      <w:r w:rsidR="006C2945">
        <w:t xml:space="preserve"> Palvelupyyntö ei ole käytössä hätätilanteessa eikä ennakkohakuna.</w:t>
      </w:r>
    </w:p>
    <w:p w14:paraId="6B4C73A5" w14:textId="7B1D5F6D" w:rsidR="00291159" w:rsidRDefault="00835286" w:rsidP="00D54165">
      <w:pPr>
        <w:pStyle w:val="Leipteksti"/>
        <w:numPr>
          <w:ilvl w:val="0"/>
          <w:numId w:val="17"/>
        </w:numPr>
      </w:pPr>
      <w:r>
        <w:t xml:space="preserve">Haku toimintansa päättäneen </w:t>
      </w:r>
      <w:r w:rsidR="00381E2F">
        <w:t>rekisterinpitjän</w:t>
      </w:r>
      <w:r>
        <w:t xml:space="preserve"> rekisteristä yhteisliittymismallissa, jos palvelunantajat ovat sopineet yhteisrekisterinpitäyydestä.</w:t>
      </w:r>
      <w:r w:rsidRPr="00835286">
        <w:t xml:space="preserve"> </w:t>
      </w:r>
      <w:r>
        <w:t xml:space="preserve">Kyselysanomassa ei ole annettu hoitosuhteen todentavaa palvelutapahtumaa, ja sanomassa on ilmoitettava erityinen syy koodiarvolla 17. </w:t>
      </w:r>
      <w:r w:rsidR="00381E2F">
        <w:t xml:space="preserve">Palvelupyyntö on PPB. </w:t>
      </w:r>
      <w:r>
        <w:t>Haussa palautuu hakevan organisaation oman rekisterin tiedot.</w:t>
      </w:r>
      <w:r w:rsidR="00B65798">
        <w:t xml:space="preserve"> </w:t>
      </w:r>
      <w:r>
        <w:br/>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D67AEB">
      <w:pPr>
        <w:pStyle w:val="Luettelokappale"/>
        <w:numPr>
          <w:ilvl w:val="0"/>
          <w:numId w:val="38"/>
        </w:numPr>
      </w:pPr>
      <w:r>
        <w:t>Haetaan yhden potilaan tiedot. Asiakirjoja voidaan hakea henkilötunnuksella tai tilapäisellä yksilöintitunnuksella</w:t>
      </w:r>
    </w:p>
    <w:p w14:paraId="3AD5829E" w14:textId="5313CA22" w:rsidR="00291159" w:rsidRDefault="00291159" w:rsidP="00D67AEB">
      <w:pPr>
        <w:pStyle w:val="Luettelokappale"/>
        <w:numPr>
          <w:ilvl w:val="0"/>
          <w:numId w:val="38"/>
        </w:numPr>
      </w:pPr>
      <w:r>
        <w:t xml:space="preserve">Haku kohdistuu lähtökohtaisesti kaikkien terveydenhuollon palvelunantajien rekistereihin </w:t>
      </w:r>
    </w:p>
    <w:p w14:paraId="2C00ABE2" w14:textId="2EF3E902" w:rsidR="00291159" w:rsidRDefault="00291159" w:rsidP="00D67AEB">
      <w:pPr>
        <w:pStyle w:val="Luettelokappale"/>
        <w:numPr>
          <w:ilvl w:val="0"/>
          <w:numId w:val="38"/>
        </w:numPr>
      </w:pPr>
      <w:r>
        <w:t>Potilastiedon arkisto rajaa haun kyselyn lähettäjän omaan rekisteriin, jos potilaalla on tilapäinen henkilötunnus.</w:t>
      </w:r>
    </w:p>
    <w:p w14:paraId="30CED7B1" w14:textId="2B46CF9E" w:rsidR="00291159" w:rsidRDefault="00291159" w:rsidP="00D67AEB">
      <w:pPr>
        <w:pStyle w:val="Luettelokappale"/>
        <w:numPr>
          <w:ilvl w:val="0"/>
          <w:numId w:val="38"/>
        </w:numPr>
      </w:pPr>
      <w:r>
        <w:t>Potilastiedon arkisto rajaa haun kyselyn lähettäjän omaan rekisteriin, jos kyselysanomassa ei välitetä hoitosuhteen todentavaa palvelutapahtumaa (tilanne E</w:t>
      </w:r>
      <w:r w:rsidR="00381E2F">
        <w:t>,</w:t>
      </w:r>
      <w:r w:rsidR="00B65798">
        <w:t xml:space="preserve"> </w:t>
      </w:r>
      <w:r w:rsidR="00381E2F">
        <w:t xml:space="preserve">F </w:t>
      </w:r>
      <w:r w:rsidR="00B65798">
        <w:t xml:space="preserve">ja </w:t>
      </w:r>
      <w:r w:rsidR="00381E2F">
        <w:t>G</w:t>
      </w:r>
      <w:r>
        <w:t>).</w:t>
      </w:r>
    </w:p>
    <w:p w14:paraId="3F00FAD1" w14:textId="5D132D20" w:rsidR="00DD612E" w:rsidRDefault="00DD612E" w:rsidP="00D67AEB">
      <w:pPr>
        <w:pStyle w:val="Luettelokappale"/>
        <w:numPr>
          <w:ilvl w:val="0"/>
          <w:numId w:val="38"/>
        </w:numPr>
      </w:pPr>
      <w:r>
        <w:t>Potilastiedon arkisto rajaa haun kyselyn lähettäjän</w:t>
      </w:r>
      <w:r w:rsidR="00F17F93">
        <w:t xml:space="preserve"> </w:t>
      </w:r>
      <w:r>
        <w:t>omaan rekisteriin, jos haetaan asiakirjojen kaikki versiot</w:t>
      </w:r>
      <w:r w:rsidR="00F17F93">
        <w:t xml:space="preserve"> </w:t>
      </w:r>
      <w:r>
        <w:t>(2) [LK6].</w:t>
      </w:r>
    </w:p>
    <w:p w14:paraId="0A356BEF" w14:textId="2BC85210" w:rsidR="00291159" w:rsidRDefault="00291159" w:rsidP="00D67AEB">
      <w:pPr>
        <w:pStyle w:val="Luettelokappale"/>
        <w:numPr>
          <w:ilvl w:val="0"/>
          <w:numId w:val="38"/>
        </w:numPr>
      </w:pPr>
      <w:r>
        <w:lastRenderedPageBreak/>
        <w:t xml:space="preserve">Jos potilas ei ole </w:t>
      </w:r>
      <w:r w:rsidR="00E96EEC">
        <w:t>antanut luovutuslupaa</w:t>
      </w:r>
      <w:r>
        <w:t xml:space="preserve"> eikä kyseessä ole hätähaku, Potilastiedon arkisto 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21A4F5F9" w:rsidR="00AA7DE5" w:rsidRDefault="00C070D9" w:rsidP="00AA7DE5">
      <w:pPr>
        <w:pStyle w:val="Luettelokappale"/>
        <w:numPr>
          <w:ilvl w:val="2"/>
          <w:numId w:val="5"/>
        </w:numPr>
        <w:spacing w:before="120"/>
      </w:pPr>
      <w:r>
        <w:t xml:space="preserve">31.12.2022 asti: </w:t>
      </w:r>
      <w:r w:rsidR="00AA7DE5">
        <w:t>Jos kyselyn lähettäjä kuuluu sairaanhoitopiirin yhteisrekisteriin ja potilasta on informoitu ko. sairaanhoitopiirin yhteisestä potilastietorekisteristä, Potilastiedon arkisto rajaa haun yhteisrekisteriin, johon kyselyn lähettäjä kuuluu</w:t>
      </w:r>
      <w:r w:rsidR="00805180">
        <w:t xml:space="preserve"> </w:t>
      </w:r>
    </w:p>
    <w:p w14:paraId="06335DE6" w14:textId="6339F116"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Potilastiedon arkisto 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5AEA41D0" w:rsidR="00AA7DE5" w:rsidRDefault="00AA7DE5" w:rsidP="00B402BD">
      <w:pPr>
        <w:pStyle w:val="Luettelokappale"/>
        <w:numPr>
          <w:ilvl w:val="2"/>
          <w:numId w:val="5"/>
        </w:numPr>
        <w:spacing w:before="120"/>
      </w:pPr>
      <w:r>
        <w:t>Muuten Potilastiedon arkisto rajaa haun kyselyn lähettäjän omaan rekisteriin</w:t>
      </w:r>
    </w:p>
    <w:p w14:paraId="587A60D1" w14:textId="2D93BDC5" w:rsidR="009E461E" w:rsidRDefault="009E461E">
      <w:pPr>
        <w:pStyle w:val="Luettelokappale"/>
        <w:numPr>
          <w:ilvl w:val="1"/>
          <w:numId w:val="5"/>
        </w:numPr>
        <w:spacing w:before="120"/>
      </w:pPr>
      <w:r>
        <w:t>tilanteessa D (ostopalvelu) Potilastiedon arkisto rajaa haun palvelunjärjestäjän rekisteriin</w:t>
      </w:r>
    </w:p>
    <w:p w14:paraId="62952A24" w14:textId="3CFD5257" w:rsidR="00291159" w:rsidRDefault="00291159" w:rsidP="00D67AEB">
      <w:pPr>
        <w:pStyle w:val="Luettelokappale"/>
        <w:numPr>
          <w:ilvl w:val="0"/>
          <w:numId w:val="38"/>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D67AEB">
      <w:pPr>
        <w:pStyle w:val="Luettelokappale"/>
        <w:numPr>
          <w:ilvl w:val="0"/>
          <w:numId w:val="38"/>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lastRenderedPageBreak/>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D67AEB">
      <w:pPr>
        <w:pStyle w:val="Luettelokappale"/>
        <w:numPr>
          <w:ilvl w:val="0"/>
          <w:numId w:val="38"/>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00E3DE12" w:rsidR="00291159" w:rsidRDefault="00291159" w:rsidP="00291159">
      <w:pPr>
        <w:pStyle w:val="Numeroituluettelo"/>
      </w:pPr>
      <w:r>
        <w:t>Jos kyseessä on sivutetun hakutuloksen jatkohaku, järjestelmällä on tiedossa Arkiston palauttamat tiedot jatkohakua varten [LM4].</w:t>
      </w:r>
    </w:p>
    <w:p w14:paraId="03D19442" w14:textId="40BB4636" w:rsidR="00381E2F" w:rsidRDefault="00381E2F" w:rsidP="00381E2F">
      <w:pPr>
        <w:pStyle w:val="Numeroituluettelo"/>
        <w:spacing w:after="0"/>
      </w:pPr>
      <w:r>
        <w:t xml:space="preserve">Lisäksi tilanteessa </w:t>
      </w:r>
      <w:r w:rsidR="00B642EF">
        <w:t>F</w:t>
      </w:r>
      <w:r>
        <w:t xml:space="preserve"> (haku toimintansa päättäneen rekisterinpitäjän rekisteristä </w:t>
      </w:r>
      <w:r w:rsidR="00B642EF">
        <w:t>järjestämisvastuun perusteella</w:t>
      </w:r>
      <w:r>
        <w:t>):</w:t>
      </w:r>
    </w:p>
    <w:p w14:paraId="34C850D4" w14:textId="00EC3C98" w:rsidR="00381E2F" w:rsidRDefault="00B642EF" w:rsidP="00D67AEB">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r w:rsidR="00381E2F">
        <w:t>.</w:t>
      </w:r>
    </w:p>
    <w:p w14:paraId="09E27C77" w14:textId="4730C37C" w:rsidR="00B65798" w:rsidRDefault="00B65798" w:rsidP="00B65798">
      <w:pPr>
        <w:pStyle w:val="Numeroituluettelo"/>
        <w:spacing w:after="0"/>
      </w:pPr>
      <w:r>
        <w:t xml:space="preserve">Lisäksi tilanteessa </w:t>
      </w:r>
      <w:r w:rsidR="00381E2F">
        <w:t>G</w:t>
      </w:r>
      <w:r>
        <w:t xml:space="preserve"> (haku toimintansa päättäneen rekisterinpitäjän rekisteristä yhteisliittymismallissa):</w:t>
      </w:r>
    </w:p>
    <w:p w14:paraId="50CDA590" w14:textId="77777777" w:rsidR="00B65798" w:rsidRDefault="00B65798" w:rsidP="00D67AEB">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0CAFDA1" w14:textId="77777777" w:rsidR="00B65798" w:rsidRPr="00291159" w:rsidRDefault="00B65798" w:rsidP="00B642EF">
      <w:pPr>
        <w:pStyle w:val="Numeroituluettelo"/>
        <w:numPr>
          <w:ilvl w:val="0"/>
          <w:numId w:val="0"/>
        </w:numPr>
      </w:pP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D67AEB">
      <w:pPr>
        <w:pStyle w:val="Luettelokappale"/>
        <w:numPr>
          <w:ilvl w:val="0"/>
          <w:numId w:val="38"/>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2004E43C" w:rsidR="00291159" w:rsidRDefault="00291159" w:rsidP="00D67AEB">
      <w:pPr>
        <w:pStyle w:val="Luettelokappale"/>
        <w:numPr>
          <w:ilvl w:val="0"/>
          <w:numId w:val="38"/>
        </w:numPr>
      </w:pPr>
      <w:r>
        <w:t>Palvelupyyntö on PPB [LK3]</w:t>
      </w:r>
      <w:r w:rsidR="00B642EF">
        <w:br/>
        <w:t xml:space="preserve">Poikkeus tilanteessa F: PPB11, </w:t>
      </w:r>
      <w:r w:rsidR="00B642EF" w:rsidRPr="00B642EF">
        <w:t>Potilasasiakirjojen haku toimintansa päättäneen rekisterinpitäjän rekisteristä</w:t>
      </w:r>
      <w:r w:rsidR="006C2945">
        <w:t xml:space="preserve"> [LT</w:t>
      </w:r>
      <w:r w:rsidR="006B43C0">
        <w:t>5</w:t>
      </w:r>
      <w:r w:rsidR="006C2945">
        <w:t>]</w:t>
      </w:r>
      <w:r w:rsidR="00B642EF">
        <w:t>.</w:t>
      </w:r>
    </w:p>
    <w:p w14:paraId="15EE3901" w14:textId="3C0065D3" w:rsidR="00291159" w:rsidRDefault="00291159" w:rsidP="00D67AEB">
      <w:pPr>
        <w:pStyle w:val="Luettelokappale"/>
        <w:numPr>
          <w:ilvl w:val="0"/>
          <w:numId w:val="38"/>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lastRenderedPageBreak/>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6B44037D" w:rsidR="00291159" w:rsidRDefault="00291159" w:rsidP="00D54165">
      <w:pPr>
        <w:pStyle w:val="Luettelokappale"/>
        <w:numPr>
          <w:ilvl w:val="1"/>
          <w:numId w:val="5"/>
        </w:numPr>
      </w:pPr>
      <w:r>
        <w:t>Palvelutapahtuma voi puuttua, mutta tällöin Arkisto rajaa haun kyselyn lähettäjän rekisteriin (tilanne E</w:t>
      </w:r>
      <w:r w:rsidR="00381E2F">
        <w:t>, F</w:t>
      </w:r>
      <w:r w:rsidR="003639BA">
        <w:t xml:space="preserve"> ja </w:t>
      </w:r>
      <w:r w:rsidR="00381E2F">
        <w:t>G</w:t>
      </w:r>
      <w:r>
        <w:t>)</w:t>
      </w:r>
    </w:p>
    <w:p w14:paraId="0FD7800D" w14:textId="5FDF5ACC" w:rsidR="00291159" w:rsidRDefault="00291159" w:rsidP="00D67AEB">
      <w:pPr>
        <w:pStyle w:val="Luettelokappale"/>
        <w:numPr>
          <w:ilvl w:val="0"/>
          <w:numId w:val="38"/>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D67AEB">
      <w:pPr>
        <w:pStyle w:val="Luettelokappale"/>
        <w:numPr>
          <w:ilvl w:val="0"/>
          <w:numId w:val="38"/>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21DE799F" w:rsidR="00291159" w:rsidRDefault="00291159" w:rsidP="00D67AEB">
      <w:pPr>
        <w:pStyle w:val="Luettelokappale"/>
        <w:numPr>
          <w:ilvl w:val="0"/>
          <w:numId w:val="38"/>
        </w:numPr>
      </w:pPr>
      <w:r>
        <w:t>Tilanteessa B (asiakirjat): Kyselysanomassa ei välitetä ’kuvailutietojen haun kohdistus asiakirja- vai palvelutapahtumatasolle’ –tietoa.</w:t>
      </w:r>
    </w:p>
    <w:p w14:paraId="6EEC8F87" w14:textId="3BE1553C" w:rsidR="003639BA" w:rsidRDefault="003639BA" w:rsidP="00D67AEB">
      <w:pPr>
        <w:pStyle w:val="Luettelokappale"/>
        <w:numPr>
          <w:ilvl w:val="0"/>
          <w:numId w:val="38"/>
        </w:numPr>
      </w:pPr>
      <w:r>
        <w:t xml:space="preserve">Tilanteessa </w:t>
      </w:r>
      <w:r w:rsidR="00B642EF">
        <w:t>G</w:t>
      </w:r>
      <w:r>
        <w:t xml:space="preserve"> (haku toimintansa päättäneen rekisteristä yhteisliittymistilanteessa): Hakusanomalla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516161CC" w14:textId="1AEE2D38" w:rsidR="00291159" w:rsidRDefault="00291159" w:rsidP="00D67AEB">
      <w:pPr>
        <w:pStyle w:val="Luettelokappale"/>
        <w:numPr>
          <w:ilvl w:val="0"/>
          <w:numId w:val="38"/>
        </w:numPr>
      </w:pPr>
      <w:r>
        <w:t xml:space="preserve">Tilanteessa </w:t>
      </w:r>
      <w:r w:rsidR="00381E2F">
        <w:t>H</w:t>
      </w:r>
      <w:r w:rsidR="00B65798">
        <w:t xml:space="preserve"> </w:t>
      </w:r>
      <w:r>
        <w:t>(hätähaku) kyselysanomaan tulee tuottaa tieto kyselyn perusteena olevasta erityisestä syystä. Erityiseksi syyksi laitetaan ’Hätähaku’ [LK8]</w:t>
      </w:r>
    </w:p>
    <w:p w14:paraId="1FF1AE45" w14:textId="3E496A87" w:rsidR="00291159" w:rsidRDefault="00291159" w:rsidP="00D67AEB">
      <w:pPr>
        <w:pStyle w:val="Luettelokappale"/>
        <w:numPr>
          <w:ilvl w:val="0"/>
          <w:numId w:val="38"/>
        </w:numPr>
      </w:pPr>
      <w:r>
        <w:t xml:space="preserve">Tilanne </w:t>
      </w:r>
      <w:r w:rsidR="00381E2F">
        <w:t>I</w:t>
      </w:r>
      <w:r w:rsidR="00B65798">
        <w:t xml:space="preserve"> </w:t>
      </w:r>
      <w:r>
        <w:t>(ennakkohaku): Kaikki hakutilanteet on mahdollista käynnistää järjestelmän tekemänä ennakkohakuna. Ennakkohaussa ei välitetä kyselyn käynnistäneen ammattihenkilön tietoja.</w:t>
      </w:r>
    </w:p>
    <w:p w14:paraId="15B75AC5" w14:textId="35844787" w:rsidR="00291159" w:rsidRDefault="00291159" w:rsidP="00D67AEB">
      <w:pPr>
        <w:pStyle w:val="Luettelokappale"/>
        <w:numPr>
          <w:ilvl w:val="0"/>
          <w:numId w:val="38"/>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06BA1C7C" w14:textId="16339F99" w:rsidR="006B43C0" w:rsidRDefault="00E72817" w:rsidP="00D67AEB">
      <w:pPr>
        <w:pStyle w:val="Luettelokappale"/>
        <w:numPr>
          <w:ilvl w:val="0"/>
          <w:numId w:val="38"/>
        </w:numPr>
      </w:pPr>
      <w:r>
        <w:t>Poikkeukset parametreihin</w:t>
      </w:r>
      <w:r w:rsidR="006B43C0">
        <w:t xml:space="preserve"> tilanteessa F (palvelupyyntö PPB11, haku toimintansa päättäneen rekistereistä järjestämisvastuun perusteella):</w:t>
      </w:r>
    </w:p>
    <w:p w14:paraId="4B39633A" w14:textId="20D2B36A" w:rsidR="006B43C0" w:rsidRDefault="006B43C0" w:rsidP="00D67AEB">
      <w:pPr>
        <w:pStyle w:val="Luettelokappale"/>
        <w:numPr>
          <w:ilvl w:val="1"/>
          <w:numId w:val="38"/>
        </w:numPr>
      </w:pPr>
      <w:r>
        <w:t>Pakollinen parametri rekisteri: toimintansa päättäneen rekisterinpitäjän rekisteri.</w:t>
      </w:r>
      <w:r w:rsidR="00E72817">
        <w:br/>
      </w:r>
      <w:r>
        <w:t>Parametri ei voi toistua.</w:t>
      </w:r>
    </w:p>
    <w:p w14:paraId="73A0916B" w14:textId="2683F8F7" w:rsidR="006B43C0" w:rsidRDefault="006B43C0" w:rsidP="00D67AEB">
      <w:pPr>
        <w:pStyle w:val="Luettelokappale"/>
        <w:numPr>
          <w:ilvl w:val="1"/>
          <w:numId w:val="38"/>
        </w:numPr>
      </w:pPr>
      <w:r>
        <w:t>Pakollinen parametri rekisterinpitäjä: toimintansa päättäneen rekisterinpitäjän tunniste.</w:t>
      </w:r>
      <w:r>
        <w:br/>
      </w:r>
      <w:r w:rsidR="00E72817">
        <w:lastRenderedPageBreak/>
        <w:t>P</w:t>
      </w:r>
      <w:r>
        <w:t xml:space="preserve">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438A3142" w14:textId="6D27A13D" w:rsidR="006B43C0" w:rsidRDefault="00E72817" w:rsidP="00E72817">
      <w:pPr>
        <w:pStyle w:val="Luettelokappale"/>
        <w:numPr>
          <w:ilvl w:val="1"/>
          <w:numId w:val="5"/>
        </w:numPr>
      </w:pPr>
      <w:r>
        <w:t>P</w:t>
      </w:r>
      <w:r w:rsidR="006B43C0">
        <w:t xml:space="preserve">oikkeus rekisterin tarkenne -parametrin käyttöön: </w:t>
      </w:r>
      <w:r w:rsidR="006B43C0">
        <w:br/>
        <w:t xml:space="preserve">Jos haku kohdistuu rekisteriin 4, Työterveyshuolto, ja rekisterin tarkenne on annettu, haku rajautuu rekisterin </w:t>
      </w:r>
      <w:proofErr w:type="spellStart"/>
      <w:r w:rsidR="006B43C0">
        <w:t>tarkenteen</w:t>
      </w:r>
      <w:proofErr w:type="spellEnd"/>
      <w:r w:rsidR="006B43C0">
        <w:t xml:space="preserve"> mukaiseen työterveyden rekisteriin. Parametri ei voi toistua. </w:t>
      </w:r>
      <w:r w:rsidR="006B43C0">
        <w:br/>
        <w:t xml:space="preserve">Jos haku kohdistuu rekisteriin 4, Työterveyshuolto, ja rekisterin </w:t>
      </w:r>
      <w:proofErr w:type="spellStart"/>
      <w:r w:rsidR="006B43C0">
        <w:t>tarkennetta</w:t>
      </w:r>
      <w:proofErr w:type="spellEnd"/>
      <w:r w:rsidR="006B43C0">
        <w:t xml:space="preserve"> ei anneta, haku kohdistuu kaikkiin rekisterinpitäjän työterveyden rekistereihin. </w:t>
      </w:r>
    </w:p>
    <w:p w14:paraId="50569EBE" w14:textId="76B4875E" w:rsidR="00291159" w:rsidRDefault="00291159" w:rsidP="00D67AEB">
      <w:pPr>
        <w:pStyle w:val="Luettelokappale"/>
        <w:numPr>
          <w:ilvl w:val="0"/>
          <w:numId w:val="38"/>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D67AEB">
      <w:pPr>
        <w:pStyle w:val="Luettelokappale"/>
        <w:numPr>
          <w:ilvl w:val="0"/>
          <w:numId w:val="38"/>
        </w:numPr>
      </w:pPr>
      <w:r>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218884D4" w:rsidR="00291159" w:rsidRDefault="00291159" w:rsidP="00D67AEB">
      <w:pPr>
        <w:pStyle w:val="Luettelokappale"/>
        <w:numPr>
          <w:ilvl w:val="0"/>
          <w:numId w:val="38"/>
        </w:numPr>
      </w:pPr>
      <w:r>
        <w:t xml:space="preserve">Tilanne </w:t>
      </w:r>
      <w:r w:rsidR="00381E2F">
        <w:t>H</w:t>
      </w:r>
      <w:r>
        <w:t xml:space="preserve">: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D67AEB">
      <w:pPr>
        <w:pStyle w:val="Luettelokappale"/>
        <w:numPr>
          <w:ilvl w:val="0"/>
          <w:numId w:val="38"/>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rsidP="00D67AEB">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0304C848" w:rsidR="00291159" w:rsidRDefault="00291159" w:rsidP="00D67AEB">
      <w:pPr>
        <w:pStyle w:val="Luettelokappale"/>
        <w:numPr>
          <w:ilvl w:val="0"/>
          <w:numId w:val="38"/>
        </w:numPr>
      </w:pPr>
      <w:r>
        <w:t>Jos haun tulosta ei pystytä palauttamaan kokonaisuudessaan yhdellä hakukerralla, Arkisto palauttaa sivutetun vastauksen sekä tiedot jatkokyselyä varten [LM4]</w:t>
      </w:r>
    </w:p>
    <w:p w14:paraId="56D1C8E5" w14:textId="3C3401A7" w:rsidR="00291159" w:rsidRDefault="00291159" w:rsidP="00D67AEB">
      <w:pPr>
        <w:pStyle w:val="Luettelokappale"/>
        <w:numPr>
          <w:ilvl w:val="0"/>
          <w:numId w:val="38"/>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lastRenderedPageBreak/>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DA739D">
      <w:pPr>
        <w:pStyle w:val="Otsikko2"/>
        <w:spacing w:before="240"/>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3C415A69" w14:textId="16F70DCC" w:rsidR="00911A9F" w:rsidRDefault="00543DA2">
      <w:pPr>
        <w:pStyle w:val="Leipteksti"/>
      </w:pPr>
      <w:r>
        <w:t>LT3 1.1.2023 alkaen: Jos hakijana on hyvinvointialue, joka ei kuulu Uudenmaan maakuntaan, haku rajataan hakijan omaan rekisteriin.</w:t>
      </w:r>
    </w:p>
    <w:p w14:paraId="1ED908C7" w14:textId="2C6089D6" w:rsidR="00B642EF" w:rsidRDefault="00B642EF">
      <w:pPr>
        <w:pStyle w:val="Leipteksti"/>
      </w:pPr>
      <w:r>
        <w:t xml:space="preserve">LT4 Toimintansa päättäneen rekisterinpitäjän rekisteriin ei arkistoida uutta tietoa, mutta </w:t>
      </w:r>
      <w:r w:rsidR="006C2945">
        <w:t xml:space="preserve">järjestämisvastuullinen toimija tai yhteisrekisterinpidosta sopinut palvelunantaja voi hakea </w:t>
      </w:r>
      <w:r>
        <w:t>tietoja tietopyyntöjä tai asiakirjan korjaamista varten</w:t>
      </w:r>
      <w:r w:rsidR="006C2945">
        <w:t xml:space="preserve"> luovutuksenhallinta ja luovutuskiellot ohittaen</w:t>
      </w:r>
      <w:r>
        <w:t xml:space="preserve">. Toiminnan periaatteet on kuvattu dokumentissa Potilastiedon arkiston  toiminnalliset vaatimukset sosiaali- ja terveydenhuollon tietojärjestelmille [LM1]. Toimintansa päättäneen rekisterinpitäjän tiedot palautuvat muissa hakutilanteissa normaalein luovutussäännöin. </w:t>
      </w:r>
    </w:p>
    <w:p w14:paraId="76EB70F5" w14:textId="27D8CBB4" w:rsidR="006C2945" w:rsidRDefault="006C2945" w:rsidP="006C2945">
      <w:pPr>
        <w:pStyle w:val="Leipteksti"/>
        <w:spacing w:after="0"/>
      </w:pPr>
      <w:r>
        <w:t>LT5 Organisaatiotiedot MR-sanomalla, kun järjestämisvastuullinen rekisterinpitäjä hakee tietoja toimintansa päättäneen rekisterinpitäjän rekisteristä:</w:t>
      </w:r>
    </w:p>
    <w:p w14:paraId="415955D3" w14:textId="77777777" w:rsidR="006C2945" w:rsidRDefault="006C2945" w:rsidP="00D67AEB">
      <w:pPr>
        <w:pStyle w:val="Leipteksti"/>
        <w:numPr>
          <w:ilvl w:val="0"/>
          <w:numId w:val="34"/>
        </w:numPr>
        <w:spacing w:before="240" w:after="0"/>
      </w:pPr>
      <w:r>
        <w:lastRenderedPageBreak/>
        <w:t xml:space="preserve">Järjestämisvastuullisen toimijan tiedot tulevat liityntäpisteen, sanoman lähettäjän ja kontrollikehyksen tietoihin. </w:t>
      </w:r>
    </w:p>
    <w:p w14:paraId="1B3E4C02" w14:textId="2CC94D88" w:rsidR="006C2945" w:rsidRDefault="006B43C0" w:rsidP="00D67AEB">
      <w:pPr>
        <w:pStyle w:val="Leipteksti"/>
        <w:numPr>
          <w:ilvl w:val="0"/>
          <w:numId w:val="34"/>
        </w:numPr>
        <w:spacing w:after="0"/>
      </w:pPr>
      <w:r>
        <w:t>Toimintansa päättäneen rekisterinpitäjän tiedot tulevat kyselyparametreihin</w:t>
      </w:r>
      <w:r w:rsidR="006C2945">
        <w:t>.</w:t>
      </w:r>
    </w:p>
    <w:p w14:paraId="7FBAEEE3" w14:textId="59BC3164" w:rsidR="00624CEA" w:rsidRDefault="00076B9B" w:rsidP="008D1E57">
      <w:r>
        <w:br w:type="page"/>
      </w:r>
    </w:p>
    <w:p w14:paraId="2802401F" w14:textId="2653AF00" w:rsidR="009F703C" w:rsidRDefault="00B972D2" w:rsidP="00E417F4">
      <w:pPr>
        <w:pStyle w:val="Otsikko1"/>
      </w:pPr>
      <w:bookmarkStart w:id="37" w:name="_Toc37062066"/>
      <w:bookmarkStart w:id="38" w:name="_Toc162975774"/>
      <w:r>
        <w:lastRenderedPageBreak/>
        <w:t>Hae oman rekisterin asiakirjoja</w:t>
      </w:r>
      <w:bookmarkEnd w:id="37"/>
      <w:bookmarkEnd w:id="38"/>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77643456" w14:textId="2830EAF8" w:rsidR="00E81082" w:rsidRDefault="00E81082" w:rsidP="00E81082">
      <w:pPr>
        <w:pStyle w:val="Leipteksti"/>
      </w:pPr>
      <w:r>
        <w:t>Käyttötapaus kattaa myös haun toimintansa päättäneen terveydenhuollon yksityisen rekisterinpitäjän rekisteristä [LT1, LT2].</w:t>
      </w:r>
    </w:p>
    <w:p w14:paraId="6F1203D2" w14:textId="212980F5" w:rsidR="00E81082" w:rsidRPr="00381E2F" w:rsidRDefault="00E81082" w:rsidP="001C0A14">
      <w:pPr>
        <w:pStyle w:val="Leipteksti"/>
        <w:numPr>
          <w:ilvl w:val="0"/>
          <w:numId w:val="18"/>
        </w:numPr>
      </w:pPr>
      <w:r>
        <w:t>Haku toimintansa päättäneen rekisterinpitjän rekisteristä yhteisliittymismallissa, jos palvelunantajat ovat sopineet yhteisrekisterinpitäyydestä.</w:t>
      </w:r>
      <w:r w:rsidRPr="00835286">
        <w:t xml:space="preserve"> </w:t>
      </w:r>
      <w:r>
        <w:t>Kyselysanomassa ei ole annettu hoitosuhteen todentavaa palvelutapahtumaa, ja sanomassa on ilmoitettava erityinen syy koodiarvolla 17. Palvelupyyntö on PPB. Haussa palautuu hakevan organisaation oman rekisterin tiedot.</w:t>
      </w:r>
    </w:p>
    <w:p w14:paraId="3102E55D" w14:textId="1025715A" w:rsidR="004F013D" w:rsidRDefault="004F013D" w:rsidP="004F013D">
      <w:pPr>
        <w:pStyle w:val="Leipteksti"/>
        <w:spacing w:after="0"/>
      </w:pPr>
      <w:r>
        <w:t>Haku rajautuu tässä käyttötapauksessa potilaan ja hakijan mukaan:</w:t>
      </w:r>
    </w:p>
    <w:p w14:paraId="5725F9B9" w14:textId="08CB2416" w:rsidR="004F013D" w:rsidRDefault="004F013D" w:rsidP="00D67AEB">
      <w:pPr>
        <w:pStyle w:val="Luettelokappale"/>
        <w:numPr>
          <w:ilvl w:val="0"/>
          <w:numId w:val="38"/>
        </w:numPr>
      </w:pPr>
      <w:r>
        <w:t xml:space="preserve">Haetaan yhden potilaan tiedot: Omasta rekisteristä asiakirjoja voidaan hakea henkilötunnuksella tai tilapäisellä yksilöintitunnuksella. Jos tietoja haetaan tilapäisellä yksilöintitunnuksella, Potilastiedon arkisto palauttaa vain sellaisia </w:t>
      </w:r>
      <w:proofErr w:type="gramStart"/>
      <w:r>
        <w:t>asiakirjoja</w:t>
      </w:r>
      <w:proofErr w:type="gramEnd"/>
      <w:r>
        <w:t xml:space="preserve"> joihin ei ole kirjattu virallista henkilötunnusta.</w:t>
      </w:r>
    </w:p>
    <w:p w14:paraId="66EA1F59" w14:textId="2F9D36C7" w:rsidR="004F013D" w:rsidRDefault="004F013D" w:rsidP="00D67AEB">
      <w:pPr>
        <w:pStyle w:val="Luettelokappale"/>
        <w:numPr>
          <w:ilvl w:val="0"/>
          <w:numId w:val="38"/>
        </w:numPr>
      </w:pPr>
      <w:r>
        <w:lastRenderedPageBreak/>
        <w:t>Haetaan tiedot hakijan omasta rekisteristä: Potilastiedon arkisto rajaa haun hakevan rekisterinpitäjän tiet</w:t>
      </w:r>
      <w:r w:rsidR="00954EA6">
        <w:t>t</w:t>
      </w:r>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29A71BD8" w:rsidR="004F013D" w:rsidRDefault="004F013D" w:rsidP="004F013D">
      <w:pPr>
        <w:pStyle w:val="Numeroituluettelo"/>
      </w:pPr>
      <w:r>
        <w:t>Potilastietojärjestelmässä on tiedossa joko käyttäjän antamana tai järjestelmän päättelemänä tarvittavat hakuparametrit</w:t>
      </w:r>
    </w:p>
    <w:p w14:paraId="65AC1964" w14:textId="29A7A89F" w:rsidR="00E81082" w:rsidRDefault="00E81082" w:rsidP="00E81082">
      <w:pPr>
        <w:pStyle w:val="Numeroituluettelo"/>
        <w:spacing w:after="0"/>
      </w:pPr>
      <w:r>
        <w:t>Lisäksi tilanteessa E (haku toimintansa päättäneen rekisterinpitäjän rekisteristä yhteisliittymismallissa):</w:t>
      </w:r>
    </w:p>
    <w:p w14:paraId="0AE3F148" w14:textId="4E651C8C" w:rsidR="00E81082" w:rsidRPr="004F013D" w:rsidRDefault="00E81082" w:rsidP="00D67AEB">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3882412C" w14:textId="4E651C8C" w:rsidR="009F703C" w:rsidRDefault="009F703C" w:rsidP="001C0A14">
      <w:pPr>
        <w:pStyle w:val="Otsikko2"/>
        <w:spacing w:before="240"/>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D67AEB">
      <w:pPr>
        <w:pStyle w:val="Luettelokappale"/>
        <w:numPr>
          <w:ilvl w:val="0"/>
          <w:numId w:val="38"/>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D67AEB">
      <w:pPr>
        <w:pStyle w:val="Luettelokappale"/>
        <w:numPr>
          <w:ilvl w:val="0"/>
          <w:numId w:val="38"/>
        </w:numPr>
      </w:pPr>
      <w:r>
        <w:t>Palvelupyyntö on [LK3]</w:t>
      </w:r>
    </w:p>
    <w:p w14:paraId="1047CF97" w14:textId="020BEAF9" w:rsidR="004F013D" w:rsidRDefault="004F013D" w:rsidP="00D54165">
      <w:pPr>
        <w:pStyle w:val="Luettelokappale"/>
        <w:numPr>
          <w:ilvl w:val="1"/>
          <w:numId w:val="5"/>
        </w:numPr>
      </w:pPr>
      <w:r>
        <w:t xml:space="preserve">tilanteessa C </w:t>
      </w:r>
      <w:r w:rsidR="00E81082">
        <w:t xml:space="preserve">ja E </w:t>
      </w:r>
      <w:r>
        <w:t>(omat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D67AEB">
      <w:pPr>
        <w:pStyle w:val="Luettelokappale"/>
        <w:numPr>
          <w:ilvl w:val="0"/>
          <w:numId w:val="38"/>
        </w:numPr>
      </w:pPr>
      <w:r>
        <w:lastRenderedPageBreak/>
        <w:t>Kattavuus: Haetaanko viimeisimmät versiot (1) vai täydellinen versiohistoria (2) [LK6]</w:t>
      </w:r>
    </w:p>
    <w:p w14:paraId="57C8FF3F" w14:textId="38E66144" w:rsidR="004F013D" w:rsidRDefault="004F013D" w:rsidP="00D67AEB">
      <w:pPr>
        <w:pStyle w:val="Luettelokappale"/>
        <w:numPr>
          <w:ilvl w:val="0"/>
          <w:numId w:val="38"/>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083A1718" w14:textId="5D40B670" w:rsidR="0075267D" w:rsidRDefault="0075267D" w:rsidP="00D67AEB">
      <w:pPr>
        <w:pStyle w:val="Luettelokappale"/>
        <w:numPr>
          <w:ilvl w:val="0"/>
          <w:numId w:val="38"/>
        </w:numPr>
      </w:pPr>
      <w:r>
        <w:t xml:space="preserve">Tilanteessa E (haku toimintansa päättäneen rekisteristä yhteisliittymistilanteessa): Hakusanomalla on ilmoitettava erityinen syy koodiarvolla 17 </w:t>
      </w:r>
      <w:r w:rsidRPr="00631841">
        <w:t xml:space="preserve">”Toimintansa päättäneen </w:t>
      </w:r>
      <w:r>
        <w:t>palvelunantajan asiakasrekisterin käsittely</w:t>
      </w:r>
      <w:r w:rsidRPr="00631841">
        <w:t xml:space="preserve">”. </w:t>
      </w:r>
      <w:r>
        <w:t>[LK8]</w:t>
      </w:r>
    </w:p>
    <w:p w14:paraId="747C70E4" w14:textId="397E784A" w:rsidR="004F013D" w:rsidRDefault="004F013D" w:rsidP="00D67AEB">
      <w:pPr>
        <w:pStyle w:val="Luettelokappale"/>
        <w:numPr>
          <w:ilvl w:val="0"/>
          <w:numId w:val="38"/>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D67AEB">
      <w:pPr>
        <w:pStyle w:val="Luettelokappale"/>
        <w:numPr>
          <w:ilvl w:val="0"/>
          <w:numId w:val="38"/>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5BCF49F7" w14:textId="0C3F2E7D" w:rsidR="0075267D" w:rsidRDefault="004F013D" w:rsidP="00A82268">
      <w:pPr>
        <w:pStyle w:val="Leipteksti"/>
      </w:pPr>
      <w:r>
        <w:t>V3 Haun tuloksen vastaanottaminen ei onnistu. Järjestelmä antaa ilmoituksen käyttäjälle tai tallentaa tiedon jatkokäsittelyä varten. Käyttötapaus päättyy.</w:t>
      </w:r>
    </w:p>
    <w:p w14:paraId="6EE72B41" w14:textId="09A65844" w:rsidR="0075267D" w:rsidRDefault="0075267D" w:rsidP="001C0A14">
      <w:pPr>
        <w:pStyle w:val="Otsikko2"/>
      </w:pPr>
      <w:r>
        <w:t>Lisätiedot</w:t>
      </w:r>
    </w:p>
    <w:p w14:paraId="3A557FF1" w14:textId="63063FEC" w:rsidR="0075267D" w:rsidRDefault="0075267D" w:rsidP="0075267D">
      <w:pPr>
        <w:pStyle w:val="Leipteksti"/>
      </w:pPr>
      <w:r>
        <w:t xml:space="preserve">LT1 Toimintansa päättäneen rekisterinpitäjän rekisteriin ei arkistoida uutta tietoa, mutta järjestämisvastuullinen toimija tai yhteisrekisterinpidosta sopinut palvelunantaja voi hakea tietoja tietopyyntöjä tai asiakirjan korjaamista varten luovutuksenhallinta ja luovutuskiellot ohittaen. Toiminnan periaatteet on kuvattu dokumentissa Potilastiedon arkiston  toiminnalliset vaatimukset sosiaali- ja terveydenhuollon tietojärjestelmille [LM1]. </w:t>
      </w:r>
      <w:r>
        <w:lastRenderedPageBreak/>
        <w:t xml:space="preserve">Toimintansa päättäneen rekisterinpitäjän tiedot palautuvat muissa hakutilanteissa normaalein luovutussäännöin. </w:t>
      </w:r>
    </w:p>
    <w:p w14:paraId="7D1A1A03" w14:textId="06AD6C5B" w:rsidR="0075267D" w:rsidRDefault="0075267D" w:rsidP="0075267D">
      <w:pPr>
        <w:pStyle w:val="Leipteksti"/>
        <w:spacing w:after="0"/>
      </w:pPr>
      <w:r>
        <w:t>LT2 Organisaatiotiedot MR-sanomalla, kun järjestämisvastuullinen rekisterinpitäjä hakee tietoja toimintansa päättäneen rekisterinpitäjän rekisteristä:</w:t>
      </w:r>
    </w:p>
    <w:p w14:paraId="4ACA84E5" w14:textId="77777777" w:rsidR="0075267D" w:rsidRDefault="0075267D" w:rsidP="00D67AEB">
      <w:pPr>
        <w:pStyle w:val="Leipteksti"/>
        <w:numPr>
          <w:ilvl w:val="0"/>
          <w:numId w:val="34"/>
        </w:numPr>
        <w:spacing w:before="240" w:after="0"/>
      </w:pPr>
      <w:r>
        <w:t xml:space="preserve">Järjestämisvastuullisen toimijan tiedot tulevat liityntäpisteen, sanoman lähettäjän ja kontrollikehyksen tietoihin. </w:t>
      </w:r>
    </w:p>
    <w:p w14:paraId="64356518" w14:textId="53E9C8D5" w:rsidR="004F013D" w:rsidRPr="004F013D" w:rsidRDefault="0075267D" w:rsidP="00D67AEB">
      <w:pPr>
        <w:pStyle w:val="Leipteksti"/>
        <w:numPr>
          <w:ilvl w:val="0"/>
          <w:numId w:val="34"/>
        </w:numPr>
        <w:spacing w:after="0"/>
      </w:pPr>
      <w:r>
        <w:t>Toimintansa päättäneen rekisterinpitäjän tiedot tulevat kyselyparametreihin.</w:t>
      </w:r>
      <w:r w:rsidR="00076B9B">
        <w:br w:type="page"/>
      </w:r>
    </w:p>
    <w:p w14:paraId="703D6DF0" w14:textId="776E85A3" w:rsidR="009F703C" w:rsidRDefault="004F013D" w:rsidP="004F013D">
      <w:pPr>
        <w:pStyle w:val="Otsikko1"/>
      </w:pPr>
      <w:bookmarkStart w:id="39" w:name="_Toc162975775"/>
      <w:r w:rsidRPr="004F013D">
        <w:lastRenderedPageBreak/>
        <w:t>Hae asiakirjoja luovutuksena</w:t>
      </w:r>
      <w:bookmarkEnd w:id="39"/>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D67AEB">
      <w:pPr>
        <w:pStyle w:val="Luettelokappale"/>
        <w:numPr>
          <w:ilvl w:val="0"/>
          <w:numId w:val="38"/>
        </w:numPr>
      </w:pPr>
      <w:r>
        <w:t>Haetaan yhden potilaan tiedot: Luovutushaussa asiakirjoja voidaan hakea henkilötunnuksella, tilapäisen yksilöintitunnuksen käyttö ei ole sallittu</w:t>
      </w:r>
    </w:p>
    <w:p w14:paraId="3869BB4A" w14:textId="2767F887" w:rsidR="002E0D27" w:rsidRDefault="002E0D27" w:rsidP="00D67AEB">
      <w:pPr>
        <w:pStyle w:val="Luettelokappale"/>
        <w:numPr>
          <w:ilvl w:val="0"/>
          <w:numId w:val="38"/>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0B42E2F2" w:rsidR="002E0D27" w:rsidRDefault="002E0D27" w:rsidP="00D67AEB">
      <w:pPr>
        <w:pStyle w:val="Luettelokappale"/>
        <w:numPr>
          <w:ilvl w:val="0"/>
          <w:numId w:val="38"/>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D67AEB">
      <w:pPr>
        <w:pStyle w:val="Luettelokappale"/>
        <w:numPr>
          <w:ilvl w:val="0"/>
          <w:numId w:val="38"/>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D67AEB">
      <w:pPr>
        <w:pStyle w:val="Luettelokappale"/>
        <w:numPr>
          <w:ilvl w:val="0"/>
          <w:numId w:val="38"/>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49B766"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D67AEB">
      <w:pPr>
        <w:pStyle w:val="Luettelokappale"/>
        <w:numPr>
          <w:ilvl w:val="0"/>
          <w:numId w:val="38"/>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D67AEB">
      <w:pPr>
        <w:pStyle w:val="Luettelokappale"/>
        <w:numPr>
          <w:ilvl w:val="0"/>
          <w:numId w:val="38"/>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D67AEB">
      <w:pPr>
        <w:pStyle w:val="Luettelokappale"/>
        <w:numPr>
          <w:ilvl w:val="0"/>
          <w:numId w:val="38"/>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D67AEB">
      <w:pPr>
        <w:pStyle w:val="Luettelokappale"/>
        <w:numPr>
          <w:ilvl w:val="0"/>
          <w:numId w:val="38"/>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D67AEB">
      <w:pPr>
        <w:pStyle w:val="Luettelokappale"/>
        <w:numPr>
          <w:ilvl w:val="0"/>
          <w:numId w:val="38"/>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D67AEB">
      <w:pPr>
        <w:pStyle w:val="Luettelokappale"/>
        <w:numPr>
          <w:ilvl w:val="0"/>
          <w:numId w:val="38"/>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D67AEB">
      <w:pPr>
        <w:pStyle w:val="Luettelokappale"/>
        <w:numPr>
          <w:ilvl w:val="0"/>
          <w:numId w:val="38"/>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D67AEB">
      <w:pPr>
        <w:pStyle w:val="Leipteksti"/>
        <w:numPr>
          <w:ilvl w:val="0"/>
          <w:numId w:val="38"/>
        </w:numPr>
        <w:spacing w:after="0"/>
      </w:pPr>
      <w:r>
        <w:t>31.12.2022 asti: Haku yhteisestä potilastietorekisteristä</w:t>
      </w:r>
    </w:p>
    <w:p w14:paraId="78EA018D" w14:textId="69C9CA46" w:rsidR="0090757A" w:rsidRDefault="0090757A" w:rsidP="00D67AEB">
      <w:pPr>
        <w:pStyle w:val="Leipteksti"/>
        <w:numPr>
          <w:ilvl w:val="0"/>
          <w:numId w:val="38"/>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40" w:name="_Toc256000089"/>
      <w:bookmarkStart w:id="41" w:name="_Toc37062081"/>
      <w:bookmarkStart w:id="42" w:name="_Toc162975776"/>
      <w:r>
        <w:lastRenderedPageBreak/>
        <w:t>Hae asiakirjoja ostopalvelutilanteessa</w:t>
      </w:r>
      <w:bookmarkEnd w:id="40"/>
      <w:bookmarkEnd w:id="41"/>
      <w:bookmarkEnd w:id="42"/>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D67AEB">
      <w:pPr>
        <w:pStyle w:val="Luettelokappale"/>
        <w:numPr>
          <w:ilvl w:val="0"/>
          <w:numId w:val="38"/>
        </w:numPr>
      </w:pPr>
      <w:r>
        <w:t>Haetaan yhden potilaan tiedot: Ostopalvelutilanteessa asiakirjoja voidaan hakea henkilötunnuksella, tilapäisen yksilöintitunnuksen käyttö ei ole sallittu</w:t>
      </w:r>
    </w:p>
    <w:p w14:paraId="4E68CC60" w14:textId="541D4761" w:rsidR="005A102F" w:rsidRDefault="005A102F" w:rsidP="00D67AEB">
      <w:pPr>
        <w:pStyle w:val="Luettelokappale"/>
        <w:numPr>
          <w:ilvl w:val="0"/>
          <w:numId w:val="38"/>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D67AEB">
      <w:pPr>
        <w:pStyle w:val="Luettelokappale"/>
        <w:numPr>
          <w:ilvl w:val="0"/>
          <w:numId w:val="38"/>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D67AEB">
      <w:pPr>
        <w:pStyle w:val="Luettelokappale"/>
        <w:numPr>
          <w:ilvl w:val="0"/>
          <w:numId w:val="38"/>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D67AEB">
      <w:pPr>
        <w:pStyle w:val="Luettelokappale"/>
        <w:numPr>
          <w:ilvl w:val="0"/>
          <w:numId w:val="38"/>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D67AEB">
      <w:pPr>
        <w:pStyle w:val="Luettelokappale"/>
        <w:numPr>
          <w:ilvl w:val="0"/>
          <w:numId w:val="38"/>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D67AEB">
      <w:pPr>
        <w:pStyle w:val="Luettelokappale"/>
        <w:numPr>
          <w:ilvl w:val="0"/>
          <w:numId w:val="38"/>
        </w:numPr>
      </w:pPr>
      <w:r>
        <w:t>Palvelutapahtuma johon tietoja haetaan, on järjestäjän rekisterissä (ostopalvelun valtuutuksessa yksilöity rekisteri)</w:t>
      </w:r>
    </w:p>
    <w:p w14:paraId="14D25AB7" w14:textId="33D40A49" w:rsidR="005A102F" w:rsidRDefault="005A102F" w:rsidP="00D67AEB">
      <w:pPr>
        <w:pStyle w:val="Luettelokappale"/>
        <w:numPr>
          <w:ilvl w:val="0"/>
          <w:numId w:val="38"/>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D67AEB">
      <w:pPr>
        <w:pStyle w:val="Luettelokappale"/>
        <w:numPr>
          <w:ilvl w:val="0"/>
          <w:numId w:val="38"/>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D67AEB">
      <w:pPr>
        <w:pStyle w:val="Luettelokappale"/>
        <w:numPr>
          <w:ilvl w:val="0"/>
          <w:numId w:val="38"/>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D67AEB">
      <w:pPr>
        <w:pStyle w:val="Luettelokappale"/>
        <w:numPr>
          <w:ilvl w:val="0"/>
          <w:numId w:val="38"/>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D67AEB">
      <w:pPr>
        <w:pStyle w:val="Luettelokappale"/>
        <w:numPr>
          <w:ilvl w:val="0"/>
          <w:numId w:val="38"/>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43" w:name="_Toc256000097"/>
      <w:bookmarkStart w:id="44" w:name="_Toc37062089"/>
      <w:r>
        <w:br w:type="page"/>
      </w:r>
    </w:p>
    <w:p w14:paraId="35666A4A" w14:textId="1ED97295" w:rsidR="009F703C" w:rsidRDefault="005A102F" w:rsidP="005A102F">
      <w:pPr>
        <w:pStyle w:val="Otsikko1"/>
        <w:spacing w:before="220"/>
      </w:pPr>
      <w:bookmarkStart w:id="45" w:name="_Toc162975777"/>
      <w:r>
        <w:lastRenderedPageBreak/>
        <w:t xml:space="preserve">Hae </w:t>
      </w:r>
      <w:r w:rsidR="00AC710C">
        <w:t>Tahdonilmaisupalvelu</w:t>
      </w:r>
      <w:r>
        <w:t>n asiakirjoja</w:t>
      </w:r>
      <w:bookmarkEnd w:id="43"/>
      <w:bookmarkEnd w:id="44"/>
      <w:bookmarkEnd w:id="45"/>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174C7EAA"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Potilastiedon </w:t>
      </w:r>
      <w:r w:rsidR="005A102F">
        <w:t>arkiston kieltoasiakirja</w:t>
      </w:r>
      <w:r w:rsidR="008060A5">
        <w:t xml:space="preserve"> (KIE)</w:t>
      </w:r>
      <w:r w:rsidR="00FD26B2">
        <w:t xml:space="preserve"> [LT2]</w:t>
      </w:r>
      <w:r w:rsidR="005A102F">
        <w:t>, lääkemääräyksen kieltoasiakirja</w:t>
      </w:r>
      <w:r w:rsidR="008060A5">
        <w:t xml:space="preserve"> (RKIE)</w:t>
      </w:r>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19A6083"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Potilastiedon </w:t>
      </w:r>
      <w:r w:rsidR="005A102F">
        <w:t>arkiston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77B60F8E"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r w:rsidR="00F66D4A">
        <w:t xml:space="preserve"> tai huoltajalle tulostamista varten </w:t>
      </w:r>
      <w:r w:rsidR="00F66D4A" w:rsidRPr="005A771A">
        <w:t>Potilastiedon arkistoon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D67AEB">
      <w:pPr>
        <w:pStyle w:val="Luettelokappale"/>
        <w:numPr>
          <w:ilvl w:val="0"/>
          <w:numId w:val="38"/>
        </w:numPr>
      </w:pPr>
      <w:r>
        <w:lastRenderedPageBreak/>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D67AEB">
      <w:pPr>
        <w:pStyle w:val="Luettelokappale"/>
        <w:numPr>
          <w:ilvl w:val="0"/>
          <w:numId w:val="38"/>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D67AEB">
      <w:pPr>
        <w:pStyle w:val="Luettelokappale"/>
        <w:numPr>
          <w:ilvl w:val="0"/>
          <w:numId w:val="38"/>
        </w:numPr>
      </w:pPr>
      <w:r>
        <w:t>MR-sanoma: RCMR_IN100031FI01</w:t>
      </w:r>
    </w:p>
    <w:p w14:paraId="161CBEBF" w14:textId="62C25833" w:rsidR="005A102F" w:rsidRDefault="005A102F" w:rsidP="00D67AEB">
      <w:pPr>
        <w:pStyle w:val="Luettelokappale"/>
        <w:numPr>
          <w:ilvl w:val="0"/>
          <w:numId w:val="38"/>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CA404EA"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D67AEB">
      <w:pPr>
        <w:pStyle w:val="Luettelokappale"/>
        <w:numPr>
          <w:ilvl w:val="0"/>
          <w:numId w:val="38"/>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D67AEB">
      <w:pPr>
        <w:pStyle w:val="Luettelokappale"/>
        <w:numPr>
          <w:ilvl w:val="0"/>
          <w:numId w:val="38"/>
        </w:numPr>
      </w:pPr>
      <w:r>
        <w:t xml:space="preserve">Lisäksi tilanteessa G (Tahdonilmaisujen haku tulostamista varten): Palautettavan asiakirjan tiedostomuoto: Tiedostomuoto PDF (7). Pakollinen tilanteessa G, Sallittu tilanteessa F, ei sallittu tilanteissa A - E.  </w:t>
      </w:r>
    </w:p>
    <w:p w14:paraId="74D9C78E" w14:textId="7BCF7154" w:rsidR="005A102F" w:rsidRDefault="005A102F" w:rsidP="00D67AEB">
      <w:pPr>
        <w:pStyle w:val="Luettelokappale"/>
        <w:numPr>
          <w:ilvl w:val="0"/>
          <w:numId w:val="38"/>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D67AEB">
      <w:pPr>
        <w:pStyle w:val="Luettelokappale"/>
        <w:numPr>
          <w:ilvl w:val="0"/>
          <w:numId w:val="38"/>
        </w:numPr>
      </w:pPr>
      <w:r>
        <w:t>Pelkkien kuvailutietojen haku ei ole mahdollinen</w:t>
      </w:r>
    </w:p>
    <w:p w14:paraId="08C43297" w14:textId="464AC689" w:rsidR="005A102F" w:rsidRDefault="005A102F" w:rsidP="00D67AEB">
      <w:pPr>
        <w:pStyle w:val="Luettelokappale"/>
        <w:numPr>
          <w:ilvl w:val="0"/>
          <w:numId w:val="38"/>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D67AEB">
      <w:pPr>
        <w:pStyle w:val="Luettelokappale"/>
        <w:numPr>
          <w:ilvl w:val="0"/>
          <w:numId w:val="38"/>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D67AEB">
      <w:pPr>
        <w:pStyle w:val="Luettelokappale"/>
        <w:numPr>
          <w:ilvl w:val="0"/>
          <w:numId w:val="38"/>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D67AEB">
      <w:pPr>
        <w:pStyle w:val="Luettelokappale"/>
        <w:numPr>
          <w:ilvl w:val="0"/>
          <w:numId w:val="38"/>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D67AEB">
      <w:pPr>
        <w:pStyle w:val="Luettelokappale"/>
        <w:numPr>
          <w:ilvl w:val="0"/>
          <w:numId w:val="38"/>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761457D"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072A02CD"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0C411C28" w:rsidR="00FD26B2" w:rsidRDefault="00FD26B2" w:rsidP="00FD26B2">
      <w:pPr>
        <w:pStyle w:val="Leipteksti"/>
        <w:spacing w:after="0"/>
      </w:pPr>
      <w:r>
        <w:t xml:space="preserve">LT2 </w:t>
      </w:r>
      <w:r w:rsidRPr="000A67ED">
        <w:t>Potilastiedon arkiston luovutuskielto ja luovutuskiellon peruutus (</w:t>
      </w:r>
      <w:r>
        <w:t xml:space="preserve">näkymälyhenne </w:t>
      </w:r>
      <w:r w:rsidRPr="000A67ED">
        <w:t>KIE</w:t>
      </w:r>
      <w:r>
        <w:t>, näkymätunnus 331</w:t>
      </w:r>
      <w:r w:rsidRPr="000A67ED">
        <w:t>)</w:t>
      </w:r>
    </w:p>
    <w:p w14:paraId="248CDC95" w14:textId="6CAC9C7A" w:rsidR="00FD26B2" w:rsidRDefault="00FD26B2" w:rsidP="00FD26B2">
      <w:pPr>
        <w:pStyle w:val="Leipteksti"/>
      </w:pPr>
      <w:r>
        <w:t xml:space="preserve">Lomakkeen </w:t>
      </w:r>
      <w:r w:rsidRPr="000A67ED">
        <w:t xml:space="preserve">Potilastiedon arkiston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78BA45DD" w:rsidR="00560F58" w:rsidRDefault="00203DE0" w:rsidP="002A2553">
      <w:pPr>
        <w:pStyle w:val="Leipteksti"/>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1D462D2" w14:textId="217A4AF6" w:rsidR="005A102F" w:rsidRPr="005A102F" w:rsidRDefault="00076B9B" w:rsidP="00DB6F44">
      <w:pPr>
        <w:pStyle w:val="Leipteksti"/>
      </w:pPr>
      <w:r>
        <w:br w:type="page"/>
      </w:r>
    </w:p>
    <w:p w14:paraId="03EB94B0" w14:textId="04BC149B" w:rsidR="009F703C" w:rsidRDefault="005A102F" w:rsidP="005A102F">
      <w:pPr>
        <w:pStyle w:val="Otsikko1"/>
      </w:pPr>
      <w:bookmarkStart w:id="46" w:name="_Toc162975778"/>
      <w:r w:rsidRPr="005A102F">
        <w:lastRenderedPageBreak/>
        <w:t>Hae arkistoasiakirjoja</w:t>
      </w:r>
      <w:bookmarkEnd w:id="46"/>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D67AEB">
      <w:pPr>
        <w:pStyle w:val="Luettelokappale"/>
        <w:numPr>
          <w:ilvl w:val="0"/>
          <w:numId w:val="38"/>
        </w:numPr>
      </w:pPr>
      <w:r>
        <w:t>Tiedot haetaan arkistoasiakirjat-rekistereistä</w:t>
      </w:r>
    </w:p>
    <w:p w14:paraId="7BC4D3CD" w14:textId="19B3CBA4" w:rsidR="00A309D9" w:rsidRDefault="00A309D9" w:rsidP="00D67AEB">
      <w:pPr>
        <w:pStyle w:val="Luettelokappale"/>
        <w:numPr>
          <w:ilvl w:val="0"/>
          <w:numId w:val="38"/>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D67AEB">
      <w:pPr>
        <w:pStyle w:val="Luettelokappale"/>
        <w:numPr>
          <w:ilvl w:val="0"/>
          <w:numId w:val="38"/>
        </w:numPr>
      </w:pPr>
      <w:r>
        <w:t xml:space="preserve">Ostopalvelun järjestäjän tekemässä haussa (hakutilanteet C, D ja G) </w:t>
      </w:r>
    </w:p>
    <w:p w14:paraId="5F649BB7" w14:textId="77777777" w:rsidR="00A309D9" w:rsidRDefault="00A309D9" w:rsidP="00D67AEB">
      <w:pPr>
        <w:pStyle w:val="Luettelokappale"/>
        <w:numPr>
          <w:ilvl w:val="0"/>
          <w:numId w:val="38"/>
        </w:numPr>
      </w:pPr>
      <w:r>
        <w:t xml:space="preserve">Potilastiedon arkisto rajaa haun järjestäjän omaan arkistoasiakirjat-rekisteriin. Hauissa käytetään palvelupyyntöä PP38. </w:t>
      </w:r>
    </w:p>
    <w:p w14:paraId="31B6B6AA" w14:textId="45436DBB" w:rsidR="00A309D9" w:rsidRDefault="00A309D9" w:rsidP="00D67AEB">
      <w:pPr>
        <w:pStyle w:val="Luettelokappale"/>
        <w:numPr>
          <w:ilvl w:val="0"/>
          <w:numId w:val="38"/>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D67AEB">
      <w:pPr>
        <w:pStyle w:val="Luettelokappale"/>
        <w:numPr>
          <w:ilvl w:val="0"/>
          <w:numId w:val="38"/>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D67AEB">
      <w:pPr>
        <w:pStyle w:val="Luettelokappale"/>
        <w:numPr>
          <w:ilvl w:val="0"/>
          <w:numId w:val="38"/>
        </w:numPr>
      </w:pPr>
      <w:r>
        <w:t xml:space="preserve">Luovutustenhallinnan </w:t>
      </w:r>
      <w:r w:rsidR="00A309D9">
        <w:t>tiedot tai potilaan tekemät luovutuskiellot eivät vaikuta haun tulokseen.</w:t>
      </w:r>
    </w:p>
    <w:p w14:paraId="228AB749" w14:textId="65068DAB" w:rsidR="00A309D9" w:rsidRDefault="00A309D9" w:rsidP="00D67AEB">
      <w:pPr>
        <w:pStyle w:val="Luettelokappale"/>
        <w:numPr>
          <w:ilvl w:val="0"/>
          <w:numId w:val="38"/>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D67AEB">
      <w:pPr>
        <w:pStyle w:val="Luettelokappale"/>
        <w:numPr>
          <w:ilvl w:val="0"/>
          <w:numId w:val="38"/>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D67AEB">
      <w:pPr>
        <w:pStyle w:val="Luettelokappale"/>
        <w:numPr>
          <w:ilvl w:val="0"/>
          <w:numId w:val="38"/>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D67AEB">
      <w:pPr>
        <w:pStyle w:val="Luettelokappale"/>
        <w:numPr>
          <w:ilvl w:val="0"/>
          <w:numId w:val="38"/>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D67AEB">
      <w:pPr>
        <w:pStyle w:val="Luettelokappale"/>
        <w:numPr>
          <w:ilvl w:val="0"/>
          <w:numId w:val="38"/>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D67AEB">
      <w:pPr>
        <w:pStyle w:val="Luettelokappale"/>
        <w:numPr>
          <w:ilvl w:val="0"/>
          <w:numId w:val="38"/>
        </w:numPr>
      </w:pPr>
      <w:r>
        <w:lastRenderedPageBreak/>
        <w:t>Haun tekemiseen ei tarvita hoitosuhteen todentavaa palvelutapahtumaa</w:t>
      </w:r>
    </w:p>
    <w:p w14:paraId="332D28E7" w14:textId="5BBC5EB6" w:rsidR="00A309D9" w:rsidRDefault="00A309D9" w:rsidP="00D67AEB">
      <w:pPr>
        <w:pStyle w:val="Luettelokappale"/>
        <w:numPr>
          <w:ilvl w:val="0"/>
          <w:numId w:val="38"/>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D67AEB">
      <w:pPr>
        <w:pStyle w:val="Luettelokappale"/>
        <w:numPr>
          <w:ilvl w:val="0"/>
          <w:numId w:val="38"/>
        </w:numPr>
      </w:pPr>
      <w:r>
        <w:t>Haku palauttaa tiedot asiakirjatasolla tai metatietotasolla</w:t>
      </w:r>
    </w:p>
    <w:p w14:paraId="7B9FAF9A" w14:textId="37E93DF9" w:rsidR="00A309D9" w:rsidRDefault="00A309D9" w:rsidP="00D67AEB">
      <w:pPr>
        <w:pStyle w:val="Luettelokappale"/>
        <w:numPr>
          <w:ilvl w:val="0"/>
          <w:numId w:val="38"/>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D67AEB">
      <w:pPr>
        <w:pStyle w:val="Luettelokappale"/>
        <w:numPr>
          <w:ilvl w:val="0"/>
          <w:numId w:val="38"/>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D67AEB">
      <w:pPr>
        <w:pStyle w:val="Luettelokappale"/>
        <w:numPr>
          <w:ilvl w:val="0"/>
          <w:numId w:val="38"/>
        </w:numPr>
      </w:pPr>
      <w:r>
        <w:t>asiakirjan id (valinnainen)</w:t>
      </w:r>
    </w:p>
    <w:p w14:paraId="38088A52" w14:textId="6E579AAD" w:rsidR="00A309D9" w:rsidRDefault="00A309D9" w:rsidP="00D67AEB">
      <w:pPr>
        <w:pStyle w:val="Luettelokappale"/>
        <w:numPr>
          <w:ilvl w:val="0"/>
          <w:numId w:val="38"/>
        </w:numPr>
      </w:pPr>
      <w:r>
        <w:t xml:space="preserve">asiakirjan </w:t>
      </w:r>
      <w:proofErr w:type="spellStart"/>
      <w:r>
        <w:t>setId</w:t>
      </w:r>
      <w:proofErr w:type="spellEnd"/>
      <w:r>
        <w:t xml:space="preserve"> (valinnainen)</w:t>
      </w:r>
    </w:p>
    <w:p w14:paraId="3AAF4EEC" w14:textId="493BBE71" w:rsidR="00A309D9" w:rsidRDefault="00A309D9" w:rsidP="00D67AEB">
      <w:pPr>
        <w:pStyle w:val="Luettelokappale"/>
        <w:numPr>
          <w:ilvl w:val="0"/>
          <w:numId w:val="38"/>
        </w:numPr>
      </w:pPr>
      <w:r>
        <w:t>luontiaika (valinnainen)</w:t>
      </w:r>
    </w:p>
    <w:p w14:paraId="72738A20" w14:textId="4ABD8902" w:rsidR="00A309D9" w:rsidRDefault="00A309D9" w:rsidP="00D67AEB">
      <w:pPr>
        <w:pStyle w:val="Luettelokappale"/>
        <w:numPr>
          <w:ilvl w:val="0"/>
          <w:numId w:val="38"/>
        </w:numPr>
      </w:pPr>
      <w:r>
        <w:t xml:space="preserve">merkinnän tekijä (poistettu käytöstä) </w:t>
      </w:r>
    </w:p>
    <w:p w14:paraId="5586D806" w14:textId="0E255776" w:rsidR="00A309D9" w:rsidRDefault="00A309D9" w:rsidP="00D67AEB">
      <w:pPr>
        <w:pStyle w:val="Luettelokappale"/>
        <w:numPr>
          <w:ilvl w:val="0"/>
          <w:numId w:val="38"/>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D67AEB">
      <w:pPr>
        <w:pStyle w:val="Luettelokappale"/>
        <w:numPr>
          <w:ilvl w:val="0"/>
          <w:numId w:val="38"/>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D67AEB">
      <w:pPr>
        <w:pStyle w:val="Luettelokappale"/>
        <w:numPr>
          <w:ilvl w:val="0"/>
          <w:numId w:val="38"/>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D67AEB">
      <w:pPr>
        <w:pStyle w:val="Luettelokappale"/>
        <w:numPr>
          <w:ilvl w:val="0"/>
          <w:numId w:val="38"/>
        </w:numPr>
      </w:pPr>
      <w:r>
        <w:t xml:space="preserve">potilaan henkilötunnus </w:t>
      </w:r>
      <w:proofErr w:type="spellStart"/>
      <w:r>
        <w:t>nullflavor</w:t>
      </w:r>
      <w:proofErr w:type="spellEnd"/>
      <w:r>
        <w:t>=NA</w:t>
      </w:r>
    </w:p>
    <w:p w14:paraId="143DF752" w14:textId="274C6DEA" w:rsidR="00A309D9" w:rsidRDefault="00A309D9" w:rsidP="00D67AEB">
      <w:pPr>
        <w:pStyle w:val="Luettelokappale"/>
        <w:numPr>
          <w:ilvl w:val="0"/>
          <w:numId w:val="38"/>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D67AEB">
      <w:pPr>
        <w:pStyle w:val="Luettelokappale"/>
        <w:numPr>
          <w:ilvl w:val="0"/>
          <w:numId w:val="38"/>
        </w:numPr>
      </w:pPr>
      <w:r>
        <w:t xml:space="preserve">potilaan henkilötunnus </w:t>
      </w:r>
      <w:proofErr w:type="spellStart"/>
      <w:r>
        <w:t>nullflavor</w:t>
      </w:r>
      <w:proofErr w:type="spellEnd"/>
      <w:r>
        <w:t>=NA</w:t>
      </w:r>
    </w:p>
    <w:p w14:paraId="47B9C933" w14:textId="4D722857" w:rsidR="00A309D9" w:rsidRDefault="00A309D9" w:rsidP="00D67AEB">
      <w:pPr>
        <w:pStyle w:val="Luettelokappale"/>
        <w:numPr>
          <w:ilvl w:val="0"/>
          <w:numId w:val="38"/>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D67AEB">
      <w:pPr>
        <w:pStyle w:val="Luettelokappale"/>
        <w:numPr>
          <w:ilvl w:val="0"/>
          <w:numId w:val="38"/>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lastRenderedPageBreak/>
        <w:t>Hakuparametrit</w:t>
      </w:r>
    </w:p>
    <w:p w14:paraId="5B1B3C66" w14:textId="59C5EE83" w:rsidR="00A309D9" w:rsidRDefault="00A309D9" w:rsidP="00D67AEB">
      <w:pPr>
        <w:pStyle w:val="Luettelokappale"/>
        <w:numPr>
          <w:ilvl w:val="0"/>
          <w:numId w:val="38"/>
        </w:numPr>
      </w:pPr>
      <w:r>
        <w:t xml:space="preserve">potilaan henkilötunnus </w:t>
      </w:r>
    </w:p>
    <w:p w14:paraId="5E148EDD" w14:textId="3EE90992" w:rsidR="00A309D9" w:rsidRPr="00A309D9" w:rsidRDefault="00A309D9" w:rsidP="00A309D9">
      <w:pPr>
        <w:pStyle w:val="Leipteksti"/>
      </w:pPr>
      <w:r>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D67AEB">
      <w:pPr>
        <w:pStyle w:val="Luettelokappale"/>
        <w:numPr>
          <w:ilvl w:val="0"/>
          <w:numId w:val="38"/>
        </w:numPr>
      </w:pPr>
      <w:r>
        <w:t>luontiaika (valinnainen)</w:t>
      </w:r>
    </w:p>
    <w:p w14:paraId="51816B6A" w14:textId="3B820506" w:rsidR="00447EB6" w:rsidRDefault="00447EB6" w:rsidP="00D67AEB">
      <w:pPr>
        <w:pStyle w:val="Luettelokappale"/>
        <w:numPr>
          <w:ilvl w:val="0"/>
          <w:numId w:val="38"/>
        </w:numPr>
      </w:pPr>
      <w:r>
        <w:t>merkinnän tekijä (poistettu käytöstä)</w:t>
      </w:r>
    </w:p>
    <w:p w14:paraId="6D0295CD" w14:textId="451A280F" w:rsidR="00447EB6" w:rsidRDefault="00447EB6" w:rsidP="00D67AEB">
      <w:pPr>
        <w:pStyle w:val="Luettelokappale"/>
        <w:numPr>
          <w:ilvl w:val="0"/>
          <w:numId w:val="38"/>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D67AEB">
      <w:pPr>
        <w:pStyle w:val="Luettelokappale"/>
        <w:numPr>
          <w:ilvl w:val="0"/>
          <w:numId w:val="38"/>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D67AEB">
      <w:pPr>
        <w:pStyle w:val="Luettelokappale"/>
        <w:numPr>
          <w:ilvl w:val="0"/>
          <w:numId w:val="38"/>
        </w:numPr>
      </w:pPr>
      <w:r>
        <w:lastRenderedPageBreak/>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D67AEB">
      <w:pPr>
        <w:pStyle w:val="Luettelokappale"/>
        <w:numPr>
          <w:ilvl w:val="0"/>
          <w:numId w:val="38"/>
        </w:numPr>
      </w:pPr>
      <w:r>
        <w:t xml:space="preserve">potilaan henkilötunnus annettu (pakollinen, koska palveluntuottaja </w:t>
      </w:r>
      <w:proofErr w:type="spellStart"/>
      <w:r>
        <w:t>nullFlavor</w:t>
      </w:r>
      <w:proofErr w:type="spellEnd"/>
      <w:r>
        <w:t>=NA)</w:t>
      </w:r>
    </w:p>
    <w:p w14:paraId="1F5FC5B7" w14:textId="3A232C26" w:rsidR="00447EB6" w:rsidRDefault="00447EB6" w:rsidP="00D67AEB">
      <w:pPr>
        <w:pStyle w:val="Luettelokappale"/>
        <w:numPr>
          <w:ilvl w:val="0"/>
          <w:numId w:val="38"/>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D67AEB">
      <w:pPr>
        <w:pStyle w:val="Luettelokappale"/>
        <w:numPr>
          <w:ilvl w:val="0"/>
          <w:numId w:val="38"/>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lastRenderedPageBreak/>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D67AEB">
      <w:pPr>
        <w:pStyle w:val="Luettelokappale"/>
        <w:numPr>
          <w:ilvl w:val="0"/>
          <w:numId w:val="38"/>
        </w:numPr>
      </w:pPr>
      <w:r>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D67AEB">
      <w:pPr>
        <w:pStyle w:val="Luettelokappale"/>
        <w:numPr>
          <w:ilvl w:val="0"/>
          <w:numId w:val="38"/>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D67AEB">
      <w:pPr>
        <w:pStyle w:val="Luettelokappale"/>
        <w:numPr>
          <w:ilvl w:val="0"/>
          <w:numId w:val="38"/>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D67AEB">
      <w:pPr>
        <w:pStyle w:val="Luettelokappale"/>
        <w:numPr>
          <w:ilvl w:val="0"/>
          <w:numId w:val="38"/>
        </w:numPr>
      </w:pPr>
      <w:r>
        <w:t xml:space="preserve">palveluntuottaja (parametri tarkoittaa tässä tapauksessa järjestäjää) </w:t>
      </w:r>
    </w:p>
    <w:p w14:paraId="4D26D75A" w14:textId="280FC9C9" w:rsidR="00447EB6" w:rsidRDefault="00447EB6" w:rsidP="00D67AEB">
      <w:pPr>
        <w:pStyle w:val="Luettelokappale"/>
        <w:numPr>
          <w:ilvl w:val="0"/>
          <w:numId w:val="38"/>
        </w:numPr>
      </w:pPr>
      <w:r>
        <w:t xml:space="preserve">palveluntuottaja </w:t>
      </w:r>
      <w:proofErr w:type="spellStart"/>
      <w:r>
        <w:t>nullFlavor</w:t>
      </w:r>
      <w:proofErr w:type="spellEnd"/>
      <w:r>
        <w:t>=NA ei sallittu, kun palveluntuottaja-parametri annettu</w:t>
      </w:r>
    </w:p>
    <w:p w14:paraId="6620871D" w14:textId="24F3108B" w:rsidR="00447EB6" w:rsidRDefault="00447EB6" w:rsidP="00D67AEB">
      <w:pPr>
        <w:pStyle w:val="Luettelokappale"/>
        <w:numPr>
          <w:ilvl w:val="0"/>
          <w:numId w:val="38"/>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lastRenderedPageBreak/>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D67AEB">
      <w:pPr>
        <w:pStyle w:val="Luettelokappale"/>
        <w:numPr>
          <w:ilvl w:val="0"/>
          <w:numId w:val="38"/>
        </w:numPr>
      </w:pPr>
      <w:r>
        <w:t xml:space="preserve">potilaan henkilötunnusta ei annettu </w:t>
      </w:r>
    </w:p>
    <w:p w14:paraId="3F36BC10" w14:textId="38AE9426" w:rsidR="00447EB6" w:rsidRPr="00447EB6" w:rsidRDefault="00447EB6" w:rsidP="00447EB6">
      <w:pPr>
        <w:pStyle w:val="Leipteksti"/>
      </w:pPr>
      <w:r>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47" w:name="_Toc162975779"/>
      <w:r w:rsidRPr="00B43280">
        <w:lastRenderedPageBreak/>
        <w:t>Hae keskeisiä tietoja (PPC)</w:t>
      </w:r>
      <w:bookmarkEnd w:id="47"/>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72BB80BE"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luovutuslupa Potilastiedon arkiston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D67AEB">
      <w:pPr>
        <w:pStyle w:val="Luettelokappale"/>
        <w:numPr>
          <w:ilvl w:val="0"/>
          <w:numId w:val="38"/>
        </w:numPr>
      </w:pPr>
      <w:r>
        <w:t>Haetaan yhden potilaan tiedot: Tiedonhallintapalvelun tietoja voidaan hakea henkilötunnuksella, tilapäisen yksilöintitunnuksen käyttö ei ole sallittu</w:t>
      </w:r>
    </w:p>
    <w:p w14:paraId="53BAB765" w14:textId="1D8EFCB7" w:rsidR="00545194" w:rsidRDefault="00545194" w:rsidP="00D67AEB">
      <w:pPr>
        <w:pStyle w:val="Luettelokappale"/>
        <w:numPr>
          <w:ilvl w:val="0"/>
          <w:numId w:val="38"/>
        </w:numPr>
      </w:pPr>
      <w:r>
        <w:t>Haetaan tiedot käyttötilanteesta riippuen Potilastiedon arkistosta tai Tiedonhallintapalvelun koostekannasta</w:t>
      </w:r>
    </w:p>
    <w:p w14:paraId="3D1A8AB6" w14:textId="1F9E083E" w:rsidR="00545194" w:rsidRDefault="00545194" w:rsidP="00D67AEB">
      <w:pPr>
        <w:pStyle w:val="Luettelokappale"/>
        <w:numPr>
          <w:ilvl w:val="0"/>
          <w:numId w:val="38"/>
        </w:numPr>
      </w:pPr>
      <w:r>
        <w:t xml:space="preserve">Jos potilas ei ole </w:t>
      </w:r>
      <w:r w:rsidR="0076194A">
        <w:t>antanut luovutuslupaa</w:t>
      </w:r>
      <w:r>
        <w:t xml:space="preserve"> eikä kyseessä ole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D67AEB">
      <w:pPr>
        <w:pStyle w:val="Luettelokappale"/>
        <w:numPr>
          <w:ilvl w:val="0"/>
          <w:numId w:val="38"/>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D67AEB">
      <w:pPr>
        <w:pStyle w:val="Luettelokappale"/>
        <w:numPr>
          <w:ilvl w:val="0"/>
          <w:numId w:val="38"/>
        </w:numPr>
      </w:pPr>
      <w:r>
        <w:t>Yksilöidyssä ostopalvelun valtuutuksessa on valtuutettu se rekisteri, johon palvelutapahtuma on arkistoitu, sille tuottajalle joka hakua on tekemässä.</w:t>
      </w:r>
    </w:p>
    <w:p w14:paraId="57AD329A" w14:textId="30B036ED" w:rsidR="00F56839" w:rsidRDefault="00F56839" w:rsidP="00D67AEB">
      <w:pPr>
        <w:pStyle w:val="Luettelokappale"/>
        <w:numPr>
          <w:ilvl w:val="0"/>
          <w:numId w:val="38"/>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D67AEB">
      <w:pPr>
        <w:pStyle w:val="Luettelokappale"/>
        <w:numPr>
          <w:ilvl w:val="0"/>
          <w:numId w:val="38"/>
        </w:numPr>
      </w:pPr>
      <w:r>
        <w:t xml:space="preserve">MR-sanoma on RCMR_IN100031FI </w:t>
      </w:r>
    </w:p>
    <w:p w14:paraId="58AFA9AC" w14:textId="526360AE" w:rsidR="00F56839" w:rsidRDefault="00F56839" w:rsidP="00D67AEB">
      <w:pPr>
        <w:pStyle w:val="Luettelokappale"/>
        <w:numPr>
          <w:ilvl w:val="0"/>
          <w:numId w:val="38"/>
        </w:numPr>
      </w:pPr>
      <w:r>
        <w:t>Palvelupyyntö on PPC [LK3]</w:t>
      </w:r>
    </w:p>
    <w:p w14:paraId="660D05D9" w14:textId="4181A1DA" w:rsidR="00F56839" w:rsidRDefault="00F56839" w:rsidP="00D67AEB">
      <w:pPr>
        <w:pStyle w:val="Luettelokappale"/>
        <w:numPr>
          <w:ilvl w:val="0"/>
          <w:numId w:val="38"/>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D67AEB">
      <w:pPr>
        <w:pStyle w:val="Luettelokappale"/>
        <w:numPr>
          <w:ilvl w:val="0"/>
          <w:numId w:val="38"/>
        </w:numPr>
      </w:pPr>
      <w:r>
        <w:t xml:space="preserve">Kattavuus: Haetaan aina viimeisimmät versiot (1)  </w:t>
      </w:r>
    </w:p>
    <w:p w14:paraId="5F165FA4" w14:textId="7FF0B9A5" w:rsidR="00F56839" w:rsidRDefault="00F56839" w:rsidP="00D67AEB">
      <w:pPr>
        <w:pStyle w:val="Luettelokappale"/>
        <w:numPr>
          <w:ilvl w:val="0"/>
          <w:numId w:val="38"/>
        </w:numPr>
      </w:pPr>
      <w:r>
        <w:t>Haku palauttaa tiedot asiakirjatasolla, hakua ei ole mahdollista kohdistaa metatietotasolla</w:t>
      </w:r>
    </w:p>
    <w:p w14:paraId="785FF00A" w14:textId="451932C3" w:rsidR="00F56839" w:rsidRDefault="00F56839" w:rsidP="00D67AEB">
      <w:pPr>
        <w:pStyle w:val="Luettelokappale"/>
        <w:numPr>
          <w:ilvl w:val="0"/>
          <w:numId w:val="38"/>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halutaan palautettavaksi yhdellä sivulla. Mikäli sivukooksi annetaan Arkistossa määriteltyä sivun ylärajaa suurempi arvo, Arkisto 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D67AEB">
      <w:pPr>
        <w:pStyle w:val="Luettelokappale"/>
        <w:numPr>
          <w:ilvl w:val="0"/>
          <w:numId w:val="38"/>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D67AEB">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D67AEB">
      <w:pPr>
        <w:pStyle w:val="Luettelokappale"/>
        <w:numPr>
          <w:ilvl w:val="0"/>
          <w:numId w:val="38"/>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rsidP="00D67AEB">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D67AEB">
      <w:pPr>
        <w:pStyle w:val="Luettelokappale"/>
        <w:numPr>
          <w:ilvl w:val="0"/>
          <w:numId w:val="38"/>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D67AEB">
      <w:pPr>
        <w:pStyle w:val="Luettelokappale"/>
        <w:numPr>
          <w:ilvl w:val="0"/>
          <w:numId w:val="38"/>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lastRenderedPageBreak/>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48" w:name="_Toc162975780"/>
      <w:r w:rsidRPr="00190381">
        <w:t>Hae keskeisiä terveystietoja</w:t>
      </w:r>
      <w:bookmarkEnd w:id="48"/>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1C765736" w:rsidR="00374128" w:rsidRDefault="00374128" w:rsidP="00D54165">
      <w:pPr>
        <w:pStyle w:val="Leipteksti"/>
        <w:numPr>
          <w:ilvl w:val="0"/>
          <w:numId w:val="24"/>
        </w:numPr>
        <w:spacing w:after="0"/>
      </w:pPr>
      <w:r>
        <w:lastRenderedPageBreak/>
        <w:t xml:space="preserve">Keskeisten tietojen haku </w:t>
      </w:r>
      <w:r w:rsidR="00197E20">
        <w:t>rekisteri</w:t>
      </w:r>
      <w:r>
        <w:t>tasoisessa</w:t>
      </w:r>
      <w:r w:rsidR="00FD49ED">
        <w:t xml:space="preserve"> </w:t>
      </w:r>
      <w:r>
        <w:t>ostopalvelutilanteessa. Ostopalvelun tuottajan tekemä haku.</w:t>
      </w:r>
    </w:p>
    <w:p w14:paraId="6A86EAC9" w14:textId="02FC638D" w:rsidR="00374128" w:rsidRDefault="00374128" w:rsidP="00D54165">
      <w:pPr>
        <w:pStyle w:val="Leipteksti"/>
        <w:numPr>
          <w:ilvl w:val="0"/>
          <w:numId w:val="24"/>
        </w:numPr>
      </w:pPr>
      <w:r>
        <w:t xml:space="preserve">Keskeisten tietojen haku </w:t>
      </w:r>
      <w:r w:rsidR="00197E20">
        <w:t>rekisteri</w:t>
      </w:r>
      <w:r>
        <w:t>tasoisessa</w:t>
      </w:r>
      <w:r w:rsidR="00FD49ED">
        <w:t xml:space="preserve"> </w:t>
      </w:r>
      <w:r>
        <w:t>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D67AEB">
      <w:pPr>
        <w:pStyle w:val="Luettelokappale"/>
        <w:numPr>
          <w:ilvl w:val="0"/>
          <w:numId w:val="38"/>
        </w:numPr>
      </w:pPr>
      <w:r>
        <w:t>Haetaan yhden potilaan tiedot: Tiedonhallintapalvelun tietoja voidaan hakea henkilötunnuksella, tilapäisen yksilöintitunnuksen käyttö ei ole sallittu</w:t>
      </w:r>
    </w:p>
    <w:p w14:paraId="0A38A19A" w14:textId="7B8D0329" w:rsidR="00374128" w:rsidRDefault="00374128" w:rsidP="00D67AEB">
      <w:pPr>
        <w:pStyle w:val="Luettelokappale"/>
        <w:numPr>
          <w:ilvl w:val="0"/>
          <w:numId w:val="38"/>
        </w:numPr>
      </w:pPr>
      <w:r>
        <w:t>Haetaan tiedot Tiedonhallintapalvelun koostekannasta</w:t>
      </w:r>
    </w:p>
    <w:p w14:paraId="4A96616C" w14:textId="18110CD3" w:rsidR="00374128" w:rsidRPr="00374128" w:rsidRDefault="00374128" w:rsidP="00D67AEB">
      <w:pPr>
        <w:pStyle w:val="Luettelokappale"/>
        <w:numPr>
          <w:ilvl w:val="0"/>
          <w:numId w:val="38"/>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D67AEB">
      <w:pPr>
        <w:pStyle w:val="Luettelokappale"/>
        <w:numPr>
          <w:ilvl w:val="0"/>
          <w:numId w:val="38"/>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D67AEB">
      <w:pPr>
        <w:pStyle w:val="Luettelokappale"/>
        <w:numPr>
          <w:ilvl w:val="0"/>
          <w:numId w:val="38"/>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3A2A5F63" w:rsidR="00374128" w:rsidRPr="00374128" w:rsidRDefault="00374128" w:rsidP="00D67AEB">
      <w:pPr>
        <w:pStyle w:val="Luettelokappale"/>
        <w:numPr>
          <w:ilvl w:val="0"/>
          <w:numId w:val="38"/>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lastRenderedPageBreak/>
        <w:t>Järjestelmä muodostaa hakusanoman ja tekee haun Arkistosta alikäyttötapauksen Hae tiedot mukaisesti. [V2]</w:t>
      </w:r>
    </w:p>
    <w:p w14:paraId="6BD908F0" w14:textId="48340E60" w:rsidR="00374128" w:rsidRDefault="00374128" w:rsidP="00D67AEB">
      <w:pPr>
        <w:pStyle w:val="Luettelokappale"/>
        <w:numPr>
          <w:ilvl w:val="0"/>
          <w:numId w:val="38"/>
        </w:numPr>
      </w:pPr>
      <w:r>
        <w:t xml:space="preserve">MR-sanoma on RCMR_IN100031FI </w:t>
      </w:r>
    </w:p>
    <w:p w14:paraId="0038BF53" w14:textId="4B3C5F33" w:rsidR="00374128" w:rsidRDefault="00374128" w:rsidP="00D67AEB">
      <w:pPr>
        <w:pStyle w:val="Luettelokappale"/>
        <w:numPr>
          <w:ilvl w:val="0"/>
          <w:numId w:val="38"/>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D67AEB">
      <w:pPr>
        <w:pStyle w:val="Luettelokappale"/>
        <w:numPr>
          <w:ilvl w:val="0"/>
          <w:numId w:val="38"/>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D67AEB">
      <w:pPr>
        <w:pStyle w:val="Luettelokappale"/>
        <w:numPr>
          <w:ilvl w:val="0"/>
          <w:numId w:val="38"/>
        </w:numPr>
      </w:pPr>
      <w:r>
        <w:t xml:space="preserve">Kattavuus: Haetaan aina viimeisimmät versiot (1)  </w:t>
      </w:r>
    </w:p>
    <w:p w14:paraId="752785EF" w14:textId="7E089577" w:rsidR="00374128" w:rsidRDefault="00374128" w:rsidP="00D67AEB">
      <w:pPr>
        <w:pStyle w:val="Luettelokappale"/>
        <w:numPr>
          <w:ilvl w:val="0"/>
          <w:numId w:val="38"/>
        </w:numPr>
      </w:pPr>
      <w:r>
        <w:t>Haku palauttaa tiedot asiakirjatasolla, hakua ei ole mahdollista kohdistaa metatietotasolla</w:t>
      </w:r>
    </w:p>
    <w:p w14:paraId="084A075B" w14:textId="34B8A5E6" w:rsidR="00374128" w:rsidRDefault="00374128" w:rsidP="00D67AEB">
      <w:pPr>
        <w:pStyle w:val="Luettelokappale"/>
        <w:numPr>
          <w:ilvl w:val="0"/>
          <w:numId w:val="38"/>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D67AEB">
      <w:pPr>
        <w:pStyle w:val="Luettelokappale"/>
        <w:numPr>
          <w:ilvl w:val="0"/>
          <w:numId w:val="38"/>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D67AEB">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D67AEB">
      <w:pPr>
        <w:pStyle w:val="Luettelokappale"/>
        <w:numPr>
          <w:ilvl w:val="0"/>
          <w:numId w:val="38"/>
        </w:numPr>
      </w:pPr>
      <w:r>
        <w:lastRenderedPageBreak/>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r>
        <w:br w:type="page"/>
      </w:r>
    </w:p>
    <w:p w14:paraId="7ECCF8A8" w14:textId="77777777" w:rsidR="00330140" w:rsidRDefault="00330140" w:rsidP="00043EA5">
      <w:pPr>
        <w:pStyle w:val="Otsikko1"/>
      </w:pPr>
      <w:bookmarkStart w:id="49" w:name="_Toc162975781"/>
      <w:r>
        <w:lastRenderedPageBreak/>
        <w:t>Hae koronatodistus</w:t>
      </w:r>
      <w:bookmarkEnd w:id="49"/>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77777777" w:rsidR="00330140" w:rsidRDefault="00330140" w:rsidP="00330140">
      <w:pPr>
        <w:pStyle w:val="Leipteksti"/>
      </w:pPr>
      <w:r>
        <w:t xml:space="preserve">Koronatodistus on pdf-asiakirja, jonka Tiedonhallintapalvelu tuottaa Potilastiedon arkistoon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D67AEB">
      <w:pPr>
        <w:pStyle w:val="Leipteksti"/>
        <w:numPr>
          <w:ilvl w:val="0"/>
          <w:numId w:val="29"/>
        </w:numPr>
        <w:spacing w:after="0"/>
      </w:pPr>
      <w:r>
        <w:t>Koronatodistuksen haku.</w:t>
      </w:r>
    </w:p>
    <w:p w14:paraId="2E87B628" w14:textId="77777777" w:rsidR="00330140" w:rsidRDefault="00330140" w:rsidP="00D67AEB">
      <w:pPr>
        <w:pStyle w:val="Leipteksti"/>
        <w:numPr>
          <w:ilvl w:val="0"/>
          <w:numId w:val="29"/>
        </w:numPr>
        <w:spacing w:after="0"/>
      </w:pPr>
      <w:r>
        <w:t>Koronatodistuksen haku potilaskohtaisessa ostopalvelutilanteessa. Ostopalvelun tuottajan tekemä haku.</w:t>
      </w:r>
    </w:p>
    <w:p w14:paraId="2763D627" w14:textId="4E8D2E0B" w:rsidR="00330140" w:rsidRDefault="00330140" w:rsidP="00D67AEB">
      <w:pPr>
        <w:pStyle w:val="Leipteksti"/>
        <w:numPr>
          <w:ilvl w:val="0"/>
          <w:numId w:val="29"/>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D67AEB">
      <w:pPr>
        <w:pStyle w:val="Leipteksti"/>
        <w:numPr>
          <w:ilvl w:val="0"/>
          <w:numId w:val="30"/>
        </w:numPr>
        <w:spacing w:after="0"/>
      </w:pPr>
      <w:r>
        <w:t>COVID-19-rokotetodistus</w:t>
      </w:r>
    </w:p>
    <w:p w14:paraId="4246EA97" w14:textId="77777777" w:rsidR="00330140" w:rsidRDefault="00330140" w:rsidP="00D67AEB">
      <w:pPr>
        <w:pStyle w:val="Leipteksti"/>
        <w:numPr>
          <w:ilvl w:val="0"/>
          <w:numId w:val="30"/>
        </w:numPr>
        <w:spacing w:after="0"/>
      </w:pPr>
      <w:r>
        <w:t>Todistus viimeisimmän koronavirustestin tuloksesta</w:t>
      </w:r>
    </w:p>
    <w:p w14:paraId="35A28430" w14:textId="77777777" w:rsidR="00330140" w:rsidRDefault="00330140" w:rsidP="00D67AEB">
      <w:pPr>
        <w:pStyle w:val="Leipteksti"/>
        <w:numPr>
          <w:ilvl w:val="0"/>
          <w:numId w:val="30"/>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D67AEB">
      <w:pPr>
        <w:pStyle w:val="Luettelokappale"/>
        <w:numPr>
          <w:ilvl w:val="0"/>
          <w:numId w:val="28"/>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D67AEB">
      <w:pPr>
        <w:pStyle w:val="Luettelokappale"/>
        <w:numPr>
          <w:ilvl w:val="1"/>
          <w:numId w:val="28"/>
        </w:numPr>
      </w:pPr>
      <w:r w:rsidRPr="00043EA5">
        <w:t>Tiedonhallintapalvelun yleisistä linjauksista poiketen koronatodistusten hauissa myös tilapäisen yksilöintitunnuksen käyttö on sallittu</w:t>
      </w:r>
    </w:p>
    <w:p w14:paraId="134A4071" w14:textId="77777777" w:rsidR="00330140" w:rsidRDefault="00330140" w:rsidP="00D67AEB">
      <w:pPr>
        <w:pStyle w:val="Luettelokappale"/>
        <w:numPr>
          <w:ilvl w:val="0"/>
          <w:numId w:val="28"/>
        </w:numPr>
      </w:pPr>
      <w:r>
        <w:t>Haetaan tiedot Tiedonhallintapalvelun koostekannasta</w:t>
      </w:r>
    </w:p>
    <w:p w14:paraId="2296E514" w14:textId="77777777" w:rsidR="00330140" w:rsidRDefault="00330140" w:rsidP="00D67AEB">
      <w:pPr>
        <w:pStyle w:val="Luettelokappale"/>
        <w:numPr>
          <w:ilvl w:val="0"/>
          <w:numId w:val="28"/>
        </w:numPr>
      </w:pPr>
      <w:r>
        <w:t>Arkisto 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77777777" w:rsidR="00330140" w:rsidRDefault="00330140" w:rsidP="00330140">
      <w:pPr>
        <w:pStyle w:val="Numeroituluettelo"/>
        <w:numPr>
          <w:ilvl w:val="8"/>
          <w:numId w:val="27"/>
        </w:numPr>
        <w:ind w:left="2155"/>
      </w:pPr>
      <w:r>
        <w:t>Potilastiedon arkisto, Kanta-viestinvälitys, jatkossa Arkisto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D67AEB">
      <w:pPr>
        <w:pStyle w:val="Luettelokappale"/>
        <w:numPr>
          <w:ilvl w:val="0"/>
          <w:numId w:val="28"/>
        </w:numPr>
      </w:pPr>
      <w:r w:rsidRPr="00043EA5">
        <w:t>Hakutilanteessa A potilas on yksilöity henkilötunnuksella tai tilapäisellä yksilöintitunnuksella</w:t>
      </w:r>
    </w:p>
    <w:p w14:paraId="0675AB24" w14:textId="77777777" w:rsidR="00330140" w:rsidRPr="00043EA5" w:rsidRDefault="00330140" w:rsidP="00D67AEB">
      <w:pPr>
        <w:pStyle w:val="Luettelokappale"/>
        <w:numPr>
          <w:ilvl w:val="0"/>
          <w:numId w:val="28"/>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D67AEB">
      <w:pPr>
        <w:pStyle w:val="Luettelokappale"/>
        <w:numPr>
          <w:ilvl w:val="0"/>
          <w:numId w:val="28"/>
        </w:numPr>
        <w:spacing w:before="0"/>
      </w:pPr>
      <w:r w:rsidRPr="000153AD">
        <w:t xml:space="preserve">Näkymätunnus 390, näkymälyhenne </w:t>
      </w:r>
      <w:r w:rsidRPr="00043EA5">
        <w:t>RKTKCOV, nimi COVID-19-rokotetodistus</w:t>
      </w:r>
    </w:p>
    <w:p w14:paraId="2BAC66B4" w14:textId="77777777" w:rsidR="00330140" w:rsidRPr="000153AD" w:rsidRDefault="00330140" w:rsidP="00D67AEB">
      <w:pPr>
        <w:pStyle w:val="Luettelokappale"/>
        <w:numPr>
          <w:ilvl w:val="0"/>
          <w:numId w:val="28"/>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D67AEB">
      <w:pPr>
        <w:pStyle w:val="Luettelokappale"/>
        <w:numPr>
          <w:ilvl w:val="0"/>
          <w:numId w:val="28"/>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D67AEB">
      <w:pPr>
        <w:pStyle w:val="Luettelokappale"/>
        <w:numPr>
          <w:ilvl w:val="0"/>
          <w:numId w:val="28"/>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D67AEB">
      <w:pPr>
        <w:pStyle w:val="Luettelokappale"/>
        <w:numPr>
          <w:ilvl w:val="0"/>
          <w:numId w:val="28"/>
        </w:numPr>
        <w:spacing w:before="0"/>
      </w:pPr>
      <w:r>
        <w:t>Ostopalvelun tuottajan hoitosuhteen potilaaseen todentava palvelutapahtuma on arkistoitu ostopalvelun järjestäjän rekisteriin. [LT1]</w:t>
      </w:r>
    </w:p>
    <w:p w14:paraId="669D96DB" w14:textId="77777777" w:rsidR="00330140" w:rsidRDefault="00330140" w:rsidP="00D67AEB">
      <w:pPr>
        <w:pStyle w:val="Luettelokappale"/>
        <w:numPr>
          <w:ilvl w:val="1"/>
          <w:numId w:val="28"/>
        </w:numPr>
      </w:pPr>
      <w:r>
        <w:t>Yksilöidyssä ostopalvelun valtuutuksessa on valtuutettu se rekisteri, johon palvelutapahtuma on arkistoitu, sillä tuottajalla joka hakua on tekemässä.</w:t>
      </w:r>
    </w:p>
    <w:p w14:paraId="46B14472" w14:textId="77777777" w:rsidR="00330140" w:rsidRDefault="00330140" w:rsidP="00D67AEB">
      <w:pPr>
        <w:pStyle w:val="Luettelokappale"/>
        <w:numPr>
          <w:ilvl w:val="0"/>
          <w:numId w:val="28"/>
        </w:numPr>
      </w:pPr>
      <w:r>
        <w:t>Ostopalvelun valtuutus on arkistoitu Potilastiedon arkistoon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D67AEB">
      <w:pPr>
        <w:pStyle w:val="Luettelokappale"/>
        <w:numPr>
          <w:ilvl w:val="0"/>
          <w:numId w:val="28"/>
        </w:numPr>
        <w:spacing w:before="0"/>
      </w:pPr>
      <w:r>
        <w:t xml:space="preserve">MR-sanoma on RCMR_IN100031FI </w:t>
      </w:r>
    </w:p>
    <w:p w14:paraId="00528F1D" w14:textId="77777777" w:rsidR="00330140" w:rsidRDefault="00330140" w:rsidP="00D67AEB">
      <w:pPr>
        <w:pStyle w:val="Luettelokappale"/>
        <w:numPr>
          <w:ilvl w:val="0"/>
          <w:numId w:val="28"/>
        </w:numPr>
      </w:pPr>
      <w:r>
        <w:t>Palvelupyyntö on [LK3]</w:t>
      </w:r>
    </w:p>
    <w:p w14:paraId="7A48F6EA" w14:textId="77777777" w:rsidR="00330140" w:rsidRDefault="00330140" w:rsidP="00D67AEB">
      <w:pPr>
        <w:pStyle w:val="Luettelokappale"/>
        <w:numPr>
          <w:ilvl w:val="1"/>
          <w:numId w:val="28"/>
        </w:numPr>
      </w:pPr>
      <w:r>
        <w:lastRenderedPageBreak/>
        <w:t>tilanteessa A (keskeiset tiedot): PP27</w:t>
      </w:r>
    </w:p>
    <w:p w14:paraId="5C3575BB" w14:textId="77777777" w:rsidR="00330140" w:rsidRDefault="00330140" w:rsidP="00D67AEB">
      <w:pPr>
        <w:pStyle w:val="Luettelokappale"/>
        <w:numPr>
          <w:ilvl w:val="1"/>
          <w:numId w:val="28"/>
        </w:numPr>
      </w:pPr>
      <w:r>
        <w:t xml:space="preserve">tilanteessa B (potilaskohtaisen ostopalvelun haku): PP41, Keskeisten tietojen haku potilaskohtaisessa ostopalvelutilanteessa </w:t>
      </w:r>
    </w:p>
    <w:p w14:paraId="09F25F6D" w14:textId="192C32D7" w:rsidR="00330140" w:rsidRDefault="00330140" w:rsidP="00D67AEB">
      <w:pPr>
        <w:pStyle w:val="Luettelokappale"/>
        <w:numPr>
          <w:ilvl w:val="1"/>
          <w:numId w:val="28"/>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D67AEB">
      <w:pPr>
        <w:pStyle w:val="Luettelokappale"/>
        <w:numPr>
          <w:ilvl w:val="1"/>
          <w:numId w:val="28"/>
        </w:numPr>
      </w:pPr>
      <w:r>
        <w:t xml:space="preserve">kaikissa tilanteissa voidaan käyttää palvelupyyntöä PPC </w:t>
      </w:r>
    </w:p>
    <w:p w14:paraId="675B444D" w14:textId="77777777" w:rsidR="00330140" w:rsidRPr="00043EA5" w:rsidRDefault="00330140" w:rsidP="00D67AEB">
      <w:pPr>
        <w:pStyle w:val="Luettelokappale"/>
        <w:numPr>
          <w:ilvl w:val="2"/>
          <w:numId w:val="28"/>
        </w:numPr>
      </w:pPr>
      <w:r w:rsidRPr="00043EA5">
        <w:t>kaikissa tilanteissa, kun potilas on yksilöity henkilötunnuksella</w:t>
      </w:r>
    </w:p>
    <w:p w14:paraId="33582BD2" w14:textId="77777777" w:rsidR="00330140" w:rsidRPr="00043EA5" w:rsidRDefault="00330140" w:rsidP="00D67AEB">
      <w:pPr>
        <w:pStyle w:val="Luettelokappale"/>
        <w:numPr>
          <w:ilvl w:val="2"/>
          <w:numId w:val="28"/>
        </w:numPr>
      </w:pPr>
      <w:r w:rsidRPr="00043EA5">
        <w:t>vain tilanteessa A, kun potilas on yksilöity tilapäisellä yksilöintitunnuksella</w:t>
      </w:r>
    </w:p>
    <w:p w14:paraId="5895D5B4" w14:textId="77777777" w:rsidR="00330140" w:rsidRDefault="00330140" w:rsidP="00D67AEB">
      <w:pPr>
        <w:pStyle w:val="Luettelokappale"/>
        <w:numPr>
          <w:ilvl w:val="2"/>
          <w:numId w:val="28"/>
        </w:numPr>
      </w:pPr>
      <w:r>
        <w:t>Todistuksen haku ei ole mahdollista hätähakuna, joten potilastietojen katselun erityiseksi syyksi ei voi ilmoittaa arvoa ”Hätähaku”</w:t>
      </w:r>
    </w:p>
    <w:p w14:paraId="07343FFF" w14:textId="77777777" w:rsidR="00330140" w:rsidRDefault="00330140" w:rsidP="00D67AEB">
      <w:pPr>
        <w:pStyle w:val="Luettelokappale"/>
        <w:numPr>
          <w:ilvl w:val="0"/>
          <w:numId w:val="28"/>
        </w:numPr>
      </w:pPr>
      <w:r>
        <w:t>Palvelutapahtuma johon tietoja haetaan, on yksilöitävä</w:t>
      </w:r>
    </w:p>
    <w:p w14:paraId="7A87D8CC" w14:textId="77777777" w:rsidR="00330140" w:rsidRDefault="00330140" w:rsidP="00D67AEB">
      <w:pPr>
        <w:pStyle w:val="Luettelokappale"/>
        <w:numPr>
          <w:ilvl w:val="1"/>
          <w:numId w:val="28"/>
        </w:numPr>
      </w:pPr>
      <w:r>
        <w:t>tilanteessa B ja C (ostopalvelu) palvelutapahtuma on järjestäjän rekisterissä (ostopalvelun valtuutuksessa yksilöity rekisteri)</w:t>
      </w:r>
    </w:p>
    <w:p w14:paraId="48950F08" w14:textId="77777777" w:rsidR="00330140" w:rsidRDefault="00330140" w:rsidP="00D67AEB">
      <w:pPr>
        <w:pStyle w:val="Luettelokappale"/>
        <w:numPr>
          <w:ilvl w:val="0"/>
          <w:numId w:val="28"/>
        </w:numPr>
      </w:pPr>
      <w:r>
        <w:t xml:space="preserve">Kattavuus: Haetaan aina viimeisimmät versiot (1)  </w:t>
      </w:r>
    </w:p>
    <w:p w14:paraId="196E88BD" w14:textId="77777777" w:rsidR="00330140" w:rsidRDefault="00330140" w:rsidP="00D67AEB">
      <w:pPr>
        <w:pStyle w:val="Luettelokappale"/>
        <w:numPr>
          <w:ilvl w:val="0"/>
          <w:numId w:val="28"/>
        </w:numPr>
      </w:pPr>
      <w:r>
        <w:t>Haku palauttaa tiedot asiakirjatasolla, hakua ei ole mahdollista kohdistaa metatietotasolla</w:t>
      </w:r>
    </w:p>
    <w:p w14:paraId="4080848A" w14:textId="77777777" w:rsidR="00330140" w:rsidRDefault="00330140" w:rsidP="00D67AEB">
      <w:pPr>
        <w:pStyle w:val="Luettelokappale"/>
        <w:numPr>
          <w:ilvl w:val="0"/>
          <w:numId w:val="28"/>
        </w:numPr>
      </w:pPr>
      <w:r>
        <w:t>Hakuparametrit: voidaan käyttää palvelupyynnöllä käytössä olevia parametreja [LM4]</w:t>
      </w:r>
    </w:p>
    <w:p w14:paraId="1D697FB8" w14:textId="77777777" w:rsidR="00330140" w:rsidRDefault="00330140" w:rsidP="00D67AEB">
      <w:pPr>
        <w:pStyle w:val="Luettelokappale"/>
        <w:numPr>
          <w:ilvl w:val="1"/>
          <w:numId w:val="28"/>
        </w:numPr>
      </w:pPr>
      <w:r>
        <w:t xml:space="preserve">pakollinen parametri henkilötunnus </w:t>
      </w:r>
      <w:r w:rsidRPr="00043EA5">
        <w:t>tai potilaan tilapäinen yksilöintitunnus</w:t>
      </w:r>
    </w:p>
    <w:p w14:paraId="73558AA9" w14:textId="77777777" w:rsidR="00330140" w:rsidRDefault="00330140" w:rsidP="00D67AEB">
      <w:pPr>
        <w:pStyle w:val="Luettelokappale"/>
        <w:numPr>
          <w:ilvl w:val="1"/>
          <w:numId w:val="28"/>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D67AEB">
      <w:pPr>
        <w:pStyle w:val="Luettelokappale"/>
        <w:numPr>
          <w:ilvl w:val="0"/>
          <w:numId w:val="28"/>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D67AEB">
      <w:pPr>
        <w:pStyle w:val="Luettelokappale"/>
        <w:numPr>
          <w:ilvl w:val="0"/>
          <w:numId w:val="28"/>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D67AEB">
      <w:pPr>
        <w:pStyle w:val="Luettelokappale"/>
        <w:numPr>
          <w:ilvl w:val="0"/>
          <w:numId w:val="28"/>
        </w:numPr>
        <w:spacing w:before="0"/>
      </w:pPr>
      <w:r>
        <w:t xml:space="preserve">potilaan henkilötunnus </w:t>
      </w:r>
      <w:r w:rsidRPr="00043EA5">
        <w:t>tai tilapäinen yksilöintitunnus</w:t>
      </w:r>
    </w:p>
    <w:p w14:paraId="5909957D" w14:textId="77777777" w:rsidR="00F30F43" w:rsidRDefault="00F30F43" w:rsidP="00D67AEB">
      <w:pPr>
        <w:pStyle w:val="Luettelokappale"/>
        <w:numPr>
          <w:ilvl w:val="0"/>
          <w:numId w:val="28"/>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D67AEB">
      <w:pPr>
        <w:pStyle w:val="Luettelokappale"/>
        <w:numPr>
          <w:ilvl w:val="0"/>
          <w:numId w:val="28"/>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D67AEB">
      <w:pPr>
        <w:pStyle w:val="Luettelokappale"/>
        <w:numPr>
          <w:ilvl w:val="0"/>
          <w:numId w:val="28"/>
        </w:numPr>
        <w:spacing w:before="0"/>
      </w:pPr>
      <w:r>
        <w:lastRenderedPageBreak/>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D67AEB">
      <w:pPr>
        <w:pStyle w:val="Luettelokappale"/>
        <w:numPr>
          <w:ilvl w:val="0"/>
          <w:numId w:val="28"/>
        </w:numPr>
        <w:spacing w:before="0"/>
      </w:pPr>
      <w:r>
        <w:t>näkymätunnus: 392</w:t>
      </w:r>
    </w:p>
    <w:p w14:paraId="11CE2C3C" w14:textId="77777777" w:rsidR="00F30F43" w:rsidRDefault="00F30F43" w:rsidP="00F30F43">
      <w:r>
        <w:tab/>
        <w:t>Lisäksi annetaan</w:t>
      </w:r>
    </w:p>
    <w:p w14:paraId="2D83A435" w14:textId="77777777" w:rsidR="00F30F43" w:rsidRDefault="00F30F43" w:rsidP="00D67AEB">
      <w:pPr>
        <w:pStyle w:val="Luettelokappale"/>
        <w:numPr>
          <w:ilvl w:val="0"/>
          <w:numId w:val="28"/>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D67AEB">
      <w:pPr>
        <w:pStyle w:val="Luettelokappale"/>
        <w:numPr>
          <w:ilvl w:val="0"/>
          <w:numId w:val="49"/>
        </w:numPr>
        <w:spacing w:before="0"/>
      </w:pPr>
      <w:r w:rsidRPr="00043EA5">
        <w:t>potilaan henkilötunnus tai tilapäinen yksilöintitunnus</w:t>
      </w:r>
    </w:p>
    <w:p w14:paraId="3B070178" w14:textId="77777777" w:rsidR="00F30F43" w:rsidRPr="00043EA5" w:rsidRDefault="00F30F43" w:rsidP="00D67AEB">
      <w:pPr>
        <w:pStyle w:val="Luettelokappale"/>
        <w:numPr>
          <w:ilvl w:val="0"/>
          <w:numId w:val="49"/>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D67AEB">
      <w:pPr>
        <w:pStyle w:val="Luettelokappale"/>
        <w:numPr>
          <w:ilvl w:val="0"/>
          <w:numId w:val="28"/>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D67AEB">
      <w:pPr>
        <w:pStyle w:val="Luettelokappale"/>
        <w:numPr>
          <w:ilvl w:val="0"/>
          <w:numId w:val="28"/>
        </w:numPr>
        <w:spacing w:before="0"/>
      </w:pPr>
      <w:r w:rsidRPr="00043EA5">
        <w:t>potilaan henkilötunnus (tilapäistä yksilöintitunnusta ei voi käyttää ostopalvelutilanteessa)</w:t>
      </w:r>
    </w:p>
    <w:p w14:paraId="6CEA570B" w14:textId="77777777" w:rsidR="00F30F43" w:rsidRPr="00043EA5" w:rsidRDefault="00F30F43" w:rsidP="00D67AEB">
      <w:pPr>
        <w:pStyle w:val="Luettelokappale"/>
        <w:numPr>
          <w:ilvl w:val="0"/>
          <w:numId w:val="28"/>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D67AEB">
      <w:pPr>
        <w:pStyle w:val="Luettelokappale"/>
        <w:numPr>
          <w:ilvl w:val="0"/>
          <w:numId w:val="28"/>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50" w:name="_Toc162975782"/>
      <w:r w:rsidRPr="003F7445">
        <w:lastRenderedPageBreak/>
        <w:t>Edelleenvälitä asiakirja</w:t>
      </w:r>
      <w:bookmarkEnd w:id="50"/>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58106A5C" w:rsidR="005577AB" w:rsidRDefault="005577AB" w:rsidP="005577AB">
      <w:pPr>
        <w:pStyle w:val="Numeroituluettelo"/>
        <w:spacing w:after="0"/>
      </w:pPr>
      <w:r>
        <w:t>Välitettävä asiakirja on arkistoitu Järjestelmää käyttävän organisaation rekisteriin Potilastiedon arkistossa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arkistoitu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D67AEB">
      <w:pPr>
        <w:pStyle w:val="Luettelokappale"/>
        <w:numPr>
          <w:ilvl w:val="0"/>
          <w:numId w:val="38"/>
        </w:numPr>
      </w:pPr>
      <w:r>
        <w:t>asiakirjan vastaanottava organisaatio = välityskohde [LK10]</w:t>
      </w:r>
    </w:p>
    <w:p w14:paraId="1FEE7686" w14:textId="4C1554EE" w:rsidR="005577AB" w:rsidRDefault="005577AB" w:rsidP="00D67AEB">
      <w:pPr>
        <w:pStyle w:val="Luettelokappale"/>
        <w:numPr>
          <w:ilvl w:val="0"/>
          <w:numId w:val="38"/>
        </w:numPr>
      </w:pPr>
      <w:r>
        <w:lastRenderedPageBreak/>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D67AEB">
      <w:pPr>
        <w:pStyle w:val="Luettelokappale"/>
        <w:numPr>
          <w:ilvl w:val="0"/>
          <w:numId w:val="38"/>
        </w:numPr>
      </w:pPr>
      <w:r w:rsidRPr="00043EA5">
        <w:t>MR-sanoma RCMR_IN100002FI01</w:t>
      </w:r>
    </w:p>
    <w:p w14:paraId="2883BA75" w14:textId="52FDF129" w:rsidR="005577AB" w:rsidRDefault="005577AB" w:rsidP="00D67AEB">
      <w:pPr>
        <w:pStyle w:val="Luettelokappale"/>
        <w:numPr>
          <w:ilvl w:val="0"/>
          <w:numId w:val="38"/>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D67AEB">
      <w:pPr>
        <w:pStyle w:val="Luettelokappale"/>
        <w:numPr>
          <w:ilvl w:val="0"/>
          <w:numId w:val="38"/>
        </w:numPr>
      </w:pPr>
      <w:r>
        <w:t>välitystilanteen A (välitys Kelaan) onnistunut lopputulos: välityskohdeorganisaatio on vastaanottanut välitettävän asiakirjan</w:t>
      </w:r>
    </w:p>
    <w:p w14:paraId="5C1B3C3B" w14:textId="41904820" w:rsidR="005577AB" w:rsidRDefault="005577AB" w:rsidP="00D67AEB">
      <w:pPr>
        <w:pStyle w:val="Luettelokappale"/>
        <w:numPr>
          <w:ilvl w:val="0"/>
          <w:numId w:val="38"/>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D67AEB">
      <w:pPr>
        <w:pStyle w:val="Luettelokappale"/>
        <w:numPr>
          <w:ilvl w:val="0"/>
          <w:numId w:val="38"/>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51" w:name="_Toc162975783"/>
      <w:r w:rsidRPr="005577AB">
        <w:lastRenderedPageBreak/>
        <w:t>Alikäyttötapaus: Arkistoi asiakirja</w:t>
      </w:r>
      <w:bookmarkEnd w:id="51"/>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D67AEB">
      <w:pPr>
        <w:pStyle w:val="Luettelokappale"/>
        <w:numPr>
          <w:ilvl w:val="0"/>
          <w:numId w:val="38"/>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D67AEB">
      <w:pPr>
        <w:pStyle w:val="Luettelokappale"/>
        <w:numPr>
          <w:ilvl w:val="0"/>
          <w:numId w:val="38"/>
        </w:numPr>
      </w:pPr>
      <w:r>
        <w:t xml:space="preserve">MR-sanomatyyppi, asiakirjan arkistointi (RCMR_IN100002FI01) tai asiakirjan korvaus (RCMR_IN100016FI01) </w:t>
      </w:r>
    </w:p>
    <w:p w14:paraId="40D28878" w14:textId="34A3BD7E" w:rsidR="005577AB" w:rsidRDefault="005577AB" w:rsidP="00D67AEB">
      <w:pPr>
        <w:pStyle w:val="Luettelokappale"/>
        <w:numPr>
          <w:ilvl w:val="0"/>
          <w:numId w:val="38"/>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D67AEB">
      <w:pPr>
        <w:pStyle w:val="Luettelokappale"/>
        <w:numPr>
          <w:ilvl w:val="0"/>
          <w:numId w:val="38"/>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D67AEB">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D67AEB">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40AF19A1" w14:textId="66217992" w:rsidR="005577AB" w:rsidRDefault="005577AB" w:rsidP="00D67AEB">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D67AEB">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r>
        <w:t>Accept</w:t>
      </w:r>
      <w:proofErr w:type="spellEnd"/>
      <w:r>
        <w:t xml:space="preserve">  </w:t>
      </w:r>
      <w:proofErr w:type="spellStart"/>
      <w:r>
        <w:t>Acknowledgement</w:t>
      </w:r>
      <w:proofErr w:type="spell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0D0D83ED" w14:textId="11AF2DCE" w:rsidR="005577AB" w:rsidRDefault="005577AB" w:rsidP="00D67AEB">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126FE65" w:rsidR="009F703C" w:rsidRDefault="00D54165" w:rsidP="00D54165">
      <w:pPr>
        <w:pStyle w:val="Otsikko1"/>
      </w:pPr>
      <w:bookmarkStart w:id="52" w:name="_Toc162975784"/>
      <w:r w:rsidRPr="00D54165">
        <w:lastRenderedPageBreak/>
        <w:t>Alikäyttötapaus: Hae tiedot</w:t>
      </w:r>
      <w:bookmarkEnd w:id="52"/>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D67AEB">
      <w:pPr>
        <w:pStyle w:val="Luettelokappale"/>
        <w:numPr>
          <w:ilvl w:val="0"/>
          <w:numId w:val="38"/>
        </w:numPr>
      </w:pPr>
      <w:r>
        <w:t xml:space="preserve">MR-sanomatyyppi, kuvailutietojen haku (RCMR_IN100029FI01) tai asiakirjojen haku (RCMR_IN100031FI01) </w:t>
      </w:r>
    </w:p>
    <w:p w14:paraId="0F4DE7DB" w14:textId="5A8C567D" w:rsidR="00934B70" w:rsidRDefault="00934B70" w:rsidP="00D67AEB">
      <w:pPr>
        <w:pStyle w:val="Luettelokappale"/>
        <w:numPr>
          <w:ilvl w:val="0"/>
          <w:numId w:val="38"/>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D67AEB">
      <w:pPr>
        <w:pStyle w:val="Luettelokappale"/>
        <w:numPr>
          <w:ilvl w:val="0"/>
          <w:numId w:val="38"/>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D67AEB">
      <w:pPr>
        <w:pStyle w:val="Luettelokappale"/>
        <w:numPr>
          <w:ilvl w:val="0"/>
          <w:numId w:val="38"/>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0F560D28" w:rsidR="00934B70" w:rsidRDefault="00934B70" w:rsidP="00D67AEB">
      <w:pPr>
        <w:pStyle w:val="Luettelokappale"/>
        <w:numPr>
          <w:ilvl w:val="0"/>
          <w:numId w:val="38"/>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D67AEB">
      <w:pPr>
        <w:pStyle w:val="Luettelokappale"/>
        <w:numPr>
          <w:ilvl w:val="0"/>
          <w:numId w:val="38"/>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D67AEB">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r>
        <w:t>Accept</w:t>
      </w:r>
      <w:proofErr w:type="spellEnd"/>
      <w:r>
        <w:t xml:space="preserve">  </w:t>
      </w:r>
      <w:proofErr w:type="spellStart"/>
      <w:r>
        <w:t>Acknowledgement</w:t>
      </w:r>
      <w:proofErr w:type="spell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D67AEB">
      <w:pPr>
        <w:pStyle w:val="Luettelokappale"/>
        <w:numPr>
          <w:ilvl w:val="0"/>
          <w:numId w:val="38"/>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D67AEB">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D67AEB">
      <w:pPr>
        <w:pStyle w:val="Luettelokappale"/>
        <w:numPr>
          <w:ilvl w:val="0"/>
          <w:numId w:val="38"/>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D67AEB">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14290A2E" w14:textId="3DF21715" w:rsidR="00934B70" w:rsidRDefault="00934B70" w:rsidP="00D67AEB">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D67AEB">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r>
        <w:t>Accept</w:t>
      </w:r>
      <w:proofErr w:type="spellEnd"/>
      <w:r>
        <w:t xml:space="preserve">  </w:t>
      </w:r>
      <w:proofErr w:type="spellStart"/>
      <w:r>
        <w:t>Acknowledgement</w:t>
      </w:r>
      <w:proofErr w:type="spell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6075177E" w14:textId="6994A6F7" w:rsidR="00934B70" w:rsidRDefault="00934B70" w:rsidP="00D67AEB">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53" w:name="_Toc162975785"/>
      <w:r>
        <w:lastRenderedPageBreak/>
        <w:t>Liiteluettelo</w:t>
      </w:r>
      <w:bookmarkEnd w:id="53"/>
    </w:p>
    <w:p w14:paraId="1725AF6D" w14:textId="6839B605" w:rsidR="009F703C" w:rsidRDefault="009F703C" w:rsidP="009F703C">
      <w:pPr>
        <w:pStyle w:val="Otsikko2"/>
      </w:pPr>
      <w:r>
        <w:t>Määrittelydokumentaatio</w:t>
      </w:r>
    </w:p>
    <w:p w14:paraId="56AA2D75" w14:textId="629FBC90"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xml:space="preserve">, joka on julkaistu Kanta.fi-sivustolla, ks. alisivu </w:t>
      </w:r>
      <w:r w:rsidR="0090493F" w:rsidRPr="0090493F">
        <w:t>Potilastiedon arkiston toiminnalliset vaatimukset sosiaali- ja terveydenhuollon tietojärjestelmille</w:t>
      </w:r>
      <w:r w:rsidR="0090493F">
        <w:br/>
      </w:r>
      <w:hyperlink r:id="rId14" w:history="1">
        <w:r w:rsidR="0090493F" w:rsidRPr="00A63715">
          <w:rPr>
            <w:rStyle w:val="Hyperlinkki"/>
          </w:rPr>
          <w:t>https://www.kanta.fi/jarjestelmakehittajat/potilastiedon-arkiston-toiminnalliset-vaatimukset</w:t>
        </w:r>
      </w:hyperlink>
      <w:r w:rsidR="0090493F">
        <w:t xml:space="preserve"> </w:t>
      </w:r>
    </w:p>
    <w:p w14:paraId="599EC7EE" w14:textId="37669614"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t>Potilastiedon arkiston määrittelyt</w:t>
      </w:r>
      <w:r w:rsidR="0090493F">
        <w:br/>
      </w:r>
      <w:hyperlink r:id="rId15" w:history="1">
        <w:r w:rsidR="0090493F" w:rsidRPr="00A63715">
          <w:rPr>
            <w:rStyle w:val="Hyperlinkki"/>
          </w:rPr>
          <w:t>https://www.kanta.fi/jarjestelmakehittajat/potilastiedon-arkisto</w:t>
        </w:r>
      </w:hyperlink>
      <w:r w:rsidR="0090493F">
        <w:t xml:space="preserve"> </w:t>
      </w:r>
    </w:p>
    <w:p w14:paraId="3B68DAEA" w14:textId="75984891"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6" w:history="1">
        <w:r w:rsidR="0090493F" w:rsidRPr="00A63715">
          <w:rPr>
            <w:rStyle w:val="Hyperlinkki"/>
          </w:rPr>
          <w:t>https://www.kanta.fi/jarjestelmakehittajat/sahkoisen-allekirjoituksen-maarittely</w:t>
        </w:r>
      </w:hyperlink>
      <w:r w:rsidR="0090493F">
        <w:t xml:space="preserve"> </w:t>
      </w:r>
    </w:p>
    <w:p w14:paraId="40A31A99" w14:textId="6E24D191" w:rsidR="00934B70" w:rsidRDefault="00934B70" w:rsidP="00642F71">
      <w:pPr>
        <w:pStyle w:val="Leipteksti"/>
        <w:ind w:left="2603" w:hanging="1185"/>
      </w:pPr>
      <w:r>
        <w:t xml:space="preserve">LM4 </w:t>
      </w:r>
      <w:r>
        <w:tab/>
        <w:t xml:space="preserve">Sanomien muodostaminen, vaaditut tiedot ja mahdolliset hakuparametrit on tarkemmin kuvattu dokumentissa Potilastiedon arkiston Medical Records -sanomat, joka on julkaistu Kanta.fi-sivustolla, ks. alisivu </w:t>
      </w:r>
      <w:r w:rsidR="00D74F36" w:rsidRPr="00D74F36">
        <w:t>Potilastiedon arkiston Medical Records</w:t>
      </w:r>
      <w:r w:rsidR="00D74F36">
        <w:t xml:space="preserve"> </w:t>
      </w:r>
      <w:r w:rsidR="00D74F36">
        <w:br/>
      </w:r>
      <w:hyperlink r:id="rId17" w:history="1">
        <w:r w:rsidR="00D74F36" w:rsidRPr="00A63715">
          <w:rPr>
            <w:rStyle w:val="Hyperlinkki"/>
          </w:rPr>
          <w:t>https://www.kanta.fi/jarjestelmakehittajat/potilastiedon-arkiston-medical-records</w:t>
        </w:r>
      </w:hyperlink>
      <w:r w:rsidR="00D74F36">
        <w:t xml:space="preserve"> </w:t>
      </w:r>
    </w:p>
    <w:p w14:paraId="4C404662" w14:textId="1588A14A" w:rsidR="00934B70" w:rsidRDefault="00934B70" w:rsidP="00642F71">
      <w:pPr>
        <w:pStyle w:val="Leipteksti"/>
        <w:ind w:left="2603" w:hanging="1185"/>
      </w:pPr>
      <w:r>
        <w:t xml:space="preserve">LM5 </w:t>
      </w:r>
      <w:r>
        <w:tab/>
        <w:t xml:space="preserve">Potilastiedon arkiston asiakirjojen kuvailutiedot, Potilastiedon arkiston CDA R2 Header, </w:t>
      </w:r>
      <w:r w:rsidR="0090493F">
        <w:t>j</w:t>
      </w:r>
      <w:r>
        <w:t xml:space="preserve">oka on julkaistu Kanta.fi-sivustolla, ks. alisivu </w:t>
      </w:r>
      <w:r w:rsidR="0090493F" w:rsidRPr="0090493F">
        <w:t>Potilastiedon arkiston CDA R2 Header</w:t>
      </w:r>
      <w:r w:rsidR="0090493F">
        <w:br/>
      </w:r>
      <w:hyperlink r:id="rId18" w:history="1">
        <w:r w:rsidR="0090493F" w:rsidRPr="00A63715">
          <w:rPr>
            <w:rStyle w:val="Hyperlinkki"/>
          </w:rPr>
          <w:t>https://www.kanta.fi/jarjestelmakehittajat/potilastiedon-arkiston-cda-r2-header</w:t>
        </w:r>
      </w:hyperlink>
      <w:r w:rsidR="0090493F">
        <w:t xml:space="preserve"> </w:t>
      </w:r>
    </w:p>
    <w:p w14:paraId="58D8FF88" w14:textId="5FBEF306" w:rsidR="00934B70" w:rsidRDefault="00934B70" w:rsidP="00642F71">
      <w:pPr>
        <w:pStyle w:val="Leipteksti"/>
        <w:ind w:left="2603" w:hanging="1185"/>
      </w:pPr>
      <w:r>
        <w:t xml:space="preserve">LM6 </w:t>
      </w:r>
      <w:r>
        <w:tab/>
      </w:r>
      <w:r w:rsidR="00907E9A">
        <w:t>poistettu</w:t>
      </w:r>
    </w:p>
    <w:p w14:paraId="17CFEDC2" w14:textId="3B7E230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19" w:history="1">
        <w:r w:rsidR="0090493F" w:rsidRPr="00A63715">
          <w:rPr>
            <w:rStyle w:val="Hyperlinkki"/>
          </w:rPr>
          <w:t>https://www.kanta.fi/jarjestelmakehittajat/kanta-palvelut-kevyet-kyselyrajapinnat</w:t>
        </w:r>
      </w:hyperlink>
      <w:r w:rsidR="0090493F">
        <w:t xml:space="preserve"> </w:t>
      </w:r>
    </w:p>
    <w:p w14:paraId="1EE0EDCA" w14:textId="71132C1E" w:rsidR="00934B70" w:rsidRDefault="00934B70" w:rsidP="00642F71">
      <w:pPr>
        <w:pStyle w:val="Leipteksti"/>
        <w:ind w:left="2603" w:hanging="1185"/>
      </w:pPr>
      <w:r>
        <w:lastRenderedPageBreak/>
        <w:t xml:space="preserve">LM8 </w:t>
      </w:r>
      <w:r>
        <w:tab/>
        <w:t xml:space="preserve">Vanhoja asiakirjoja koskeva koskeva dokumentaatio on julkaistu Kanta.fi-sivustolla, ks. alisivu </w:t>
      </w:r>
      <w:r w:rsidR="0090493F" w:rsidRPr="0090493F">
        <w:t>Vanhojen potilastietojen arkistointi</w:t>
      </w:r>
      <w:r w:rsidR="0090493F">
        <w:br/>
      </w:r>
      <w:hyperlink r:id="rId20" w:history="1">
        <w:r w:rsidR="0090493F" w:rsidRPr="00A63715">
          <w:rPr>
            <w:rStyle w:val="Hyperlinkki"/>
          </w:rPr>
          <w:t>https://www.kanta.fi/jarjestelmakehittajat/vanhojen-potilastietojen-arkistointi</w:t>
        </w:r>
      </w:hyperlink>
      <w:r w:rsidR="0090493F">
        <w:t xml:space="preserve"> </w:t>
      </w:r>
    </w:p>
    <w:p w14:paraId="360F2EB5" w14:textId="712890A7" w:rsidR="00934B70" w:rsidRDefault="00934B70" w:rsidP="00642F71">
      <w:pPr>
        <w:pStyle w:val="Leipteksti"/>
        <w:ind w:left="2603" w:hanging="1185"/>
      </w:pPr>
      <w:r>
        <w:t xml:space="preserve">LM9 </w:t>
      </w:r>
      <w:r>
        <w:tab/>
        <w:t>Ostopalvelua koskeva koskeva dokumentaatio on julkaistu dokumentissa Potilastiedon arkiston  toiminnalliset vaatimukset sosiaali- ja terveydenhuollon  tietojärjestelmille</w:t>
      </w:r>
      <w:r w:rsidR="00867F5C">
        <w:t xml:space="preserve"> [LM1]</w:t>
      </w:r>
    </w:p>
    <w:p w14:paraId="7F7FA4CD" w14:textId="3C424989"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1" w:history="1">
        <w:r w:rsidR="00907E9A" w:rsidRPr="00A63715">
          <w:rPr>
            <w:rStyle w:val="Hyperlinkki"/>
          </w:rPr>
          <w:t>https://www.kanta.fi/jarjestelmakehittajat/terveydenhuollon-todistukset-ja-lomakkeet</w:t>
        </w:r>
      </w:hyperlink>
      <w:r w:rsidR="00907E9A">
        <w:t xml:space="preserve"> </w:t>
      </w:r>
    </w:p>
    <w:p w14:paraId="5EE23E83" w14:textId="560BD1C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2" w:history="1">
        <w:r w:rsidR="00907E9A" w:rsidRPr="00A63715">
          <w:rPr>
            <w:rStyle w:val="Hyperlinkki"/>
          </w:rPr>
          <w:t>https://www.kanta.fi/jarjestelmakehittajat/yhteiset-maarittelyt</w:t>
        </w:r>
      </w:hyperlink>
      <w:r w:rsidR="00907E9A">
        <w:t xml:space="preserve"> </w:t>
      </w:r>
    </w:p>
    <w:p w14:paraId="23723568" w14:textId="1E7BA44C" w:rsidR="00934B70" w:rsidRDefault="00934B70" w:rsidP="00642F71">
      <w:pPr>
        <w:pStyle w:val="Leipteksti"/>
        <w:ind w:left="2603" w:hanging="1185"/>
      </w:pPr>
      <w:r>
        <w:t xml:space="preserve">LM12 </w:t>
      </w:r>
      <w:r>
        <w:tab/>
        <w:t xml:space="preserve">Kanta - Potilastiedon arkiston teknisiä ohjeita -dokumentti on julkaistu Kanta.fi-sivustolla, ks. alisivu </w:t>
      </w:r>
      <w:r w:rsidR="00907E9A" w:rsidRPr="00907E9A">
        <w:t>Potilastiedon arkiston teknisiä ohjeita</w:t>
      </w:r>
      <w:r w:rsidR="00907E9A">
        <w:br/>
      </w:r>
      <w:hyperlink r:id="rId23" w:history="1">
        <w:r w:rsidR="00907E9A" w:rsidRPr="00A63715">
          <w:rPr>
            <w:rStyle w:val="Hyperlinkki"/>
          </w:rPr>
          <w:t>https://www.kanta.fi/jarjestelmakehittajat/potilastiedon-arkiston-teknisia-ohjeita</w:t>
        </w:r>
      </w:hyperlink>
      <w:r w:rsidR="00907E9A">
        <w:t xml:space="preserve"> </w:t>
      </w:r>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r w:rsidR="00907E9A">
        <w:t xml:space="preserve">, ks. alisivu </w:t>
      </w:r>
      <w:r w:rsidR="00907E9A" w:rsidRPr="00907E9A">
        <w:t>Asiakas- ja potilastietojen luovutustenhallinnan yleiskuvaus</w:t>
      </w:r>
      <w:r w:rsidR="00907E9A">
        <w:br/>
      </w:r>
      <w:hyperlink r:id="rId24" w:history="1">
        <w:r w:rsidR="00907E9A" w:rsidRPr="00A63715">
          <w:rPr>
            <w:rStyle w:val="Hyperlinkki"/>
          </w:rPr>
          <w:t>https://www.kanta.fi/jarjestelmakehittajat/luovutustenhallinnan-yleiskuvaus</w:t>
        </w:r>
      </w:hyperlink>
      <w:r w:rsidR="00907E9A">
        <w:t xml:space="preserve"> </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lastRenderedPageBreak/>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10300FC" w:rsid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3B4984CF" w14:textId="1DA5FD98" w:rsidR="008D768E" w:rsidRPr="00934B70" w:rsidRDefault="008D768E" w:rsidP="00642F71">
      <w:pPr>
        <w:pStyle w:val="Leipteksti"/>
        <w:ind w:left="2603" w:hanging="1185"/>
      </w:pPr>
      <w:r>
        <w:t>LK14</w:t>
      </w:r>
      <w:r>
        <w:tab/>
        <w:t xml:space="preserve">Yksityisen toimintansa päättäneen rekisterinpitäjän rekisterinpitovastuun siirto,  </w:t>
      </w:r>
      <w:r w:rsidRPr="008D768E">
        <w:t>Kanta-palvelut - Rekisterinpitovastuun siirrot</w:t>
      </w:r>
      <w:r>
        <w:t xml:space="preserve">, </w:t>
      </w:r>
      <w:r w:rsidRPr="008D768E">
        <w:t>1.2.246.537.6.1404.202401</w:t>
      </w:r>
    </w:p>
    <w:p w14:paraId="55A120B8" w14:textId="23C6F2F5" w:rsidR="009F703C" w:rsidRDefault="009F703C" w:rsidP="009F703C">
      <w:pPr>
        <w:pStyle w:val="Otsikko2"/>
      </w:pPr>
      <w:r>
        <w:lastRenderedPageBreak/>
        <w:t>Muu liittyvä aineisto</w:t>
      </w:r>
    </w:p>
    <w:p w14:paraId="226373BA" w14:textId="3BBFB4AD" w:rsidR="00934B70" w:rsidRDefault="00934B70" w:rsidP="00F15419">
      <w:pPr>
        <w:pStyle w:val="Leipteksti"/>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3807E7A3" w14:textId="462477D8" w:rsidR="009F703C" w:rsidRDefault="00975A37" w:rsidP="00975A37">
      <w:pPr>
        <w:pStyle w:val="Otsikko1"/>
      </w:pPr>
      <w:bookmarkStart w:id="54" w:name="_Toc161153369"/>
      <w:bookmarkStart w:id="55" w:name="_Toc162975617"/>
      <w:bookmarkStart w:id="56" w:name="_Toc162975786"/>
      <w:bookmarkStart w:id="57" w:name="_Toc162975787"/>
      <w:bookmarkEnd w:id="54"/>
      <w:bookmarkEnd w:id="55"/>
      <w:bookmarkEnd w:id="56"/>
      <w:r>
        <w:t>Muutoshistoria</w:t>
      </w:r>
      <w:bookmarkEnd w:id="57"/>
    </w:p>
    <w:p w14:paraId="7943A60D" w14:textId="77777777" w:rsidR="002C6018" w:rsidRDefault="002C6018" w:rsidP="002C6018">
      <w:pPr>
        <w:pStyle w:val="Leipteksti"/>
        <w:spacing w:after="0"/>
        <w:ind w:left="0"/>
      </w:pPr>
      <w:r>
        <w:t>Versio 2.3 RC1</w:t>
      </w:r>
    </w:p>
    <w:p w14:paraId="33464605" w14:textId="24C72936" w:rsidR="002C6018" w:rsidRDefault="002C6018" w:rsidP="002C6018">
      <w:pPr>
        <w:pStyle w:val="Leipteksti"/>
        <w:spacing w:after="0"/>
        <w:ind w:left="0"/>
      </w:pPr>
      <w:r>
        <w:tab/>
      </w:r>
      <w:r w:rsidR="00F15419">
        <w:t>3/</w:t>
      </w:r>
      <w:r>
        <w:t>20</w:t>
      </w:r>
      <w:r w:rsidR="00F15419">
        <w:t>2</w:t>
      </w:r>
      <w:r>
        <w:t>4</w:t>
      </w:r>
      <w:r w:rsidR="001C0A14">
        <w:t>, tarkennettu 2.4.2024</w:t>
      </w:r>
    </w:p>
    <w:p w14:paraId="0E852425" w14:textId="462E583A" w:rsidR="00BB767B" w:rsidRDefault="00BB767B" w:rsidP="002F247D">
      <w:pPr>
        <w:pStyle w:val="Leipteksti"/>
        <w:spacing w:after="0"/>
        <w:ind w:left="1304"/>
      </w:pPr>
      <w:r>
        <w:t xml:space="preserve">Lisätty </w:t>
      </w:r>
      <w:r w:rsidR="002F247D">
        <w:t xml:space="preserve">toimintansa päättäneen rekisterinpitäjän tietojen haku ja arkistointi. Toimittaessa järjestämisvastuun perusteella käytetään palvelupyyntöjä PPA11 ja PPB11, jotka on kuvattu käyttötilanteiksi palvelupyyntöjen PPA ja PPB käyttötapauksiin. Toimittaessa yhteisliittymistilanteessa käytetään palvelupyyntöjä PPA ja PPB, joiden käyttötapauksiin käyttötilanteet on kuvattu. </w:t>
      </w:r>
    </w:p>
    <w:p w14:paraId="29F90D0D" w14:textId="69587DAF" w:rsidR="002C6018" w:rsidRDefault="002C6018" w:rsidP="002C6018">
      <w:pPr>
        <w:pStyle w:val="Leipteksti"/>
        <w:spacing w:after="0"/>
        <w:ind w:left="1304"/>
      </w:pPr>
      <w:r>
        <w:t xml:space="preserve">Muutokset: </w:t>
      </w:r>
    </w:p>
    <w:p w14:paraId="52768064" w14:textId="77777777" w:rsidR="002C6018" w:rsidRDefault="002C6018" w:rsidP="002C6018">
      <w:pPr>
        <w:pStyle w:val="Leipteksti"/>
        <w:spacing w:after="0"/>
        <w:ind w:left="1304"/>
      </w:pPr>
      <w:r>
        <w:t xml:space="preserve">- päivitetty lukuun 2.2, </w:t>
      </w:r>
      <w:r w:rsidRPr="00FD2370">
        <w:t>Käyttötapaukset ja palvelupyynnöt</w:t>
      </w:r>
      <w:r>
        <w:t xml:space="preserve"> uudet palvelupyynnöt PPA11 ja PPB11</w:t>
      </w:r>
    </w:p>
    <w:p w14:paraId="27285FE9" w14:textId="56AB7CDC" w:rsidR="002C6018" w:rsidRDefault="002C6018" w:rsidP="002C6018">
      <w:pPr>
        <w:pStyle w:val="Leipteksti"/>
        <w:spacing w:after="0"/>
        <w:ind w:left="1304"/>
      </w:pPr>
      <w:r>
        <w:t xml:space="preserve">- lisätty </w:t>
      </w:r>
      <w:r w:rsidR="00BB767B">
        <w:t>uudet käyttötilanteet</w:t>
      </w:r>
    </w:p>
    <w:p w14:paraId="5D912CC4" w14:textId="77777777" w:rsidR="006E7AAF" w:rsidRDefault="002C6018" w:rsidP="002C6018">
      <w:pPr>
        <w:pStyle w:val="Leipteksti"/>
        <w:spacing w:after="0"/>
        <w:ind w:left="2608"/>
      </w:pPr>
      <w:r>
        <w:t xml:space="preserve">lukuun 4, Arkistoi palvelutapahtuma-asiakirja (PPA) </w:t>
      </w:r>
    </w:p>
    <w:p w14:paraId="28402167" w14:textId="77777777" w:rsidR="001F4A66" w:rsidRDefault="006E7AAF" w:rsidP="002C6018">
      <w:pPr>
        <w:pStyle w:val="Leipteksti"/>
        <w:spacing w:after="0"/>
        <w:ind w:left="2608"/>
      </w:pPr>
      <w:r>
        <w:t>lukuun 5, Arkistoi palvelutapahtuma-asiakirja</w:t>
      </w:r>
      <w:r w:rsidR="002C6018">
        <w:br/>
        <w:t>lukuun 6, Arkistoi hoitoasiakirja (PPA)</w:t>
      </w:r>
    </w:p>
    <w:p w14:paraId="7CEFC405" w14:textId="3DEC307B" w:rsidR="001F4A66" w:rsidRDefault="001F4A66" w:rsidP="002C6018">
      <w:pPr>
        <w:pStyle w:val="Leipteksti"/>
        <w:spacing w:after="0"/>
        <w:ind w:left="2608"/>
      </w:pPr>
      <w:r>
        <w:t>lukuun 7, Arkistoi hoitoasiakirja</w:t>
      </w:r>
      <w:r w:rsidR="002C6018">
        <w:t xml:space="preserve"> </w:t>
      </w:r>
      <w:r w:rsidR="002C6018">
        <w:br/>
        <w:t xml:space="preserve">lukuun 11, </w:t>
      </w:r>
      <w:r w:rsidR="002C6018" w:rsidRPr="0015252D">
        <w:t>Korvaa palvelutapahtuma-asiakirja (PPA)</w:t>
      </w:r>
    </w:p>
    <w:p w14:paraId="52F4307B" w14:textId="2CA83042" w:rsidR="002C6018" w:rsidRDefault="001F4A66" w:rsidP="002C6018">
      <w:pPr>
        <w:pStyle w:val="Leipteksti"/>
        <w:spacing w:after="0"/>
        <w:ind w:left="2608"/>
      </w:pPr>
      <w:r>
        <w:t xml:space="preserve">lukuun 12, </w:t>
      </w:r>
      <w:r w:rsidRPr="0015252D">
        <w:t xml:space="preserve">Korvaa palvelutapahtuma-asiakirja </w:t>
      </w:r>
      <w:r w:rsidR="002C6018">
        <w:br/>
        <w:t xml:space="preserve">lukuun 13, </w:t>
      </w:r>
      <w:r w:rsidR="002C6018" w:rsidRPr="0015252D">
        <w:t xml:space="preserve">Korvaa </w:t>
      </w:r>
      <w:r w:rsidR="002C6018">
        <w:t>hoito</w:t>
      </w:r>
      <w:r w:rsidR="002C6018" w:rsidRPr="0015252D">
        <w:t>asiakirja (PPA)</w:t>
      </w:r>
    </w:p>
    <w:p w14:paraId="4B5030AA" w14:textId="15B8C55A" w:rsidR="001F4A66" w:rsidRDefault="001F4A66" w:rsidP="002C6018">
      <w:pPr>
        <w:pStyle w:val="Leipteksti"/>
        <w:spacing w:after="0"/>
        <w:ind w:left="2608"/>
      </w:pPr>
      <w:r>
        <w:t xml:space="preserve">lukuun 14, </w:t>
      </w:r>
      <w:r w:rsidRPr="0015252D">
        <w:t xml:space="preserve">Korvaa </w:t>
      </w:r>
      <w:r>
        <w:t>hoito</w:t>
      </w:r>
      <w:r w:rsidRPr="0015252D">
        <w:t>asiakirja</w:t>
      </w:r>
    </w:p>
    <w:p w14:paraId="73DCE9CF" w14:textId="39C18385" w:rsidR="00BB767B" w:rsidRDefault="00BB767B" w:rsidP="002C6018">
      <w:pPr>
        <w:pStyle w:val="Leipteksti"/>
        <w:spacing w:after="0"/>
        <w:ind w:left="2608"/>
      </w:pPr>
      <w:r>
        <w:t>lukuun 17, Hae potilasasiakirjoja (PPB)</w:t>
      </w:r>
    </w:p>
    <w:p w14:paraId="4FDF5963" w14:textId="6D5E00C6" w:rsidR="001F4A66" w:rsidRDefault="001F4A66" w:rsidP="001C0A14">
      <w:pPr>
        <w:pStyle w:val="Leipteksti"/>
        <w:spacing w:after="0"/>
        <w:ind w:left="2608"/>
      </w:pPr>
      <w:r>
        <w:t>lukuun 1</w:t>
      </w:r>
      <w:r w:rsidR="00E81082">
        <w:t>8</w:t>
      </w:r>
      <w:r>
        <w:t xml:space="preserve">, Hae </w:t>
      </w:r>
      <w:r w:rsidR="00E81082">
        <w:t>oman rekisterin asiakirjoja</w:t>
      </w:r>
    </w:p>
    <w:p w14:paraId="1A1380DF" w14:textId="2A774BC8" w:rsidR="002C6018" w:rsidRDefault="002C6018" w:rsidP="002C6018">
      <w:pPr>
        <w:pStyle w:val="Leipteksti"/>
        <w:spacing w:after="0"/>
        <w:ind w:left="1304"/>
      </w:pPr>
      <w:r>
        <w:t xml:space="preserve">- lisätty lukuun </w:t>
      </w:r>
      <w:r w:rsidR="002F247D">
        <w:t>29</w:t>
      </w:r>
      <w:r>
        <w:t>.2, Liittyvä koodistot koodisto LK14.</w:t>
      </w:r>
    </w:p>
    <w:p w14:paraId="36149C03" w14:textId="3A1D88BD" w:rsidR="007F55C9" w:rsidRDefault="007F55C9" w:rsidP="00147F45">
      <w:pPr>
        <w:pStyle w:val="Leipteksti"/>
        <w:spacing w:after="0"/>
        <w:ind w:left="0"/>
      </w:pPr>
      <w:r>
        <w:t>Versio 2.2</w:t>
      </w:r>
    </w:p>
    <w:p w14:paraId="01A7492F" w14:textId="1AB5E62A" w:rsidR="007F55C9" w:rsidRDefault="007F55C9" w:rsidP="00147F45">
      <w:pPr>
        <w:pStyle w:val="Leipteksti"/>
        <w:spacing w:after="0"/>
        <w:ind w:left="0"/>
      </w:pPr>
      <w:r>
        <w:tab/>
        <w:t>11.12.2023</w:t>
      </w:r>
    </w:p>
    <w:p w14:paraId="4F4B9B0B" w14:textId="44D9D736" w:rsidR="007F55C9" w:rsidRDefault="007F55C9" w:rsidP="00147F45">
      <w:pPr>
        <w:pStyle w:val="Leipteksti"/>
        <w:spacing w:after="0"/>
        <w:ind w:left="0"/>
      </w:pPr>
      <w:r>
        <w:tab/>
        <w:t>-     Poistettu RC-status</w:t>
      </w:r>
    </w:p>
    <w:p w14:paraId="742215AB" w14:textId="0A0802C0" w:rsidR="007166AB" w:rsidRDefault="007166AB" w:rsidP="00147F45">
      <w:pPr>
        <w:pStyle w:val="Leipteksti"/>
        <w:spacing w:after="0"/>
        <w:ind w:left="0"/>
      </w:pPr>
      <w:r>
        <w:tab/>
        <w:t>23.1.2024</w:t>
      </w:r>
    </w:p>
    <w:p w14:paraId="410D52A9" w14:textId="1D26F680" w:rsidR="007166AB" w:rsidRDefault="007166AB" w:rsidP="007166AB">
      <w:pPr>
        <w:pStyle w:val="Leipteksti"/>
        <w:spacing w:after="0"/>
        <w:ind w:left="0"/>
      </w:pPr>
      <w:r>
        <w:tab/>
        <w:t>- Lukuun 8.6 tarkennettu rivinvaihtoja koskevaa tekstiä (LT3).</w:t>
      </w:r>
    </w:p>
    <w:p w14:paraId="7ACB3B67" w14:textId="3ABC4C1F" w:rsidR="00FF07A6" w:rsidRDefault="00FF07A6" w:rsidP="007166AB">
      <w:pPr>
        <w:pStyle w:val="Leipteksti"/>
        <w:spacing w:after="0"/>
        <w:ind w:left="0"/>
      </w:pPr>
      <w:bookmarkStart w:id="58" w:name="_Hlk158192118"/>
      <w:r>
        <w:tab/>
        <w:t xml:space="preserve">7.2.2024 Poistettu luvusta 6 virheellinen skenaario E. </w:t>
      </w:r>
    </w:p>
    <w:bookmarkEnd w:id="58"/>
    <w:p w14:paraId="705E3C24" w14:textId="3728EBEC" w:rsidR="007166AB" w:rsidRDefault="007166AB" w:rsidP="00147F45">
      <w:pPr>
        <w:pStyle w:val="Leipteksti"/>
        <w:spacing w:after="0"/>
        <w:ind w:left="0"/>
      </w:pPr>
    </w:p>
    <w:p w14:paraId="3D5B4487" w14:textId="7B1A2BF0"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D67AEB">
      <w:pPr>
        <w:pStyle w:val="Leipteksti"/>
        <w:numPr>
          <w:ilvl w:val="0"/>
          <w:numId w:val="46"/>
        </w:numPr>
        <w:spacing w:after="0"/>
      </w:pPr>
      <w:r>
        <w:lastRenderedPageBreak/>
        <w:t xml:space="preserve">Lukuun 2.2 päivitetty palvelupyynnön PP22 nimi, </w:t>
      </w:r>
      <w:r w:rsidRPr="001E14E0">
        <w:t>Haku Uudenmaan väliaikaisen tiedonsaantioikeuden perusteella</w:t>
      </w:r>
    </w:p>
    <w:p w14:paraId="095328B8" w14:textId="4C561AC1" w:rsidR="00CF31F2" w:rsidRDefault="00CF31F2" w:rsidP="00D67AEB">
      <w:pPr>
        <w:pStyle w:val="Leipteksti"/>
        <w:numPr>
          <w:ilvl w:val="0"/>
          <w:numId w:val="46"/>
        </w:numPr>
        <w:spacing w:after="0"/>
      </w:pPr>
      <w:r>
        <w:t>Lukuun 15.3. kohtaan 3 lisätty palvelupyyntöjen PP24 ja PP25 käyttöä Kanta-infomoinnin päivitystilanteessa koskeva huomautus</w:t>
      </w:r>
    </w:p>
    <w:p w14:paraId="1E4D45D1" w14:textId="02D30651" w:rsidR="00306B07" w:rsidRDefault="00306B07" w:rsidP="00D67AEB">
      <w:pPr>
        <w:pStyle w:val="Leipteksti"/>
        <w:numPr>
          <w:ilvl w:val="0"/>
          <w:numId w:val="46"/>
        </w:numPr>
        <w:spacing w:after="0"/>
      </w:pPr>
      <w:r>
        <w:t>Lukuun 26.3 kohtaan 4 lisätty huomautus asiakirjan edelleenvälittämisestä ostopalvelutilanteessa</w:t>
      </w:r>
    </w:p>
    <w:p w14:paraId="6CBFFB4A" w14:textId="4D63603A" w:rsidR="00CF31F2" w:rsidRDefault="00CF31F2" w:rsidP="00D67AEB">
      <w:pPr>
        <w:pStyle w:val="Leipteksti"/>
        <w:numPr>
          <w:ilvl w:val="0"/>
          <w:numId w:val="46"/>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D67AEB">
      <w:pPr>
        <w:pStyle w:val="Leipteksti"/>
        <w:numPr>
          <w:ilvl w:val="1"/>
          <w:numId w:val="46"/>
        </w:numPr>
        <w:spacing w:after="0"/>
      </w:pPr>
      <w:r>
        <w:t>Lukujen 3.1 ja 3.2 taulukoihin lisätty yhteydenottokielto-lomake</w:t>
      </w:r>
    </w:p>
    <w:p w14:paraId="6DED06C5" w14:textId="5C47C20C" w:rsidR="00F66D4A" w:rsidRDefault="005E1B38" w:rsidP="00D67AEB">
      <w:pPr>
        <w:pStyle w:val="Leipteksti"/>
        <w:numPr>
          <w:ilvl w:val="1"/>
          <w:numId w:val="46"/>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D67AEB">
      <w:pPr>
        <w:pStyle w:val="Leipteksti"/>
        <w:numPr>
          <w:ilvl w:val="0"/>
          <w:numId w:val="45"/>
        </w:numPr>
        <w:spacing w:after="0"/>
      </w:pPr>
      <w:r>
        <w:t xml:space="preserve">Lukuun Hae Tahdonilmaisupalvelun asiakirjoja on lisätty </w:t>
      </w:r>
    </w:p>
    <w:p w14:paraId="3971C9B5" w14:textId="241C6F5C" w:rsidR="00396388" w:rsidRDefault="00F66D4A" w:rsidP="00D67AEB">
      <w:pPr>
        <w:pStyle w:val="Leipteksti"/>
        <w:numPr>
          <w:ilvl w:val="0"/>
          <w:numId w:val="45"/>
        </w:numPr>
        <w:spacing w:after="0"/>
      </w:pPr>
      <w:r>
        <w:t>huoltajalle tulostettava kieltoyhteenveto</w:t>
      </w:r>
      <w:r w:rsidR="00396388">
        <w:t xml:space="preserve"> (KIEYHTH)</w:t>
      </w:r>
    </w:p>
    <w:p w14:paraId="05403E9F" w14:textId="0B59EA89" w:rsidR="00396388" w:rsidRDefault="00396388" w:rsidP="00D67AEB">
      <w:pPr>
        <w:pStyle w:val="Leipteksti"/>
        <w:numPr>
          <w:ilvl w:val="0"/>
          <w:numId w:val="45"/>
        </w:numPr>
        <w:spacing w:after="0"/>
      </w:pPr>
      <w:r>
        <w:t>tahdonilmaisupalvelun haku tulostamista varten: yhteydenottokiellon (YKIE) pdf-tuloste</w:t>
      </w:r>
    </w:p>
    <w:p w14:paraId="13872EB6" w14:textId="085ACBC2" w:rsidR="00DB4F57" w:rsidRDefault="00DB4F57" w:rsidP="00D937A5">
      <w:pPr>
        <w:pStyle w:val="Leipteksti"/>
        <w:spacing w:after="0"/>
        <w:ind w:left="1304"/>
      </w:pPr>
      <w:r>
        <w:t>2</w:t>
      </w:r>
      <w:r w:rsidR="007507B7">
        <w:t>9</w:t>
      </w:r>
      <w:r>
        <w:t>.6.2023</w:t>
      </w:r>
    </w:p>
    <w:p w14:paraId="6E22D49E" w14:textId="2D91FB69" w:rsidR="00DB4F57" w:rsidRDefault="00DB4F57" w:rsidP="00D67AEB">
      <w:pPr>
        <w:pStyle w:val="Leipteksti"/>
        <w:numPr>
          <w:ilvl w:val="0"/>
          <w:numId w:val="4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D67AEB">
      <w:pPr>
        <w:pStyle w:val="Leipteksti"/>
        <w:numPr>
          <w:ilvl w:val="1"/>
          <w:numId w:val="45"/>
        </w:numPr>
        <w:spacing w:after="0"/>
      </w:pPr>
      <w:r>
        <w:t xml:space="preserve">Lukujen 3.1 ja </w:t>
      </w:r>
      <w:r w:rsidR="001F3E17">
        <w:t>3.2 taulukot</w:t>
      </w:r>
    </w:p>
    <w:p w14:paraId="7FD28184" w14:textId="157EBDA9" w:rsidR="00DB4F57" w:rsidRDefault="00DB4F57" w:rsidP="00D67AEB">
      <w:pPr>
        <w:pStyle w:val="Leipteksti"/>
        <w:numPr>
          <w:ilvl w:val="1"/>
          <w:numId w:val="4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44F983BB"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D67AEB">
      <w:pPr>
        <w:pStyle w:val="Leipteksti"/>
        <w:numPr>
          <w:ilvl w:val="0"/>
          <w:numId w:val="45"/>
        </w:numPr>
        <w:spacing w:after="0"/>
      </w:pPr>
      <w:r>
        <w:t xml:space="preserve">Lisätty lukuun 8 ohjeistus rivinvaihtojen käsittelemiseksi lomakkeilla YKIE ja PSSUO. Lukuun 8.4 tarkennus ja uusi lisätieto LT3. </w:t>
      </w:r>
    </w:p>
    <w:p w14:paraId="482F4B7D" w14:textId="27DF4ACD" w:rsidR="00D3673E" w:rsidRDefault="00D3673E" w:rsidP="00592CC9">
      <w:pPr>
        <w:pStyle w:val="Leipteksti"/>
        <w:spacing w:after="0"/>
        <w:ind w:left="1304"/>
      </w:pPr>
      <w:r>
        <w:t>5.9.2023</w:t>
      </w:r>
    </w:p>
    <w:p w14:paraId="7E7B2A9E" w14:textId="3F0319D8" w:rsidR="00D3673E" w:rsidRDefault="00D3673E" w:rsidP="00D67AEB">
      <w:pPr>
        <w:pStyle w:val="Leipteksti"/>
        <w:numPr>
          <w:ilvl w:val="0"/>
          <w:numId w:val="45"/>
        </w:numPr>
        <w:spacing w:after="0"/>
      </w:pPr>
      <w:r>
        <w:t>Luvusta Korvaa tahdonilmaisupalvelun asiakirja poistettu 1.1.2024 alkaen voimaan tulevan Luovutusluvan korvaustilannetta koskeva sääntö eri Lomakkeen omistajan määrittelyversio -arvoilla</w:t>
      </w:r>
    </w:p>
    <w:p w14:paraId="18B158C8" w14:textId="566E12F1" w:rsidR="00977769" w:rsidRDefault="00977769" w:rsidP="00592CC9">
      <w:pPr>
        <w:pStyle w:val="Leipteksti"/>
        <w:spacing w:after="0"/>
        <w:ind w:left="1304"/>
      </w:pPr>
      <w:r>
        <w:t>2</w:t>
      </w:r>
      <w:r w:rsidR="00282EE8">
        <w:t>5</w:t>
      </w:r>
      <w:r>
        <w:t>.10.2023</w:t>
      </w:r>
    </w:p>
    <w:p w14:paraId="75033FBE" w14:textId="53ADD918" w:rsidR="00977769" w:rsidRDefault="00977769" w:rsidP="00D67AEB">
      <w:pPr>
        <w:pStyle w:val="Leipteksti"/>
        <w:numPr>
          <w:ilvl w:val="0"/>
          <w:numId w:val="45"/>
        </w:numPr>
        <w:spacing w:after="0"/>
      </w:pPr>
      <w:r>
        <w:t xml:space="preserve">Lukuun Arkistoi asiakirja tahdonilmaisupalveluun (kohta LT1) lisätty sääntö ettei kieltolomakkeella saa esiintyä useita samoja kieltoja </w:t>
      </w:r>
    </w:p>
    <w:p w14:paraId="78991323" w14:textId="77777777" w:rsidR="008B2092" w:rsidRDefault="008B2092" w:rsidP="008B2092">
      <w:pPr>
        <w:pStyle w:val="Leipteksti"/>
        <w:spacing w:after="0"/>
        <w:ind w:left="1304"/>
      </w:pPr>
      <w:r>
        <w:t>1.12.2023</w:t>
      </w:r>
    </w:p>
    <w:p w14:paraId="02A13A99" w14:textId="5D762D51" w:rsidR="008B2092" w:rsidRDefault="008B2092" w:rsidP="008B2092">
      <w:pPr>
        <w:pStyle w:val="Leipteksti"/>
        <w:spacing w:after="0"/>
        <w:ind w:left="1304"/>
      </w:pPr>
      <w:r>
        <w:t xml:space="preserve">-      Lukuun Arkistoi </w:t>
      </w:r>
      <w:r w:rsidR="00651752">
        <w:t>Luovutusilmoitus</w:t>
      </w:r>
      <w:r>
        <w:t xml:space="preserve"> lisätty tietoa luovutuksesta saman reksiterinpitäjän eri </w:t>
      </w:r>
    </w:p>
    <w:p w14:paraId="784440DB" w14:textId="58F2E719" w:rsidR="008B2092" w:rsidRDefault="008B2092" w:rsidP="00592CC9">
      <w:pPr>
        <w:pStyle w:val="Leipteksti"/>
        <w:spacing w:after="0"/>
        <w:ind w:left="1304"/>
      </w:pPr>
      <w:r>
        <w:lastRenderedPageBreak/>
        <w:t xml:space="preserve">       rekisterien (terveydenhuolto-sosiaalihuolto) välillä</w:t>
      </w:r>
    </w:p>
    <w:p w14:paraId="301B9121" w14:textId="4DD4C860" w:rsidR="0032299A" w:rsidRDefault="0032299A" w:rsidP="00592CC9">
      <w:pPr>
        <w:pStyle w:val="Leipteksti"/>
        <w:spacing w:after="0"/>
        <w:ind w:left="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D67AEB">
      <w:pPr>
        <w:pStyle w:val="Leipteksti"/>
        <w:numPr>
          <w:ilvl w:val="0"/>
          <w:numId w:val="4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D67AEB">
      <w:pPr>
        <w:pStyle w:val="Leipteksti"/>
        <w:numPr>
          <w:ilvl w:val="0"/>
          <w:numId w:val="44"/>
        </w:numPr>
        <w:spacing w:after="0"/>
      </w:pPr>
      <w:r w:rsidRPr="00AC516B">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D67AEB">
      <w:pPr>
        <w:pStyle w:val="Leipteksti"/>
        <w:numPr>
          <w:ilvl w:val="0"/>
          <w:numId w:val="44"/>
        </w:numPr>
        <w:spacing w:after="0"/>
      </w:pPr>
      <w:r>
        <w:t xml:space="preserve">Lukuun Arkistoi asiakirja Tahdonilmaisupalveluun on paranneltu tekstiä Suostumus-asiakirjan muutoksesta Luovutuslupa-asiakirjaksi </w:t>
      </w:r>
    </w:p>
    <w:p w14:paraId="7E3BB61F" w14:textId="3C42EBD7" w:rsidR="00D26409" w:rsidRDefault="00D26409" w:rsidP="00D67AEB">
      <w:pPr>
        <w:pStyle w:val="Leipteksti"/>
        <w:numPr>
          <w:ilvl w:val="0"/>
          <w:numId w:val="4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D67AEB">
      <w:pPr>
        <w:pStyle w:val="Leipteksti"/>
        <w:numPr>
          <w:ilvl w:val="0"/>
          <w:numId w:val="4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D67AEB">
      <w:pPr>
        <w:pStyle w:val="Leipteksti"/>
        <w:numPr>
          <w:ilvl w:val="0"/>
          <w:numId w:val="44"/>
        </w:numPr>
        <w:spacing w:after="0"/>
      </w:pPr>
      <w:r>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D67AEB">
      <w:pPr>
        <w:pStyle w:val="Leipteksti"/>
        <w:numPr>
          <w:ilvl w:val="0"/>
          <w:numId w:val="39"/>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D67AEB">
      <w:pPr>
        <w:pStyle w:val="Leipteksti"/>
        <w:numPr>
          <w:ilvl w:val="0"/>
          <w:numId w:val="39"/>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D67AEB">
      <w:pPr>
        <w:pStyle w:val="Leipteksti"/>
        <w:numPr>
          <w:ilvl w:val="1"/>
          <w:numId w:val="39"/>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D67AEB">
      <w:pPr>
        <w:pStyle w:val="Leipteksti"/>
        <w:numPr>
          <w:ilvl w:val="0"/>
          <w:numId w:val="39"/>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D67AEB">
      <w:pPr>
        <w:pStyle w:val="Leipteksti"/>
        <w:numPr>
          <w:ilvl w:val="1"/>
          <w:numId w:val="39"/>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D67AEB">
      <w:pPr>
        <w:pStyle w:val="Leipteksti"/>
        <w:numPr>
          <w:ilvl w:val="0"/>
          <w:numId w:val="39"/>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lastRenderedPageBreak/>
        <w:br/>
        <w:t xml:space="preserve">Tuotantoversio. </w:t>
      </w:r>
      <w:r>
        <w:br/>
        <w:t>Muutokset:</w:t>
      </w:r>
    </w:p>
    <w:p w14:paraId="1C97A715" w14:textId="77777777" w:rsidR="006454F5" w:rsidRPr="006C6991" w:rsidRDefault="00147F45" w:rsidP="00D67AEB">
      <w:pPr>
        <w:pStyle w:val="Leipteksti"/>
        <w:numPr>
          <w:ilvl w:val="0"/>
          <w:numId w:val="4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D67AEB">
      <w:pPr>
        <w:pStyle w:val="Leipteksti"/>
        <w:numPr>
          <w:ilvl w:val="0"/>
          <w:numId w:val="43"/>
        </w:numPr>
        <w:spacing w:after="0"/>
      </w:pPr>
      <w:r w:rsidRPr="00B402BD">
        <w:t>Muutos lukuun 17 Hae potilasasiakirjoja (PPB).</w:t>
      </w:r>
    </w:p>
    <w:p w14:paraId="79B21CCC" w14:textId="77777777" w:rsidR="003106A8" w:rsidRPr="006C6991" w:rsidRDefault="00A969C8" w:rsidP="00D67AEB">
      <w:pPr>
        <w:pStyle w:val="Leipteksti"/>
        <w:numPr>
          <w:ilvl w:val="0"/>
          <w:numId w:val="4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D67AEB">
      <w:pPr>
        <w:pStyle w:val="Leipteksti"/>
        <w:numPr>
          <w:ilvl w:val="0"/>
          <w:numId w:val="4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D67AEB">
      <w:pPr>
        <w:pStyle w:val="Leipteksti"/>
        <w:numPr>
          <w:ilvl w:val="0"/>
          <w:numId w:val="4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r>
      <w:r>
        <w:lastRenderedPageBreak/>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lastRenderedPageBreak/>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lastRenderedPageBreak/>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lastRenderedPageBreak/>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lastRenderedPageBreak/>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044540">
      <w:headerReference w:type="default" r:id="rId25"/>
      <w:pgSz w:w="11906" w:h="16838" w:code="9"/>
      <w:pgMar w:top="2438" w:right="127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9A886" w14:textId="77777777" w:rsidR="00D67AEB" w:rsidRDefault="00D67AEB" w:rsidP="00661F12">
      <w:r>
        <w:separator/>
      </w:r>
    </w:p>
  </w:endnote>
  <w:endnote w:type="continuationSeparator" w:id="0">
    <w:p w14:paraId="7540F383" w14:textId="77777777" w:rsidR="00D67AEB" w:rsidRDefault="00D67AEB"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38CAF" w14:textId="77777777" w:rsidR="00D67AEB" w:rsidRDefault="00D67AEB" w:rsidP="00661F12">
      <w:r>
        <w:separator/>
      </w:r>
    </w:p>
  </w:footnote>
  <w:footnote w:type="continuationSeparator" w:id="0">
    <w:p w14:paraId="735F9186" w14:textId="77777777" w:rsidR="00D67AEB" w:rsidRDefault="00D67AEB"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4" name="Kuva 4"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592CC9">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2FCBA26E" w:rsidR="00982045" w:rsidRPr="0074362D" w:rsidRDefault="00982045" w:rsidP="00F53733">
              <w:pPr>
                <w:pStyle w:val="Yltunniste"/>
                <w:rPr>
                  <w:b/>
                </w:rPr>
              </w:pPr>
              <w:r>
                <w:rPr>
                  <w:b/>
                  <w:color w:val="auto"/>
                </w:rPr>
                <w:t>Määrittely</w:t>
              </w:r>
            </w:p>
          </w:tc>
        </w:sdtContent>
      </w:sdt>
      <w:tc>
        <w:tcPr>
          <w:tcW w:w="850" w:type="dxa"/>
        </w:tcPr>
        <w:p w14:paraId="2CB64ED6" w14:textId="77777777" w:rsidR="00982045" w:rsidRPr="00CD3BD4" w:rsidRDefault="00982045" w:rsidP="00F53733">
          <w:pPr>
            <w:pStyle w:val="Yltunniste"/>
          </w:pPr>
        </w:p>
      </w:tc>
      <w:tc>
        <w:tcPr>
          <w:tcW w:w="991"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FE1083">
            <w:fldChar w:fldCharType="begin"/>
          </w:r>
          <w:r w:rsidR="00FE1083">
            <w:instrText xml:space="preserve"> NUMPAGES   \* MERGEFORMAT </w:instrText>
          </w:r>
          <w:r w:rsidR="00FE1083">
            <w:fldChar w:fldCharType="separate"/>
          </w:r>
          <w:r w:rsidR="00D3673E">
            <w:t>130</w:t>
          </w:r>
          <w:r w:rsidR="00FE1083">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6B8CC9E2" w:rsidR="00982045" w:rsidRPr="00661F12" w:rsidRDefault="00982045" w:rsidP="00F53733">
          <w:pPr>
            <w:pStyle w:val="Yltunniste"/>
          </w:pPr>
          <w:r>
            <w:t>Potilastiedon arkisto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4-04-02T00:00:00Z">
            <w:dateFormat w:val="d.M.yyyy"/>
            <w:lid w:val="fi-FI"/>
            <w:storeMappedDataAs w:val="dateTime"/>
            <w:calendar w:val="gregorian"/>
          </w:date>
        </w:sdtPr>
        <w:sdtEndPr/>
        <w:sdtContent>
          <w:tc>
            <w:tcPr>
              <w:tcW w:w="2575" w:type="dxa"/>
              <w:gridSpan w:val="2"/>
            </w:tcPr>
            <w:p w14:paraId="6D2E652A" w14:textId="71C9F66A" w:rsidR="00982045" w:rsidRDefault="001C0A14" w:rsidP="00907E9A">
              <w:pPr>
                <w:pStyle w:val="Yltunniste"/>
              </w:pPr>
              <w:r>
                <w:t>2</w:t>
              </w:r>
              <w:r w:rsidR="00F15419">
                <w:t>.</w:t>
              </w:r>
              <w:r>
                <w:t>4</w:t>
              </w:r>
              <w:r w:rsidR="00056B7D">
                <w:t>.2024</w:t>
              </w:r>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0E587DFE"/>
    <w:multiLevelType w:val="hybridMultilevel"/>
    <w:tmpl w:val="F3E8D6D4"/>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8"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0" w15:restartNumberingAfterBreak="0">
    <w:nsid w:val="19114E39"/>
    <w:multiLevelType w:val="hybridMultilevel"/>
    <w:tmpl w:val="FFFC1D5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1"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2"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3" w15:restartNumberingAfterBreak="0">
    <w:nsid w:val="29D7677B"/>
    <w:multiLevelType w:val="hybridMultilevel"/>
    <w:tmpl w:val="0BAAF1A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4" w15:restartNumberingAfterBreak="0">
    <w:nsid w:val="2AFC3682"/>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6"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7" w15:restartNumberingAfterBreak="0">
    <w:nsid w:val="36215442"/>
    <w:multiLevelType w:val="hybridMultilevel"/>
    <w:tmpl w:val="40E29C84"/>
    <w:lvl w:ilvl="0" w:tplc="040B0015">
      <w:start w:val="1"/>
      <w:numFmt w:val="upperLetter"/>
      <w:lvlText w:val="%1."/>
      <w:lvlJc w:val="left"/>
      <w:pPr>
        <w:ind w:left="2138" w:hanging="360"/>
      </w:pPr>
      <w:rPr>
        <w:rFonts w:hint="default"/>
      </w:r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9"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0"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1"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2" w15:restartNumberingAfterBreak="0">
    <w:nsid w:val="40F52840"/>
    <w:multiLevelType w:val="hybridMultilevel"/>
    <w:tmpl w:val="1498787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3"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4"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5"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6"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49D23A8B"/>
    <w:multiLevelType w:val="hybridMultilevel"/>
    <w:tmpl w:val="64B63A04"/>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start w:val="1"/>
      <w:numFmt w:val="bullet"/>
      <w:lvlText w:val="o"/>
      <w:lvlJc w:val="left"/>
      <w:pPr>
        <w:ind w:left="5358" w:hanging="360"/>
      </w:pPr>
      <w:rPr>
        <w:rFonts w:ascii="Courier New" w:hAnsi="Courier New" w:cs="Courier New" w:hint="default"/>
      </w:rPr>
    </w:lvl>
    <w:lvl w:ilvl="5" w:tplc="040B0005">
      <w:start w:val="1"/>
      <w:numFmt w:val="bullet"/>
      <w:lvlText w:val=""/>
      <w:lvlJc w:val="left"/>
      <w:pPr>
        <w:ind w:left="6078" w:hanging="360"/>
      </w:pPr>
      <w:rPr>
        <w:rFonts w:ascii="Wingdings" w:hAnsi="Wingdings" w:hint="default"/>
      </w:rPr>
    </w:lvl>
    <w:lvl w:ilvl="6" w:tplc="040B0001">
      <w:start w:val="1"/>
      <w:numFmt w:val="bullet"/>
      <w:lvlText w:val=""/>
      <w:lvlJc w:val="left"/>
      <w:pPr>
        <w:ind w:left="6798" w:hanging="360"/>
      </w:pPr>
      <w:rPr>
        <w:rFonts w:ascii="Symbol" w:hAnsi="Symbol" w:hint="default"/>
      </w:rPr>
    </w:lvl>
    <w:lvl w:ilvl="7" w:tplc="040B0003">
      <w:start w:val="1"/>
      <w:numFmt w:val="bullet"/>
      <w:lvlText w:val="o"/>
      <w:lvlJc w:val="left"/>
      <w:pPr>
        <w:ind w:left="7518" w:hanging="360"/>
      </w:pPr>
      <w:rPr>
        <w:rFonts w:ascii="Courier New" w:hAnsi="Courier New" w:cs="Courier New" w:hint="default"/>
      </w:rPr>
    </w:lvl>
    <w:lvl w:ilvl="8" w:tplc="040B0015">
      <w:start w:val="1"/>
      <w:numFmt w:val="upperLetter"/>
      <w:lvlText w:val="%9."/>
      <w:lvlJc w:val="left"/>
      <w:pPr>
        <w:ind w:left="8238" w:hanging="360"/>
      </w:pPr>
      <w:rPr>
        <w:rFonts w:hint="default"/>
      </w:rPr>
    </w:lvl>
  </w:abstractNum>
  <w:abstractNum w:abstractNumId="28" w15:restartNumberingAfterBreak="0">
    <w:nsid w:val="4AB95E67"/>
    <w:multiLevelType w:val="hybridMultilevel"/>
    <w:tmpl w:val="1CBCBC4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9" w15:restartNumberingAfterBreak="0">
    <w:nsid w:val="4AF3019C"/>
    <w:multiLevelType w:val="multilevel"/>
    <w:tmpl w:val="42645648"/>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lvlText w:val="%9."/>
      <w:lvlJc w:val="left"/>
      <w:pPr>
        <w:tabs>
          <w:tab w:val="num" w:pos="2098"/>
        </w:tabs>
        <w:ind w:left="2098" w:hanging="340"/>
      </w:pPr>
      <w:rPr>
        <w:rFonts w:hint="default"/>
      </w:rPr>
    </w:lvl>
  </w:abstractNum>
  <w:abstractNum w:abstractNumId="30" w15:restartNumberingAfterBreak="0">
    <w:nsid w:val="51FE337C"/>
    <w:multiLevelType w:val="hybridMultilevel"/>
    <w:tmpl w:val="3F64632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1"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2" w15:restartNumberingAfterBreak="0">
    <w:nsid w:val="585E69FE"/>
    <w:multiLevelType w:val="hybridMultilevel"/>
    <w:tmpl w:val="267252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3"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4" w15:restartNumberingAfterBreak="0">
    <w:nsid w:val="5ABC18F9"/>
    <w:multiLevelType w:val="hybridMultilevel"/>
    <w:tmpl w:val="5F2A47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5"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6"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7"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8"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39"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0"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start w:val="1"/>
      <w:numFmt w:val="bullet"/>
      <w:lvlText w:val=""/>
      <w:lvlJc w:val="left"/>
      <w:pPr>
        <w:ind w:left="3955" w:hanging="360"/>
      </w:pPr>
      <w:rPr>
        <w:rFonts w:ascii="Wingdings" w:hAnsi="Wingdings" w:hint="default"/>
      </w:rPr>
    </w:lvl>
    <w:lvl w:ilvl="3" w:tplc="040B0001">
      <w:start w:val="1"/>
      <w:numFmt w:val="bullet"/>
      <w:lvlText w:val=""/>
      <w:lvlJc w:val="left"/>
      <w:pPr>
        <w:ind w:left="4675" w:hanging="360"/>
      </w:pPr>
      <w:rPr>
        <w:rFonts w:ascii="Symbol" w:hAnsi="Symbol" w:hint="default"/>
      </w:rPr>
    </w:lvl>
    <w:lvl w:ilvl="4" w:tplc="040B0003">
      <w:start w:val="1"/>
      <w:numFmt w:val="bullet"/>
      <w:lvlText w:val="o"/>
      <w:lvlJc w:val="left"/>
      <w:pPr>
        <w:ind w:left="5395" w:hanging="360"/>
      </w:pPr>
      <w:rPr>
        <w:rFonts w:ascii="Courier New" w:hAnsi="Courier New" w:cs="Courier New" w:hint="default"/>
      </w:rPr>
    </w:lvl>
    <w:lvl w:ilvl="5" w:tplc="040B0005">
      <w:start w:val="1"/>
      <w:numFmt w:val="bullet"/>
      <w:lvlText w:val=""/>
      <w:lvlJc w:val="left"/>
      <w:pPr>
        <w:ind w:left="6115" w:hanging="360"/>
      </w:pPr>
      <w:rPr>
        <w:rFonts w:ascii="Wingdings" w:hAnsi="Wingdings" w:hint="default"/>
      </w:rPr>
    </w:lvl>
    <w:lvl w:ilvl="6" w:tplc="040B0001">
      <w:start w:val="1"/>
      <w:numFmt w:val="bullet"/>
      <w:lvlText w:val=""/>
      <w:lvlJc w:val="left"/>
      <w:pPr>
        <w:ind w:left="6835" w:hanging="360"/>
      </w:pPr>
      <w:rPr>
        <w:rFonts w:ascii="Symbol" w:hAnsi="Symbol" w:hint="default"/>
      </w:rPr>
    </w:lvl>
    <w:lvl w:ilvl="7" w:tplc="040B0003">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41"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2"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3"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4" w15:restartNumberingAfterBreak="0">
    <w:nsid w:val="797000C1"/>
    <w:multiLevelType w:val="multilevel"/>
    <w:tmpl w:val="388A7428"/>
    <w:styleLink w:val="Otsikkonumerointi"/>
    <w:lvl w:ilvl="0">
      <w:start w:val="1"/>
      <w:numFmt w:val="decimal"/>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45" w15:restartNumberingAfterBreak="0">
    <w:nsid w:val="7FF061C1"/>
    <w:multiLevelType w:val="hybridMultilevel"/>
    <w:tmpl w:val="770C9C2A"/>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38"/>
  </w:num>
  <w:num w:numId="2">
    <w:abstractNumId w:val="38"/>
  </w:num>
  <w:num w:numId="3">
    <w:abstractNumId w:val="44"/>
  </w:num>
  <w:num w:numId="4">
    <w:abstractNumId w:val="29"/>
  </w:num>
  <w:num w:numId="5">
    <w:abstractNumId w:val="16"/>
  </w:num>
  <w:num w:numId="6">
    <w:abstractNumId w:val="28"/>
  </w:num>
  <w:num w:numId="7">
    <w:abstractNumId w:val="30"/>
  </w:num>
  <w:num w:numId="8">
    <w:abstractNumId w:val="17"/>
  </w:num>
  <w:num w:numId="9">
    <w:abstractNumId w:val="10"/>
  </w:num>
  <w:num w:numId="10">
    <w:abstractNumId w:val="3"/>
  </w:num>
  <w:num w:numId="11">
    <w:abstractNumId w:val="13"/>
  </w:num>
  <w:num w:numId="12">
    <w:abstractNumId w:val="22"/>
  </w:num>
  <w:num w:numId="13">
    <w:abstractNumId w:val="34"/>
  </w:num>
  <w:num w:numId="14">
    <w:abstractNumId w:val="6"/>
  </w:num>
  <w:num w:numId="15">
    <w:abstractNumId w:val="25"/>
  </w:num>
  <w:num w:numId="16">
    <w:abstractNumId w:val="9"/>
  </w:num>
  <w:num w:numId="17">
    <w:abstractNumId w:val="4"/>
  </w:num>
  <w:num w:numId="18">
    <w:abstractNumId w:val="14"/>
  </w:num>
  <w:num w:numId="19">
    <w:abstractNumId w:val="42"/>
  </w:num>
  <w:num w:numId="20">
    <w:abstractNumId w:val="1"/>
  </w:num>
  <w:num w:numId="21">
    <w:abstractNumId w:val="8"/>
  </w:num>
  <w:num w:numId="22">
    <w:abstractNumId w:val="41"/>
  </w:num>
  <w:num w:numId="23">
    <w:abstractNumId w:val="5"/>
  </w:num>
  <w:num w:numId="24">
    <w:abstractNumId w:val="12"/>
  </w:num>
  <w:num w:numId="25">
    <w:abstractNumId w:val="26"/>
  </w:num>
  <w:num w:numId="26">
    <w:abstractNumId w:val="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40"/>
  </w:num>
  <w:num w:numId="33">
    <w:abstractNumId w:val="39"/>
  </w:num>
  <w:num w:numId="34">
    <w:abstractNumId w:val="45"/>
  </w:num>
  <w:num w:numId="35">
    <w:abstractNumId w:val="31"/>
  </w:num>
  <w:num w:numId="36">
    <w:abstractNumId w:val="15"/>
  </w:num>
  <w:num w:numId="37">
    <w:abstractNumId w:val="21"/>
  </w:num>
  <w:num w:numId="38">
    <w:abstractNumId w:val="27"/>
  </w:num>
  <w:num w:numId="39">
    <w:abstractNumId w:val="23"/>
  </w:num>
  <w:num w:numId="40">
    <w:abstractNumId w:val="33"/>
  </w:num>
  <w:num w:numId="41">
    <w:abstractNumId w:val="36"/>
  </w:num>
  <w:num w:numId="42">
    <w:abstractNumId w:val="2"/>
  </w:num>
  <w:num w:numId="43">
    <w:abstractNumId w:val="37"/>
  </w:num>
  <w:num w:numId="44">
    <w:abstractNumId w:val="24"/>
  </w:num>
  <w:num w:numId="45">
    <w:abstractNumId w:val="35"/>
  </w:num>
  <w:num w:numId="46">
    <w:abstractNumId w:val="20"/>
  </w:num>
  <w:num w:numId="47">
    <w:abstractNumId w:val="43"/>
  </w:num>
  <w:num w:numId="48">
    <w:abstractNumId w:val="19"/>
  </w:num>
  <w:num w:numId="49">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44540"/>
    <w:rsid w:val="00052F21"/>
    <w:rsid w:val="00054303"/>
    <w:rsid w:val="00056875"/>
    <w:rsid w:val="00056B7D"/>
    <w:rsid w:val="000643DE"/>
    <w:rsid w:val="00074E13"/>
    <w:rsid w:val="00076036"/>
    <w:rsid w:val="000767E4"/>
    <w:rsid w:val="00076B9B"/>
    <w:rsid w:val="00081E50"/>
    <w:rsid w:val="000828D5"/>
    <w:rsid w:val="00082C49"/>
    <w:rsid w:val="00083DE9"/>
    <w:rsid w:val="00083FB1"/>
    <w:rsid w:val="0008718D"/>
    <w:rsid w:val="000A4280"/>
    <w:rsid w:val="000A67ED"/>
    <w:rsid w:val="000B6C92"/>
    <w:rsid w:val="000C05D1"/>
    <w:rsid w:val="000C4805"/>
    <w:rsid w:val="000D00CA"/>
    <w:rsid w:val="000D0D7B"/>
    <w:rsid w:val="000D0E34"/>
    <w:rsid w:val="000D37C7"/>
    <w:rsid w:val="000D3F82"/>
    <w:rsid w:val="000D7DCD"/>
    <w:rsid w:val="000E2410"/>
    <w:rsid w:val="000E3814"/>
    <w:rsid w:val="000E7D4E"/>
    <w:rsid w:val="00101F35"/>
    <w:rsid w:val="001104FF"/>
    <w:rsid w:val="001106D7"/>
    <w:rsid w:val="00112607"/>
    <w:rsid w:val="00123A6F"/>
    <w:rsid w:val="00123B35"/>
    <w:rsid w:val="00126E3B"/>
    <w:rsid w:val="00131EBB"/>
    <w:rsid w:val="0014074C"/>
    <w:rsid w:val="00140E8A"/>
    <w:rsid w:val="00142F3A"/>
    <w:rsid w:val="00145B24"/>
    <w:rsid w:val="00147186"/>
    <w:rsid w:val="00147F45"/>
    <w:rsid w:val="001520E9"/>
    <w:rsid w:val="0015252D"/>
    <w:rsid w:val="0016163F"/>
    <w:rsid w:val="001647BF"/>
    <w:rsid w:val="00165542"/>
    <w:rsid w:val="001661F3"/>
    <w:rsid w:val="0016637F"/>
    <w:rsid w:val="00171F5A"/>
    <w:rsid w:val="00180CFE"/>
    <w:rsid w:val="00182F11"/>
    <w:rsid w:val="001865C1"/>
    <w:rsid w:val="00187A6D"/>
    <w:rsid w:val="00187ADB"/>
    <w:rsid w:val="00190381"/>
    <w:rsid w:val="0019203C"/>
    <w:rsid w:val="0019618B"/>
    <w:rsid w:val="001976A7"/>
    <w:rsid w:val="001976E8"/>
    <w:rsid w:val="00197E20"/>
    <w:rsid w:val="001A1F96"/>
    <w:rsid w:val="001A210C"/>
    <w:rsid w:val="001A33AB"/>
    <w:rsid w:val="001A7591"/>
    <w:rsid w:val="001B3EA1"/>
    <w:rsid w:val="001B6A94"/>
    <w:rsid w:val="001C0A14"/>
    <w:rsid w:val="001C7E78"/>
    <w:rsid w:val="001D21C3"/>
    <w:rsid w:val="001D2D91"/>
    <w:rsid w:val="001D2EF1"/>
    <w:rsid w:val="001E0B93"/>
    <w:rsid w:val="001E1146"/>
    <w:rsid w:val="001E14E0"/>
    <w:rsid w:val="001E26A8"/>
    <w:rsid w:val="001E2B80"/>
    <w:rsid w:val="001E3BDB"/>
    <w:rsid w:val="001F0271"/>
    <w:rsid w:val="001F3E17"/>
    <w:rsid w:val="001F4A66"/>
    <w:rsid w:val="001F578C"/>
    <w:rsid w:val="001F5FCA"/>
    <w:rsid w:val="001F6960"/>
    <w:rsid w:val="00203DE0"/>
    <w:rsid w:val="002042A0"/>
    <w:rsid w:val="002044CF"/>
    <w:rsid w:val="00204D8F"/>
    <w:rsid w:val="0020602B"/>
    <w:rsid w:val="002060B7"/>
    <w:rsid w:val="00207EF3"/>
    <w:rsid w:val="00215911"/>
    <w:rsid w:val="00220168"/>
    <w:rsid w:val="002215D7"/>
    <w:rsid w:val="00222305"/>
    <w:rsid w:val="00226B69"/>
    <w:rsid w:val="0022745E"/>
    <w:rsid w:val="00236D13"/>
    <w:rsid w:val="00251744"/>
    <w:rsid w:val="002530BF"/>
    <w:rsid w:val="00260500"/>
    <w:rsid w:val="0026323B"/>
    <w:rsid w:val="00266FFB"/>
    <w:rsid w:val="00272176"/>
    <w:rsid w:val="00273F46"/>
    <w:rsid w:val="00275338"/>
    <w:rsid w:val="0027749B"/>
    <w:rsid w:val="00277721"/>
    <w:rsid w:val="00282EE8"/>
    <w:rsid w:val="00285B98"/>
    <w:rsid w:val="00291159"/>
    <w:rsid w:val="0029470C"/>
    <w:rsid w:val="002A2553"/>
    <w:rsid w:val="002A3A88"/>
    <w:rsid w:val="002A62C3"/>
    <w:rsid w:val="002B6779"/>
    <w:rsid w:val="002B68BD"/>
    <w:rsid w:val="002C43C8"/>
    <w:rsid w:val="002C4BE8"/>
    <w:rsid w:val="002C6018"/>
    <w:rsid w:val="002D048C"/>
    <w:rsid w:val="002D0A7C"/>
    <w:rsid w:val="002D0B60"/>
    <w:rsid w:val="002D3F48"/>
    <w:rsid w:val="002D64B3"/>
    <w:rsid w:val="002E0D27"/>
    <w:rsid w:val="002E1066"/>
    <w:rsid w:val="002E66F2"/>
    <w:rsid w:val="002E6E03"/>
    <w:rsid w:val="002F102C"/>
    <w:rsid w:val="002F247D"/>
    <w:rsid w:val="002F614B"/>
    <w:rsid w:val="002F69EA"/>
    <w:rsid w:val="00306252"/>
    <w:rsid w:val="00306B07"/>
    <w:rsid w:val="003106A8"/>
    <w:rsid w:val="0031290F"/>
    <w:rsid w:val="00316E5C"/>
    <w:rsid w:val="003178CD"/>
    <w:rsid w:val="00317A02"/>
    <w:rsid w:val="00320A54"/>
    <w:rsid w:val="0032299A"/>
    <w:rsid w:val="00326848"/>
    <w:rsid w:val="00330140"/>
    <w:rsid w:val="0033724D"/>
    <w:rsid w:val="00341AFC"/>
    <w:rsid w:val="00344D6F"/>
    <w:rsid w:val="0034678A"/>
    <w:rsid w:val="003504FB"/>
    <w:rsid w:val="00354E22"/>
    <w:rsid w:val="00356A72"/>
    <w:rsid w:val="003606FE"/>
    <w:rsid w:val="00363109"/>
    <w:rsid w:val="003636D8"/>
    <w:rsid w:val="003639BA"/>
    <w:rsid w:val="00364E7A"/>
    <w:rsid w:val="003724A8"/>
    <w:rsid w:val="003733D8"/>
    <w:rsid w:val="00373CFF"/>
    <w:rsid w:val="00374128"/>
    <w:rsid w:val="00377F5A"/>
    <w:rsid w:val="0038057C"/>
    <w:rsid w:val="00381E2F"/>
    <w:rsid w:val="003821A7"/>
    <w:rsid w:val="0039216E"/>
    <w:rsid w:val="00392FA0"/>
    <w:rsid w:val="00396388"/>
    <w:rsid w:val="00397BB1"/>
    <w:rsid w:val="00397EF1"/>
    <w:rsid w:val="003A2759"/>
    <w:rsid w:val="003A2774"/>
    <w:rsid w:val="003A5C28"/>
    <w:rsid w:val="003B3CA4"/>
    <w:rsid w:val="003B7920"/>
    <w:rsid w:val="003C0EB6"/>
    <w:rsid w:val="003C42E7"/>
    <w:rsid w:val="003C6E86"/>
    <w:rsid w:val="003C7A5D"/>
    <w:rsid w:val="003D29FF"/>
    <w:rsid w:val="003E19F6"/>
    <w:rsid w:val="003E461D"/>
    <w:rsid w:val="003E64D1"/>
    <w:rsid w:val="003E6853"/>
    <w:rsid w:val="003F39A4"/>
    <w:rsid w:val="003F6100"/>
    <w:rsid w:val="003F7445"/>
    <w:rsid w:val="003F7B76"/>
    <w:rsid w:val="00410048"/>
    <w:rsid w:val="00422F67"/>
    <w:rsid w:val="004266E6"/>
    <w:rsid w:val="004443F4"/>
    <w:rsid w:val="0044749A"/>
    <w:rsid w:val="00447C46"/>
    <w:rsid w:val="00447EB6"/>
    <w:rsid w:val="00457CF4"/>
    <w:rsid w:val="00460CD7"/>
    <w:rsid w:val="004616CF"/>
    <w:rsid w:val="004627ED"/>
    <w:rsid w:val="0046397A"/>
    <w:rsid w:val="00463AE1"/>
    <w:rsid w:val="0046761D"/>
    <w:rsid w:val="004702DA"/>
    <w:rsid w:val="00472ACD"/>
    <w:rsid w:val="00474B53"/>
    <w:rsid w:val="004751B1"/>
    <w:rsid w:val="00480D66"/>
    <w:rsid w:val="004865B3"/>
    <w:rsid w:val="004960B5"/>
    <w:rsid w:val="004972ED"/>
    <w:rsid w:val="004A15C3"/>
    <w:rsid w:val="004A60EA"/>
    <w:rsid w:val="004A7F9E"/>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5EC7"/>
    <w:rsid w:val="005062D1"/>
    <w:rsid w:val="00506DFC"/>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360"/>
    <w:rsid w:val="00560F58"/>
    <w:rsid w:val="00565515"/>
    <w:rsid w:val="0056680E"/>
    <w:rsid w:val="00567349"/>
    <w:rsid w:val="0057146C"/>
    <w:rsid w:val="00571E68"/>
    <w:rsid w:val="005776B9"/>
    <w:rsid w:val="00583000"/>
    <w:rsid w:val="005924CD"/>
    <w:rsid w:val="00592CC9"/>
    <w:rsid w:val="00593390"/>
    <w:rsid w:val="00595952"/>
    <w:rsid w:val="005A02FD"/>
    <w:rsid w:val="005A102F"/>
    <w:rsid w:val="005A361F"/>
    <w:rsid w:val="005A49DE"/>
    <w:rsid w:val="005A4D76"/>
    <w:rsid w:val="005B07BF"/>
    <w:rsid w:val="005B09C6"/>
    <w:rsid w:val="005C1B2C"/>
    <w:rsid w:val="005C75CF"/>
    <w:rsid w:val="005C7BCE"/>
    <w:rsid w:val="005D1228"/>
    <w:rsid w:val="005D155E"/>
    <w:rsid w:val="005D3D00"/>
    <w:rsid w:val="005D592C"/>
    <w:rsid w:val="005E0746"/>
    <w:rsid w:val="005E1A90"/>
    <w:rsid w:val="005E1B38"/>
    <w:rsid w:val="005E2709"/>
    <w:rsid w:val="005F4FD9"/>
    <w:rsid w:val="00603324"/>
    <w:rsid w:val="00603FEB"/>
    <w:rsid w:val="006040F8"/>
    <w:rsid w:val="00623221"/>
    <w:rsid w:val="006243B8"/>
    <w:rsid w:val="00624CEA"/>
    <w:rsid w:val="00630183"/>
    <w:rsid w:val="00631841"/>
    <w:rsid w:val="00642F71"/>
    <w:rsid w:val="006454F5"/>
    <w:rsid w:val="00651752"/>
    <w:rsid w:val="006562AE"/>
    <w:rsid w:val="006566B8"/>
    <w:rsid w:val="00661F12"/>
    <w:rsid w:val="00662E8C"/>
    <w:rsid w:val="006662BE"/>
    <w:rsid w:val="006717DB"/>
    <w:rsid w:val="006726B8"/>
    <w:rsid w:val="006733C7"/>
    <w:rsid w:val="0068147F"/>
    <w:rsid w:val="0068539E"/>
    <w:rsid w:val="0068570C"/>
    <w:rsid w:val="00686EAE"/>
    <w:rsid w:val="00695D34"/>
    <w:rsid w:val="00696B39"/>
    <w:rsid w:val="00696F24"/>
    <w:rsid w:val="00697349"/>
    <w:rsid w:val="006B43C0"/>
    <w:rsid w:val="006B7DAF"/>
    <w:rsid w:val="006C2388"/>
    <w:rsid w:val="006C2945"/>
    <w:rsid w:val="006C5683"/>
    <w:rsid w:val="006C6991"/>
    <w:rsid w:val="006D0F2A"/>
    <w:rsid w:val="006E122B"/>
    <w:rsid w:val="006E1D02"/>
    <w:rsid w:val="006E5A91"/>
    <w:rsid w:val="006E62E9"/>
    <w:rsid w:val="006E7082"/>
    <w:rsid w:val="006E7AAF"/>
    <w:rsid w:val="006F018F"/>
    <w:rsid w:val="006F0348"/>
    <w:rsid w:val="006F0557"/>
    <w:rsid w:val="006F2036"/>
    <w:rsid w:val="006F2E62"/>
    <w:rsid w:val="006F3FED"/>
    <w:rsid w:val="006F749D"/>
    <w:rsid w:val="00702C8B"/>
    <w:rsid w:val="007126BB"/>
    <w:rsid w:val="0071349C"/>
    <w:rsid w:val="00714F72"/>
    <w:rsid w:val="007166AB"/>
    <w:rsid w:val="007177FE"/>
    <w:rsid w:val="0072110F"/>
    <w:rsid w:val="00722E69"/>
    <w:rsid w:val="007239BD"/>
    <w:rsid w:val="00724B15"/>
    <w:rsid w:val="00724B1D"/>
    <w:rsid w:val="007313FA"/>
    <w:rsid w:val="0073389D"/>
    <w:rsid w:val="0073503F"/>
    <w:rsid w:val="00735DB9"/>
    <w:rsid w:val="007365AC"/>
    <w:rsid w:val="007412D6"/>
    <w:rsid w:val="0074362D"/>
    <w:rsid w:val="00743C25"/>
    <w:rsid w:val="00744FDC"/>
    <w:rsid w:val="007507B7"/>
    <w:rsid w:val="0075267D"/>
    <w:rsid w:val="007552EA"/>
    <w:rsid w:val="007566A2"/>
    <w:rsid w:val="0076194A"/>
    <w:rsid w:val="0076241A"/>
    <w:rsid w:val="0076514E"/>
    <w:rsid w:val="00771FA1"/>
    <w:rsid w:val="00775046"/>
    <w:rsid w:val="00780943"/>
    <w:rsid w:val="00781502"/>
    <w:rsid w:val="007959BE"/>
    <w:rsid w:val="007A0C4C"/>
    <w:rsid w:val="007A17CE"/>
    <w:rsid w:val="007A29A4"/>
    <w:rsid w:val="007A4123"/>
    <w:rsid w:val="007B3A78"/>
    <w:rsid w:val="007C215A"/>
    <w:rsid w:val="007D7122"/>
    <w:rsid w:val="007E31FD"/>
    <w:rsid w:val="007E3B4B"/>
    <w:rsid w:val="007F3EE0"/>
    <w:rsid w:val="007F55C9"/>
    <w:rsid w:val="007F66B2"/>
    <w:rsid w:val="008010F8"/>
    <w:rsid w:val="00805180"/>
    <w:rsid w:val="00805A26"/>
    <w:rsid w:val="008060A5"/>
    <w:rsid w:val="0080611C"/>
    <w:rsid w:val="008135D5"/>
    <w:rsid w:val="00814E40"/>
    <w:rsid w:val="0081689C"/>
    <w:rsid w:val="008236E1"/>
    <w:rsid w:val="008338F6"/>
    <w:rsid w:val="00835286"/>
    <w:rsid w:val="00835466"/>
    <w:rsid w:val="00835BBD"/>
    <w:rsid w:val="00841279"/>
    <w:rsid w:val="00845BA2"/>
    <w:rsid w:val="00846E17"/>
    <w:rsid w:val="0085075F"/>
    <w:rsid w:val="00853327"/>
    <w:rsid w:val="00855CD5"/>
    <w:rsid w:val="00860809"/>
    <w:rsid w:val="00860E8D"/>
    <w:rsid w:val="008635CF"/>
    <w:rsid w:val="00863A9D"/>
    <w:rsid w:val="00866D20"/>
    <w:rsid w:val="00867F5C"/>
    <w:rsid w:val="008706EC"/>
    <w:rsid w:val="008729B1"/>
    <w:rsid w:val="00875E55"/>
    <w:rsid w:val="0087798E"/>
    <w:rsid w:val="00877D1B"/>
    <w:rsid w:val="00877FFB"/>
    <w:rsid w:val="00884BB2"/>
    <w:rsid w:val="008943EB"/>
    <w:rsid w:val="008953B7"/>
    <w:rsid w:val="008962B8"/>
    <w:rsid w:val="00896325"/>
    <w:rsid w:val="00897704"/>
    <w:rsid w:val="008A5E93"/>
    <w:rsid w:val="008B2092"/>
    <w:rsid w:val="008B35EB"/>
    <w:rsid w:val="008B59FA"/>
    <w:rsid w:val="008B61E0"/>
    <w:rsid w:val="008C0653"/>
    <w:rsid w:val="008C0DC6"/>
    <w:rsid w:val="008C2FD8"/>
    <w:rsid w:val="008D11BE"/>
    <w:rsid w:val="008D11E5"/>
    <w:rsid w:val="008D1E57"/>
    <w:rsid w:val="008D34B3"/>
    <w:rsid w:val="008D768E"/>
    <w:rsid w:val="008E3D3D"/>
    <w:rsid w:val="008E6F6B"/>
    <w:rsid w:val="008F0C23"/>
    <w:rsid w:val="008F1816"/>
    <w:rsid w:val="008F1BFE"/>
    <w:rsid w:val="008F3B31"/>
    <w:rsid w:val="008F3F85"/>
    <w:rsid w:val="008F7D47"/>
    <w:rsid w:val="0090355B"/>
    <w:rsid w:val="009047A4"/>
    <w:rsid w:val="0090493F"/>
    <w:rsid w:val="00906E63"/>
    <w:rsid w:val="0090757A"/>
    <w:rsid w:val="00907E9A"/>
    <w:rsid w:val="009117F7"/>
    <w:rsid w:val="00911A9F"/>
    <w:rsid w:val="00921BD8"/>
    <w:rsid w:val="00923923"/>
    <w:rsid w:val="00927943"/>
    <w:rsid w:val="00927F07"/>
    <w:rsid w:val="00930101"/>
    <w:rsid w:val="00932680"/>
    <w:rsid w:val="00932E0D"/>
    <w:rsid w:val="00934B70"/>
    <w:rsid w:val="00936EA2"/>
    <w:rsid w:val="00954EA6"/>
    <w:rsid w:val="009555D4"/>
    <w:rsid w:val="0095729F"/>
    <w:rsid w:val="00960FF9"/>
    <w:rsid w:val="009710EF"/>
    <w:rsid w:val="0097161E"/>
    <w:rsid w:val="009754DF"/>
    <w:rsid w:val="00975A37"/>
    <w:rsid w:val="00975FC9"/>
    <w:rsid w:val="00977769"/>
    <w:rsid w:val="009777CF"/>
    <w:rsid w:val="00982045"/>
    <w:rsid w:val="00995170"/>
    <w:rsid w:val="009A01F6"/>
    <w:rsid w:val="009A30A4"/>
    <w:rsid w:val="009A4BBC"/>
    <w:rsid w:val="009B1DD0"/>
    <w:rsid w:val="009B4DCE"/>
    <w:rsid w:val="009B6E64"/>
    <w:rsid w:val="009C14B5"/>
    <w:rsid w:val="009C3D0F"/>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4285"/>
    <w:rsid w:val="00A455EB"/>
    <w:rsid w:val="00A465D5"/>
    <w:rsid w:val="00A52C53"/>
    <w:rsid w:val="00A533B3"/>
    <w:rsid w:val="00A624FF"/>
    <w:rsid w:val="00A66440"/>
    <w:rsid w:val="00A676B9"/>
    <w:rsid w:val="00A71348"/>
    <w:rsid w:val="00A80747"/>
    <w:rsid w:val="00A82268"/>
    <w:rsid w:val="00A8579C"/>
    <w:rsid w:val="00A8653A"/>
    <w:rsid w:val="00A91134"/>
    <w:rsid w:val="00A93576"/>
    <w:rsid w:val="00A93777"/>
    <w:rsid w:val="00A95D34"/>
    <w:rsid w:val="00A969C8"/>
    <w:rsid w:val="00A97051"/>
    <w:rsid w:val="00AA20A1"/>
    <w:rsid w:val="00AA55DF"/>
    <w:rsid w:val="00AA5AF3"/>
    <w:rsid w:val="00AA6161"/>
    <w:rsid w:val="00AA6D43"/>
    <w:rsid w:val="00AA7DE5"/>
    <w:rsid w:val="00AB58C9"/>
    <w:rsid w:val="00AC0063"/>
    <w:rsid w:val="00AC342E"/>
    <w:rsid w:val="00AC516B"/>
    <w:rsid w:val="00AC6A24"/>
    <w:rsid w:val="00AC710C"/>
    <w:rsid w:val="00AC75F4"/>
    <w:rsid w:val="00AD3E32"/>
    <w:rsid w:val="00AE0012"/>
    <w:rsid w:val="00AE0028"/>
    <w:rsid w:val="00AE129F"/>
    <w:rsid w:val="00AE17C5"/>
    <w:rsid w:val="00AE6A59"/>
    <w:rsid w:val="00AF0323"/>
    <w:rsid w:val="00AF60D2"/>
    <w:rsid w:val="00B00C5D"/>
    <w:rsid w:val="00B04BA2"/>
    <w:rsid w:val="00B12BEA"/>
    <w:rsid w:val="00B21DEE"/>
    <w:rsid w:val="00B25F09"/>
    <w:rsid w:val="00B277F2"/>
    <w:rsid w:val="00B402BD"/>
    <w:rsid w:val="00B43280"/>
    <w:rsid w:val="00B4377C"/>
    <w:rsid w:val="00B46992"/>
    <w:rsid w:val="00B545D2"/>
    <w:rsid w:val="00B611E6"/>
    <w:rsid w:val="00B642EF"/>
    <w:rsid w:val="00B65798"/>
    <w:rsid w:val="00B67F14"/>
    <w:rsid w:val="00B8495E"/>
    <w:rsid w:val="00B86A22"/>
    <w:rsid w:val="00B90C6B"/>
    <w:rsid w:val="00B91984"/>
    <w:rsid w:val="00B91A0F"/>
    <w:rsid w:val="00B972D2"/>
    <w:rsid w:val="00BA1109"/>
    <w:rsid w:val="00BA5AC3"/>
    <w:rsid w:val="00BA6A02"/>
    <w:rsid w:val="00BB528D"/>
    <w:rsid w:val="00BB6223"/>
    <w:rsid w:val="00BB767B"/>
    <w:rsid w:val="00BC106E"/>
    <w:rsid w:val="00BC7042"/>
    <w:rsid w:val="00BC7676"/>
    <w:rsid w:val="00BD2FD6"/>
    <w:rsid w:val="00BD3175"/>
    <w:rsid w:val="00BD4279"/>
    <w:rsid w:val="00BD48A8"/>
    <w:rsid w:val="00BD611F"/>
    <w:rsid w:val="00BE33DF"/>
    <w:rsid w:val="00BE4CCD"/>
    <w:rsid w:val="00BE4EA2"/>
    <w:rsid w:val="00BE76FC"/>
    <w:rsid w:val="00BF0ECC"/>
    <w:rsid w:val="00BF1F9A"/>
    <w:rsid w:val="00BF2D0D"/>
    <w:rsid w:val="00BF312A"/>
    <w:rsid w:val="00C0196D"/>
    <w:rsid w:val="00C06DC8"/>
    <w:rsid w:val="00C07048"/>
    <w:rsid w:val="00C070D9"/>
    <w:rsid w:val="00C073B7"/>
    <w:rsid w:val="00C149F8"/>
    <w:rsid w:val="00C25D2D"/>
    <w:rsid w:val="00C25F8F"/>
    <w:rsid w:val="00C33701"/>
    <w:rsid w:val="00C34E41"/>
    <w:rsid w:val="00C4103A"/>
    <w:rsid w:val="00C43260"/>
    <w:rsid w:val="00C55778"/>
    <w:rsid w:val="00C5640E"/>
    <w:rsid w:val="00C660DC"/>
    <w:rsid w:val="00C662C6"/>
    <w:rsid w:val="00C67CE8"/>
    <w:rsid w:val="00C70C16"/>
    <w:rsid w:val="00C74095"/>
    <w:rsid w:val="00C756D0"/>
    <w:rsid w:val="00C76B72"/>
    <w:rsid w:val="00C76FF2"/>
    <w:rsid w:val="00C847C1"/>
    <w:rsid w:val="00C85CCD"/>
    <w:rsid w:val="00C874B6"/>
    <w:rsid w:val="00C92796"/>
    <w:rsid w:val="00C9340F"/>
    <w:rsid w:val="00C9437A"/>
    <w:rsid w:val="00CA01CD"/>
    <w:rsid w:val="00CA1B77"/>
    <w:rsid w:val="00CA727E"/>
    <w:rsid w:val="00CB7D83"/>
    <w:rsid w:val="00CC0D85"/>
    <w:rsid w:val="00CD3BD4"/>
    <w:rsid w:val="00CD7401"/>
    <w:rsid w:val="00CD7407"/>
    <w:rsid w:val="00CE128F"/>
    <w:rsid w:val="00CE638C"/>
    <w:rsid w:val="00CE7310"/>
    <w:rsid w:val="00CF20FB"/>
    <w:rsid w:val="00CF31F2"/>
    <w:rsid w:val="00D07F12"/>
    <w:rsid w:val="00D2003E"/>
    <w:rsid w:val="00D200E6"/>
    <w:rsid w:val="00D263EC"/>
    <w:rsid w:val="00D26409"/>
    <w:rsid w:val="00D27414"/>
    <w:rsid w:val="00D309DD"/>
    <w:rsid w:val="00D337CB"/>
    <w:rsid w:val="00D3673E"/>
    <w:rsid w:val="00D37A2E"/>
    <w:rsid w:val="00D4178A"/>
    <w:rsid w:val="00D46773"/>
    <w:rsid w:val="00D47985"/>
    <w:rsid w:val="00D507E9"/>
    <w:rsid w:val="00D513CC"/>
    <w:rsid w:val="00D52859"/>
    <w:rsid w:val="00D53075"/>
    <w:rsid w:val="00D54165"/>
    <w:rsid w:val="00D626EE"/>
    <w:rsid w:val="00D678C1"/>
    <w:rsid w:val="00D67AEB"/>
    <w:rsid w:val="00D70986"/>
    <w:rsid w:val="00D749B8"/>
    <w:rsid w:val="00D74F36"/>
    <w:rsid w:val="00D7702B"/>
    <w:rsid w:val="00D80CFC"/>
    <w:rsid w:val="00D937A5"/>
    <w:rsid w:val="00D94941"/>
    <w:rsid w:val="00D94EA8"/>
    <w:rsid w:val="00D96969"/>
    <w:rsid w:val="00DA4E49"/>
    <w:rsid w:val="00DA6AB0"/>
    <w:rsid w:val="00DA6FD9"/>
    <w:rsid w:val="00DA739D"/>
    <w:rsid w:val="00DB0C80"/>
    <w:rsid w:val="00DB1976"/>
    <w:rsid w:val="00DB4F57"/>
    <w:rsid w:val="00DB5989"/>
    <w:rsid w:val="00DB6F44"/>
    <w:rsid w:val="00DB7C9E"/>
    <w:rsid w:val="00DC11C4"/>
    <w:rsid w:val="00DC4F91"/>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224A"/>
    <w:rsid w:val="00E23BFF"/>
    <w:rsid w:val="00E263FA"/>
    <w:rsid w:val="00E31B98"/>
    <w:rsid w:val="00E32509"/>
    <w:rsid w:val="00E34DD9"/>
    <w:rsid w:val="00E417F4"/>
    <w:rsid w:val="00E44CAC"/>
    <w:rsid w:val="00E46DB1"/>
    <w:rsid w:val="00E50A7A"/>
    <w:rsid w:val="00E57258"/>
    <w:rsid w:val="00E57E35"/>
    <w:rsid w:val="00E6224B"/>
    <w:rsid w:val="00E6284E"/>
    <w:rsid w:val="00E62E01"/>
    <w:rsid w:val="00E65499"/>
    <w:rsid w:val="00E72043"/>
    <w:rsid w:val="00E72044"/>
    <w:rsid w:val="00E72817"/>
    <w:rsid w:val="00E75537"/>
    <w:rsid w:val="00E7634A"/>
    <w:rsid w:val="00E7722D"/>
    <w:rsid w:val="00E77EB0"/>
    <w:rsid w:val="00E81082"/>
    <w:rsid w:val="00E81B00"/>
    <w:rsid w:val="00E81DC0"/>
    <w:rsid w:val="00E90F7E"/>
    <w:rsid w:val="00E96EEC"/>
    <w:rsid w:val="00EA6D70"/>
    <w:rsid w:val="00EB61AC"/>
    <w:rsid w:val="00EC06ED"/>
    <w:rsid w:val="00EC1CB2"/>
    <w:rsid w:val="00EC41FE"/>
    <w:rsid w:val="00ED0DB7"/>
    <w:rsid w:val="00ED65FB"/>
    <w:rsid w:val="00EE15C0"/>
    <w:rsid w:val="00EE1ED7"/>
    <w:rsid w:val="00EE1FC5"/>
    <w:rsid w:val="00EE4C0D"/>
    <w:rsid w:val="00EE756B"/>
    <w:rsid w:val="00EF0733"/>
    <w:rsid w:val="00EF2F46"/>
    <w:rsid w:val="00EF5357"/>
    <w:rsid w:val="00EF59B6"/>
    <w:rsid w:val="00EF6EC7"/>
    <w:rsid w:val="00F00848"/>
    <w:rsid w:val="00F00FCC"/>
    <w:rsid w:val="00F03B54"/>
    <w:rsid w:val="00F043E8"/>
    <w:rsid w:val="00F06795"/>
    <w:rsid w:val="00F10AE1"/>
    <w:rsid w:val="00F1204C"/>
    <w:rsid w:val="00F14496"/>
    <w:rsid w:val="00F15419"/>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86CB1"/>
    <w:rsid w:val="00F87A39"/>
    <w:rsid w:val="00FA0431"/>
    <w:rsid w:val="00FA5ADA"/>
    <w:rsid w:val="00FA7311"/>
    <w:rsid w:val="00FB0204"/>
    <w:rsid w:val="00FB17E2"/>
    <w:rsid w:val="00FB5523"/>
    <w:rsid w:val="00FB664E"/>
    <w:rsid w:val="00FC6639"/>
    <w:rsid w:val="00FC757D"/>
    <w:rsid w:val="00FC79CD"/>
    <w:rsid w:val="00FD1122"/>
    <w:rsid w:val="00FD1838"/>
    <w:rsid w:val="00FD1A4C"/>
    <w:rsid w:val="00FD2370"/>
    <w:rsid w:val="00FD26B2"/>
    <w:rsid w:val="00FD49ED"/>
    <w:rsid w:val="00FD537C"/>
    <w:rsid w:val="00FE1083"/>
    <w:rsid w:val="00FF07A6"/>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30988284">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846356635">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kanta.fi/jarjestelmakehittajat/potilastiedon-arkiston-cda-r2-head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kanta.fi/jarjestelmakehittajat/terveydenhuollon-todistukset-ja-lomakkee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potilastiedon-arkiston-medical-record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anta.fi/jarjestelmakehittajat/sahkoisen-allekirjoituksen-maarittely" TargetMode="External"/><Relationship Id="rId20" Type="http://schemas.openxmlformats.org/officeDocument/2006/relationships/hyperlink" Target="https://www.kanta.fi/jarjestelmakehittajat/vanhojen-potilastietojen-arkistointi"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luovutustenhallinnan-yleiskuvaus" TargetMode="External"/><Relationship Id="rId5" Type="http://schemas.openxmlformats.org/officeDocument/2006/relationships/customXml" Target="../customXml/item5.xml"/><Relationship Id="rId15" Type="http://schemas.openxmlformats.org/officeDocument/2006/relationships/hyperlink" Target="https://www.kanta.fi/jarjestelmakehittajat/potilastiedon-arkisto" TargetMode="External"/><Relationship Id="rId23" Type="http://schemas.openxmlformats.org/officeDocument/2006/relationships/hyperlink" Target="https://www.kanta.fi/jarjestelmakehittajat/potilastiedon-arkiston-teknisia-ohjeita"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kanta.fi/jarjestelmakehittajat/kanta-palvelut-kevyet-kyselyrajapinna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anta.fi/jarjestelmakehittajat/potilastiedon-arkiston-toiminnalliset-vaatimukset" TargetMode="External"/><Relationship Id="rId22" Type="http://schemas.openxmlformats.org/officeDocument/2006/relationships/hyperlink" Target="https://www.kanta.fi/jarjestelmakehittajat/yhteiset-maarittelyt"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47315"/>
    <w:rsid w:val="00165524"/>
    <w:rsid w:val="001B032A"/>
    <w:rsid w:val="002065EA"/>
    <w:rsid w:val="002103A2"/>
    <w:rsid w:val="00284DC5"/>
    <w:rsid w:val="00291356"/>
    <w:rsid w:val="002B1FDE"/>
    <w:rsid w:val="002D0BA7"/>
    <w:rsid w:val="00301560"/>
    <w:rsid w:val="00365CE8"/>
    <w:rsid w:val="003B7710"/>
    <w:rsid w:val="003D1300"/>
    <w:rsid w:val="0043037D"/>
    <w:rsid w:val="00444359"/>
    <w:rsid w:val="00453A5B"/>
    <w:rsid w:val="00475D30"/>
    <w:rsid w:val="004856F9"/>
    <w:rsid w:val="004D33BD"/>
    <w:rsid w:val="004E1681"/>
    <w:rsid w:val="00504D3B"/>
    <w:rsid w:val="00516A19"/>
    <w:rsid w:val="00524B98"/>
    <w:rsid w:val="00547DF2"/>
    <w:rsid w:val="00584CF5"/>
    <w:rsid w:val="00594BA0"/>
    <w:rsid w:val="005C020F"/>
    <w:rsid w:val="005D2473"/>
    <w:rsid w:val="005D2E9C"/>
    <w:rsid w:val="006620C4"/>
    <w:rsid w:val="0069683D"/>
    <w:rsid w:val="006A2AFB"/>
    <w:rsid w:val="006A553F"/>
    <w:rsid w:val="006D3BA3"/>
    <w:rsid w:val="00743BEC"/>
    <w:rsid w:val="007751D2"/>
    <w:rsid w:val="007A2143"/>
    <w:rsid w:val="007A2233"/>
    <w:rsid w:val="007A7A31"/>
    <w:rsid w:val="007D62FF"/>
    <w:rsid w:val="007E1AE1"/>
    <w:rsid w:val="00806FD4"/>
    <w:rsid w:val="00904E8D"/>
    <w:rsid w:val="00926FDB"/>
    <w:rsid w:val="009510CB"/>
    <w:rsid w:val="00965728"/>
    <w:rsid w:val="00973CFA"/>
    <w:rsid w:val="009A285C"/>
    <w:rsid w:val="009A4F97"/>
    <w:rsid w:val="009F3D68"/>
    <w:rsid w:val="009F6F91"/>
    <w:rsid w:val="00A1344B"/>
    <w:rsid w:val="00A95B12"/>
    <w:rsid w:val="00AD5ECD"/>
    <w:rsid w:val="00AE60AB"/>
    <w:rsid w:val="00B2686F"/>
    <w:rsid w:val="00B92278"/>
    <w:rsid w:val="00B938B9"/>
    <w:rsid w:val="00BE68D8"/>
    <w:rsid w:val="00BF707B"/>
    <w:rsid w:val="00C0193F"/>
    <w:rsid w:val="00C445F4"/>
    <w:rsid w:val="00C52963"/>
    <w:rsid w:val="00C651BB"/>
    <w:rsid w:val="00C66F40"/>
    <w:rsid w:val="00C77E56"/>
    <w:rsid w:val="00C8502E"/>
    <w:rsid w:val="00C90C84"/>
    <w:rsid w:val="00CA1A38"/>
    <w:rsid w:val="00CB2F99"/>
    <w:rsid w:val="00CB5063"/>
    <w:rsid w:val="00CE10FA"/>
    <w:rsid w:val="00CE2625"/>
    <w:rsid w:val="00CF7F5E"/>
    <w:rsid w:val="00D07101"/>
    <w:rsid w:val="00D108BE"/>
    <w:rsid w:val="00D56112"/>
    <w:rsid w:val="00D74FD7"/>
    <w:rsid w:val="00D85CC8"/>
    <w:rsid w:val="00DA1D6D"/>
    <w:rsid w:val="00DC622D"/>
    <w:rsid w:val="00DE08F9"/>
    <w:rsid w:val="00DF1714"/>
    <w:rsid w:val="00DF58AC"/>
    <w:rsid w:val="00E0756D"/>
    <w:rsid w:val="00E3505B"/>
    <w:rsid w:val="00E7248D"/>
    <w:rsid w:val="00E74E2D"/>
    <w:rsid w:val="00F0609C"/>
    <w:rsid w:val="00F379AC"/>
    <w:rsid w:val="00F5683F"/>
    <w:rsid w:val="00F56EB2"/>
    <w:rsid w:val="00F90E91"/>
    <w:rsid w:val="00F925D4"/>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2024-04-02T00:00:00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3.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5.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6.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0</TotalTime>
  <Pages>141</Pages>
  <Words>26465</Words>
  <Characters>214375</Characters>
  <Application>Microsoft Office Word</Application>
  <DocSecurity>0</DocSecurity>
  <Lines>1786</Lines>
  <Paragraphs>480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240360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Eklund Marjut</cp:lastModifiedBy>
  <cp:revision>2</cp:revision>
  <cp:lastPrinted>2020-11-25T15:04:00Z</cp:lastPrinted>
  <dcterms:created xsi:type="dcterms:W3CDTF">2024-04-02T15:43:00Z</dcterms:created>
  <dcterms:modified xsi:type="dcterms:W3CDTF">2024-04-02T15:43:00Z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